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ED" w:rsidRPr="00551856" w:rsidRDefault="00943AED" w:rsidP="00551856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  <w:r w:rsidRPr="00E766C9">
        <w:rPr>
          <w:rFonts w:ascii="Times New Roman" w:hAnsi="Times New Roman"/>
          <w:b/>
          <w:bCs/>
          <w:color w:val="000000"/>
          <w:sz w:val="28"/>
        </w:rPr>
        <w:t>ОМСКИЙ  МУНИЦИПАЛЬНЫЙ  РАЙОН ОМСКОЙ 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766C9">
        <w:rPr>
          <w:rFonts w:ascii="Times New Roman" w:hAnsi="Times New Roman"/>
          <w:b/>
          <w:color w:val="000000"/>
          <w:sz w:val="40"/>
          <w:szCs w:val="40"/>
        </w:rPr>
        <w:t>Администрация Надеждинского  сельского поселения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32"/>
      </w:tblGrid>
      <w:tr w:rsidR="00943AED" w:rsidRPr="00E766C9" w:rsidTr="00551856">
        <w:trPr>
          <w:trHeight w:val="112"/>
        </w:trPr>
        <w:tc>
          <w:tcPr>
            <w:tcW w:w="9832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3AED" w:rsidRPr="00E766C9" w:rsidRDefault="00943AED" w:rsidP="00551856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943AED" w:rsidRDefault="00943AED" w:rsidP="00551856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E766C9">
        <w:rPr>
          <w:rFonts w:ascii="Times New Roman" w:hAnsi="Times New Roman"/>
          <w:b/>
          <w:sz w:val="36"/>
          <w:szCs w:val="36"/>
        </w:rPr>
        <w:t>ПОСТАНОВЛЕНИЕ</w:t>
      </w:r>
    </w:p>
    <w:p w:rsidR="00943AED" w:rsidRPr="00E766C9" w:rsidRDefault="00943AED" w:rsidP="00551856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943AED" w:rsidRPr="00E766C9" w:rsidRDefault="00943AED" w:rsidP="00551856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E766C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03.11.2017</w:t>
      </w:r>
      <w:r w:rsidRPr="00E766C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286</w:t>
      </w:r>
    </w:p>
    <w:tbl>
      <w:tblPr>
        <w:tblW w:w="0" w:type="auto"/>
        <w:tblLook w:val="00A0"/>
      </w:tblPr>
      <w:tblGrid>
        <w:gridCol w:w="9855"/>
      </w:tblGrid>
      <w:tr w:rsidR="00943AED" w:rsidTr="001729CD">
        <w:tc>
          <w:tcPr>
            <w:tcW w:w="9855" w:type="dxa"/>
          </w:tcPr>
          <w:p w:rsidR="00943AED" w:rsidRPr="001729CD" w:rsidRDefault="00943AED" w:rsidP="00704746">
            <w:pPr>
              <w:pStyle w:val="formattexttopleveltext"/>
              <w:shd w:val="clear" w:color="auto" w:fill="FFFFFF"/>
              <w:tabs>
                <w:tab w:val="left" w:pos="0"/>
              </w:tabs>
              <w:spacing w:before="0" w:beforeAutospacing="0" w:after="0" w:afterAutospacing="0" w:line="315" w:lineRule="atLeast"/>
              <w:ind w:right="-81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утверждении муниципальной программы «Формирование комфортной городской среды Надеждинского сельского поселения Омского муниципального района Омской области на 2018-2022 годы» </w:t>
            </w:r>
          </w:p>
        </w:tc>
      </w:tr>
    </w:tbl>
    <w:p w:rsidR="00943AED" w:rsidRDefault="00943AED" w:rsidP="00DE27E8">
      <w:pPr>
        <w:pStyle w:val="formattexttopleveltext"/>
        <w:shd w:val="clear" w:color="auto" w:fill="FFFFFF"/>
        <w:tabs>
          <w:tab w:val="left" w:pos="4140"/>
        </w:tabs>
        <w:spacing w:before="0" w:beforeAutospacing="0" w:after="0" w:afterAutospacing="0" w:line="315" w:lineRule="atLeast"/>
        <w:ind w:right="5215"/>
        <w:jc w:val="both"/>
        <w:textAlignment w:val="baseline"/>
        <w:rPr>
          <w:spacing w:val="2"/>
          <w:sz w:val="28"/>
          <w:szCs w:val="28"/>
        </w:rPr>
      </w:pPr>
    </w:p>
    <w:p w:rsidR="00943AED" w:rsidRPr="00903B34" w:rsidRDefault="00943AED" w:rsidP="00CF0B96">
      <w:pPr>
        <w:pStyle w:val="ConsPlusNonformat"/>
        <w:widowControl/>
        <w:ind w:right="-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3B34">
        <w:rPr>
          <w:rFonts w:ascii="Times New Roman" w:hAnsi="Times New Roman" w:cs="Times New Roman"/>
          <w:sz w:val="28"/>
          <w:szCs w:val="28"/>
        </w:rPr>
        <w:t>В целях содействия решению вопросов местного значения, вовлечения населения в процессы местного самоуправления, создания благоприятных условий проживания граждан, проведения ремонта дворовых территорий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 и территорий общего пользования Надеждинского сельского поселения Омского муниципального района Омской области</w:t>
      </w:r>
      <w:r w:rsidRPr="00903B34">
        <w:rPr>
          <w:rFonts w:ascii="Times New Roman" w:hAnsi="Times New Roman" w:cs="Times New Roman"/>
          <w:sz w:val="28"/>
          <w:szCs w:val="28"/>
        </w:rPr>
        <w:t>, руководствуясь Федеральным законом от 06.10.2003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3B34">
        <w:rPr>
          <w:rFonts w:ascii="Times New Roman" w:hAnsi="Times New Roman" w:cs="Times New Roman"/>
          <w:sz w:val="28"/>
          <w:szCs w:val="28"/>
        </w:rPr>
        <w:t xml:space="preserve"> № 131-ФЗ  «Об общих принципах организации местного самоуправления в Российской Федерации», постановлением Правительства Российской Федерации от 10.02.2017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3B3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03B34">
        <w:rPr>
          <w:rFonts w:ascii="Times New Roman" w:hAnsi="Times New Roman" w:cs="Times New Roman"/>
          <w:sz w:val="28"/>
          <w:szCs w:val="28"/>
        </w:rPr>
        <w:t>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>
        <w:rPr>
          <w:rFonts w:ascii="Times New Roman" w:hAnsi="Times New Roman" w:cs="Times New Roman"/>
          <w:sz w:val="28"/>
          <w:szCs w:val="28"/>
        </w:rPr>
        <w:t>ния современной городской среды», постановлением Администрации Надеждинского сельского поселения Омского муниципального района Омской области от 15.08.2013 №187 «Об утверждении Порядка принятия решений о разработке муниципальных программ Надеждинского сельского поселения Омского муниципального района Омской области»,</w:t>
      </w:r>
    </w:p>
    <w:p w:rsidR="00943AED" w:rsidRPr="00DE27E8" w:rsidRDefault="00943AED" w:rsidP="00DE27E8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943AED" w:rsidRDefault="00943AED" w:rsidP="00F80E68">
      <w:pPr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DE27E8">
        <w:rPr>
          <w:rFonts w:ascii="Times New Roman" w:hAnsi="Times New Roman"/>
          <w:sz w:val="28"/>
          <w:szCs w:val="28"/>
        </w:rPr>
        <w:t>ПОСТАНОВЛЯЮ:</w:t>
      </w:r>
    </w:p>
    <w:p w:rsidR="00943AED" w:rsidRDefault="00943AED" w:rsidP="00CF0B96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E27E8">
        <w:rPr>
          <w:spacing w:val="2"/>
          <w:sz w:val="28"/>
          <w:szCs w:val="28"/>
        </w:rPr>
        <w:t xml:space="preserve">Утвердить </w:t>
      </w:r>
      <w:r>
        <w:rPr>
          <w:spacing w:val="2"/>
          <w:sz w:val="28"/>
          <w:szCs w:val="28"/>
        </w:rPr>
        <w:t xml:space="preserve"> муниципальную прог</w:t>
      </w:r>
      <w:r>
        <w:rPr>
          <w:sz w:val="28"/>
          <w:szCs w:val="28"/>
        </w:rPr>
        <w:t xml:space="preserve">рамму «Формирование комфортной городской  среды Надеждинского сельского поселения Омского муниципального района Омской области, на 2018-2022 годы» </w:t>
      </w:r>
      <w:r w:rsidRPr="00BD19F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 приложению №1 к настоящему постановлению</w:t>
      </w:r>
      <w:r w:rsidRPr="00DE27E8">
        <w:rPr>
          <w:sz w:val="28"/>
          <w:szCs w:val="28"/>
        </w:rPr>
        <w:t>.</w:t>
      </w:r>
    </w:p>
    <w:p w:rsidR="00943AED" w:rsidRPr="00F1184A" w:rsidRDefault="00943AED" w:rsidP="00CF0B96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«Омский муниципальный вестник», разместить на Официальном сайте Надеждинского сельского поселения Омского муниципального района омской области в сети Интернет: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nadejdino</w:t>
      </w:r>
      <w:r w:rsidRPr="00F1184A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F1184A">
        <w:rPr>
          <w:sz w:val="28"/>
          <w:szCs w:val="28"/>
        </w:rPr>
        <w:t>//</w:t>
      </w:r>
    </w:p>
    <w:p w:rsidR="00943AED" w:rsidRDefault="00943AED" w:rsidP="00CF0B96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AED" w:rsidRDefault="00943AED" w:rsidP="00CF0B9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E27E8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943AED" w:rsidRPr="00CF0B96" w:rsidRDefault="00943AED" w:rsidP="00F1184A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0753A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А.И. Миронова </w:t>
      </w:r>
    </w:p>
    <w:p w:rsidR="00943AED" w:rsidRPr="00CF0B96" w:rsidRDefault="00943AED" w:rsidP="0080753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943AED" w:rsidRPr="00CF0B96" w:rsidSect="00F71BF9">
          <w:footerReference w:type="even" r:id="rId7"/>
          <w:footerReference w:type="default" r:id="rId8"/>
          <w:footerReference w:type="first" r:id="rId9"/>
          <w:pgSz w:w="11906" w:h="16838"/>
          <w:pgMar w:top="1134" w:right="851" w:bottom="539" w:left="1134" w:header="709" w:footer="709" w:gutter="0"/>
          <w:pgNumType w:start="2"/>
          <w:cols w:space="708"/>
          <w:titlePg/>
          <w:docGrid w:linePitch="360"/>
        </w:sectPr>
      </w:pPr>
    </w:p>
    <w:p w:rsidR="00943AED" w:rsidRDefault="00943AED" w:rsidP="00CF0B96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943AED" w:rsidRDefault="00943AED" w:rsidP="00CF0B96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</w:rPr>
        <w:t>п</w:t>
      </w:r>
      <w:r w:rsidRPr="002A0BD6">
        <w:rPr>
          <w:rFonts w:ascii="Times New Roman" w:hAnsi="Times New Roman"/>
          <w:sz w:val="28"/>
        </w:rPr>
        <w:t>остановлени</w:t>
      </w:r>
      <w:r>
        <w:rPr>
          <w:rFonts w:ascii="Times New Roman" w:hAnsi="Times New Roman"/>
          <w:sz w:val="28"/>
        </w:rPr>
        <w:t>ю Администрации Надеждинского сельского поселения</w:t>
      </w:r>
    </w:p>
    <w:p w:rsidR="00943AED" w:rsidRPr="002A0BD6" w:rsidRDefault="00943AED" w:rsidP="00CF0B96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/>
          <w:sz w:val="28"/>
        </w:rPr>
      </w:pPr>
    </w:p>
    <w:p w:rsidR="00943AED" w:rsidRPr="002A0BD6" w:rsidRDefault="00943AED" w:rsidP="00CF0B96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/>
          <w:sz w:val="28"/>
          <w:szCs w:val="28"/>
        </w:rPr>
      </w:pPr>
      <w:r w:rsidRPr="002A0BD6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03.11.2017 года</w:t>
      </w:r>
      <w:r w:rsidRPr="002A0BD6"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286</w:t>
      </w: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Default="00943AED" w:rsidP="00F53E5F">
      <w:pPr>
        <w:pStyle w:val="1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Муниципальная программа</w:t>
      </w:r>
    </w:p>
    <w:p w:rsidR="00943AED" w:rsidRPr="00DA4CCE" w:rsidRDefault="00943AED" w:rsidP="00CF0B96">
      <w:pPr>
        <w:pStyle w:val="10"/>
        <w:jc w:val="center"/>
        <w:rPr>
          <w:rFonts w:ascii="Times New Roman" w:hAnsi="Times New Roman"/>
          <w:sz w:val="40"/>
          <w:szCs w:val="40"/>
        </w:rPr>
      </w:pPr>
      <w:r w:rsidRPr="00DA4CCE">
        <w:rPr>
          <w:rFonts w:ascii="Times New Roman" w:hAnsi="Times New Roman"/>
          <w:sz w:val="40"/>
          <w:szCs w:val="40"/>
        </w:rPr>
        <w:t xml:space="preserve">«Формирование </w:t>
      </w:r>
      <w:r>
        <w:rPr>
          <w:rFonts w:ascii="Times New Roman" w:hAnsi="Times New Roman"/>
          <w:sz w:val="40"/>
          <w:szCs w:val="40"/>
        </w:rPr>
        <w:t>комфорт</w:t>
      </w:r>
      <w:r w:rsidRPr="00DA4CCE">
        <w:rPr>
          <w:rFonts w:ascii="Times New Roman" w:hAnsi="Times New Roman"/>
          <w:sz w:val="40"/>
          <w:szCs w:val="40"/>
        </w:rPr>
        <w:t xml:space="preserve">ной городской среды </w:t>
      </w:r>
      <w:r>
        <w:rPr>
          <w:rFonts w:ascii="Times New Roman" w:hAnsi="Times New Roman"/>
          <w:sz w:val="40"/>
          <w:szCs w:val="40"/>
        </w:rPr>
        <w:t xml:space="preserve">Надеждинского сельского поселения </w:t>
      </w:r>
    </w:p>
    <w:p w:rsidR="00943AED" w:rsidRPr="00DA4CCE" w:rsidRDefault="00943AED" w:rsidP="00F53E5F">
      <w:pPr>
        <w:pStyle w:val="10"/>
        <w:jc w:val="center"/>
        <w:rPr>
          <w:rFonts w:ascii="Times New Roman" w:hAnsi="Times New Roman"/>
          <w:sz w:val="40"/>
          <w:szCs w:val="40"/>
        </w:rPr>
      </w:pPr>
      <w:r w:rsidRPr="00DA4CCE">
        <w:rPr>
          <w:rFonts w:ascii="Times New Roman" w:hAnsi="Times New Roman"/>
          <w:sz w:val="40"/>
          <w:szCs w:val="40"/>
        </w:rPr>
        <w:t>на 201</w:t>
      </w:r>
      <w:r>
        <w:rPr>
          <w:rFonts w:ascii="Times New Roman" w:hAnsi="Times New Roman"/>
          <w:sz w:val="40"/>
          <w:szCs w:val="40"/>
        </w:rPr>
        <w:t xml:space="preserve">8-2022 </w:t>
      </w:r>
      <w:r w:rsidRPr="00DA4CCE">
        <w:rPr>
          <w:rFonts w:ascii="Times New Roman" w:hAnsi="Times New Roman"/>
          <w:sz w:val="40"/>
          <w:szCs w:val="40"/>
        </w:rPr>
        <w:t>год</w:t>
      </w:r>
      <w:r>
        <w:rPr>
          <w:rFonts w:ascii="Times New Roman" w:hAnsi="Times New Roman"/>
          <w:sz w:val="40"/>
          <w:szCs w:val="40"/>
        </w:rPr>
        <w:t>ы»</w:t>
      </w: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F53E5F">
      <w:pPr>
        <w:pStyle w:val="10"/>
        <w:rPr>
          <w:rFonts w:ascii="Times New Roman" w:hAnsi="Times New Roman"/>
          <w:sz w:val="28"/>
          <w:szCs w:val="28"/>
        </w:rPr>
      </w:pPr>
    </w:p>
    <w:p w:rsidR="00943AED" w:rsidRPr="00F53E5F" w:rsidRDefault="00943AED" w:rsidP="000067B3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F53E5F">
        <w:rPr>
          <w:rFonts w:ascii="Times New Roman" w:hAnsi="Times New Roman"/>
          <w:sz w:val="28"/>
          <w:szCs w:val="28"/>
        </w:rPr>
        <w:t>2017 год</w:t>
      </w:r>
    </w:p>
    <w:p w:rsidR="00943AED" w:rsidRPr="000067B3" w:rsidRDefault="00943AED" w:rsidP="000067B3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r w:rsidRPr="000067B3">
        <w:rPr>
          <w:rFonts w:ascii="Times New Roman" w:hAnsi="Times New Roman"/>
          <w:sz w:val="28"/>
          <w:szCs w:val="28"/>
        </w:rPr>
        <w:t>ПАСПОРТ</w:t>
      </w:r>
    </w:p>
    <w:p w:rsidR="00943AED" w:rsidRPr="00F53E5F" w:rsidRDefault="00943AED" w:rsidP="00F53E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E5F">
        <w:rPr>
          <w:rFonts w:ascii="Times New Roman" w:hAnsi="Times New Roman"/>
          <w:sz w:val="28"/>
          <w:szCs w:val="28"/>
        </w:rPr>
        <w:t xml:space="preserve">программы </w:t>
      </w:r>
    </w:p>
    <w:p w:rsidR="00943AED" w:rsidRPr="00F53E5F" w:rsidRDefault="00943AED" w:rsidP="00F53E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E5F">
        <w:rPr>
          <w:rFonts w:ascii="Times New Roman" w:hAnsi="Times New Roman"/>
          <w:sz w:val="28"/>
          <w:szCs w:val="28"/>
        </w:rPr>
        <w:t xml:space="preserve">«Формирование </w:t>
      </w:r>
      <w:r>
        <w:rPr>
          <w:rFonts w:ascii="Times New Roman" w:hAnsi="Times New Roman"/>
          <w:sz w:val="28"/>
          <w:szCs w:val="28"/>
        </w:rPr>
        <w:t>комфорт</w:t>
      </w:r>
      <w:r w:rsidRPr="00F53E5F">
        <w:rPr>
          <w:rFonts w:ascii="Times New Roman" w:hAnsi="Times New Roman"/>
          <w:sz w:val="28"/>
          <w:szCs w:val="28"/>
        </w:rPr>
        <w:t xml:space="preserve">ной городской среды </w:t>
      </w:r>
      <w:r>
        <w:rPr>
          <w:rFonts w:ascii="Times New Roman" w:hAnsi="Times New Roman"/>
          <w:sz w:val="28"/>
          <w:szCs w:val="28"/>
        </w:rPr>
        <w:t xml:space="preserve"> Надеждинского  сельского поселения Омского муниципального района Омской области на 2018-2022 годы»</w:t>
      </w:r>
    </w:p>
    <w:p w:rsidR="00943AED" w:rsidRPr="00F53E5F" w:rsidRDefault="00943AED" w:rsidP="00F53E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/>
      </w:tblPr>
      <w:tblGrid>
        <w:gridCol w:w="2765"/>
        <w:gridCol w:w="6938"/>
      </w:tblGrid>
      <w:tr w:rsidR="00943AED" w:rsidRPr="00A43B5D" w:rsidTr="00F10109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Надеждинс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>кого сельского поселения Омского муниципального района Омской области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«Формирование комфортной городской среды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Надеждин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ского сельского поселения Омского муниципального района Омской области на 2018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-2022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ы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943AED" w:rsidRPr="00A43B5D" w:rsidTr="00F10109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Надеждинс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>кого сельского поселения Омского муниципального района Омской области</w:t>
            </w:r>
          </w:p>
        </w:tc>
      </w:tr>
      <w:tr w:rsidR="00943AED" w:rsidRPr="00A43B5D" w:rsidTr="00F10109">
        <w:trPr>
          <w:trHeight w:val="473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Исполнители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Участники мероприятий 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1. 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Надеждин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>ского сельского поселения Омского муниципального района Омской области</w:t>
            </w:r>
          </w:p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Граждане, их объединения; заинтересованные лица; общественные организации; подрядные организации.</w:t>
            </w:r>
          </w:p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943AED" w:rsidRPr="00A43B5D" w:rsidTr="00F10109">
        <w:trPr>
          <w:trHeight w:val="423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2022 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</w:t>
            </w:r>
          </w:p>
        </w:tc>
      </w:tr>
      <w:tr w:rsidR="00943AED" w:rsidRPr="00A43B5D" w:rsidTr="00F10109">
        <w:trPr>
          <w:trHeight w:val="417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1. Проведение муниципальной политики, направленной на повышение качества и комфорта городской среды на территории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Надеждинс</w:t>
            </w:r>
            <w:r w:rsidRPr="00A43B5D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кого сельского поселения Омского муниципального района Омской области.</w:t>
            </w:r>
          </w:p>
          <w:p w:rsidR="00943AED" w:rsidRPr="00A43B5D" w:rsidRDefault="00943AED" w:rsidP="00F10109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2. Р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еализация участия общественности, граждан, заинтересованных лиц в муниципальной программе для совместного определения развития территории, выявления истинных проблем и потребностей людей. </w:t>
            </w:r>
          </w:p>
          <w:p w:rsidR="00943AED" w:rsidRPr="00A43B5D" w:rsidRDefault="00943AED" w:rsidP="00F10109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 Повышение уровня благоустройства придворовых территорий МКД, развитие территорий общего пользования  муниципального образования.</w:t>
            </w:r>
          </w:p>
        </w:tc>
      </w:tr>
      <w:tr w:rsidR="00943AED" w:rsidRPr="00A43B5D" w:rsidTr="00F10109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1. Проведение ремонта и обеспечение комплексного благоустройства  территорий общего пользования,  дворовых территорий многоквартирных домов (МКД) и социально значимых мест массового пребывания людей.</w:t>
            </w:r>
          </w:p>
          <w:p w:rsidR="00943AED" w:rsidRPr="00A43B5D" w:rsidRDefault="00943AED" w:rsidP="00F1010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Обеспечение формирования единого облика, эстетического состояния территории муниципального образования.</w:t>
            </w:r>
          </w:p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 Повышение уровня вовлеченности заинтересованных граждан, организаций в реализацию мероприятий по благоустройству территорий общего пользования муниципального образования.</w:t>
            </w:r>
          </w:p>
        </w:tc>
      </w:tr>
      <w:tr w:rsidR="00943AED" w:rsidRPr="00A43B5D" w:rsidTr="00F10109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1. Проведение ремонта и благоустройства  территорий общего пользования и подъездов к дворовым территориям многоквартирных домов (МКД).</w:t>
            </w:r>
          </w:p>
          <w:p w:rsidR="00943AED" w:rsidRPr="00A43B5D" w:rsidRDefault="00943AED" w:rsidP="00F1010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Благоустройство дворовых территорий МКД.</w:t>
            </w:r>
          </w:p>
        </w:tc>
      </w:tr>
      <w:tr w:rsidR="00943AED" w:rsidRPr="00A43B5D" w:rsidTr="00F10109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 в целом и по годам ее реализации</w:t>
            </w:r>
          </w:p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Общие расходы на реализацию программы составят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860 000,00 рублей, в т.ч. по годам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</w:p>
          <w:p w:rsidR="00943AED" w:rsidRDefault="00943AED" w:rsidP="008A27B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2018 год - 150 000,00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</w:t>
            </w:r>
            <w:r w:rsidRPr="00A43B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943AED" w:rsidRDefault="00943AED" w:rsidP="008A27B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2019 год - 170 000,00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:rsidR="00943AED" w:rsidRDefault="00943AED" w:rsidP="008A27B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2020 год – 180 000,00 рублей;</w:t>
            </w:r>
          </w:p>
          <w:p w:rsidR="00943AED" w:rsidRDefault="00943AED" w:rsidP="008A27B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2021 год – 180 000,00 рублей;</w:t>
            </w:r>
          </w:p>
          <w:p w:rsidR="00943AED" w:rsidRPr="00A43B5D" w:rsidRDefault="00943AED" w:rsidP="008A27B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2022 год – 180 000,00 рублей.</w:t>
            </w:r>
          </w:p>
          <w:p w:rsidR="00943AED" w:rsidRDefault="00943AED" w:rsidP="008A27B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Из общего объема расходы бюджета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Надеждинск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860 000,00 рублей, в т.ч. по годам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</w:p>
          <w:p w:rsidR="00943AED" w:rsidRDefault="00943AED" w:rsidP="008A27B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2018 год - 150 000,00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</w:t>
            </w:r>
            <w:r w:rsidRPr="00A43B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943AED" w:rsidRDefault="00943AED" w:rsidP="008A27B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2019 год - 170 000,00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:rsidR="00943AED" w:rsidRDefault="00943AED" w:rsidP="008A27B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2020 год – 180 000,00 рублей;</w:t>
            </w:r>
          </w:p>
          <w:p w:rsidR="00943AED" w:rsidRDefault="00943AED" w:rsidP="008A27B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2021 год – 180 000,00 рублей;</w:t>
            </w:r>
          </w:p>
          <w:p w:rsidR="00943AED" w:rsidRPr="00A43B5D" w:rsidRDefault="00943AED" w:rsidP="008A27B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2022 год – 180 000,00 рублей.</w:t>
            </w:r>
          </w:p>
          <w:p w:rsidR="00943AED" w:rsidRPr="00A43B5D" w:rsidRDefault="00943AED" w:rsidP="00F1010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 общего объема расходы областного  бюджета составят: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рублей; </w:t>
            </w:r>
          </w:p>
          <w:p w:rsidR="00943AED" w:rsidRPr="00A43B5D" w:rsidRDefault="00943AED" w:rsidP="00F1010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Из общего объема расходы федерального  бюджета составят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рублей.</w:t>
            </w:r>
          </w:p>
          <w:p w:rsidR="00943AED" w:rsidRPr="00A43B5D" w:rsidRDefault="00943AED" w:rsidP="00F10109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Объемы финансирования будут уточняться при формировании бюджета муниципального образования</w:t>
            </w:r>
          </w:p>
        </w:tc>
      </w:tr>
      <w:tr w:rsidR="00943AED" w:rsidRPr="00A43B5D" w:rsidTr="00F10109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Выполнение мероприятий программы позволит к концу 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 xml:space="preserve"> года обеспечить:</w:t>
            </w:r>
          </w:p>
          <w:p w:rsidR="00943AED" w:rsidRPr="00A43B5D" w:rsidRDefault="00943AED" w:rsidP="00F1010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1. ремонт подъездов к дворовым территориям многоквартирных домов (МКД).</w:t>
            </w:r>
          </w:p>
          <w:p w:rsidR="00943AED" w:rsidRPr="00A43B5D" w:rsidRDefault="00943AED" w:rsidP="00F1010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ремонта автомобильных дорог общего пользования местного значения наиболее посещаемых муниципальных  территорий общего пользования населенных пунктов.</w:t>
            </w:r>
          </w:p>
          <w:p w:rsidR="00943AED" w:rsidRPr="00A43B5D" w:rsidRDefault="00943AED" w:rsidP="00F1010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 повышение безопасности движения пешеходов                и транспортных средств на  проездах к дворовым территориям многоквартирных домов</w:t>
            </w:r>
          </w:p>
          <w:p w:rsidR="00943AED" w:rsidRPr="00A43B5D" w:rsidRDefault="00943AED" w:rsidP="00F1010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 Благоустройство дворовых территорий МКД.</w:t>
            </w:r>
          </w:p>
          <w:p w:rsidR="00943AED" w:rsidRPr="00A43B5D" w:rsidRDefault="00943AED" w:rsidP="00F101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AED" w:rsidRPr="00A43B5D" w:rsidTr="00F10109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Целевые индикаторы 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1.  доля отремонтированных дворовых территорий, (%);  </w:t>
            </w:r>
          </w:p>
          <w:p w:rsidR="00943AED" w:rsidRPr="00A43B5D" w:rsidRDefault="00943AED" w:rsidP="00F10109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доля населения, проживающего в МКД с благоустроенными дворовыми территориями, (%).</w:t>
            </w:r>
          </w:p>
        </w:tc>
      </w:tr>
    </w:tbl>
    <w:p w:rsidR="00943AED" w:rsidRPr="00A43B5D" w:rsidRDefault="00943AED" w:rsidP="00A43B5D">
      <w:pPr>
        <w:pBdr>
          <w:bottom w:val="single" w:sz="4" w:space="1" w:color="000000"/>
        </w:pBdr>
        <w:spacing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943AE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43AE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43AE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</w:rPr>
        <w:t xml:space="preserve"> 1. Характеристика текущего состояния сферы благоустройства в муниципальном образовании</w:t>
      </w:r>
    </w:p>
    <w:p w:rsidR="00943AED" w:rsidRPr="00A43B5D" w:rsidRDefault="00943AED" w:rsidP="00A43B5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943AED" w:rsidRPr="00A43B5D" w:rsidRDefault="00943AED" w:rsidP="00A43B5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943AED" w:rsidRPr="00A43B5D" w:rsidRDefault="00943AED" w:rsidP="00A43B5D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43B5D">
        <w:rPr>
          <w:rFonts w:ascii="Times New Roman" w:hAnsi="Times New Roman" w:cs="Times New Roman"/>
          <w:sz w:val="28"/>
          <w:szCs w:val="28"/>
        </w:rPr>
        <w:t xml:space="preserve"> Для целей программы «Формирование комфортной среды»  используются следующие понятия:</w:t>
      </w:r>
    </w:p>
    <w:p w:rsidR="00943AED" w:rsidRPr="00A43B5D" w:rsidRDefault="00943AED" w:rsidP="00A43B5D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A43B5D">
        <w:rPr>
          <w:sz w:val="28"/>
          <w:szCs w:val="28"/>
          <w:lang w:eastAsia="en-US"/>
        </w:rPr>
        <w:t xml:space="preserve">- </w:t>
      </w:r>
      <w:r w:rsidRPr="00A43B5D">
        <w:rPr>
          <w:sz w:val="28"/>
          <w:szCs w:val="28"/>
        </w:rPr>
        <w:t>Благоустройство дворовой территории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</w:p>
    <w:p w:rsidR="00943AED" w:rsidRPr="00A43B5D" w:rsidRDefault="00943AED" w:rsidP="00A43B5D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A43B5D">
        <w:rPr>
          <w:sz w:val="28"/>
          <w:szCs w:val="28"/>
        </w:rPr>
        <w:t>- Элементы благоустройства территории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943AED" w:rsidRPr="00A43B5D" w:rsidRDefault="00943AED" w:rsidP="00A43B5D">
      <w:pPr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Объекты благоустройства территории -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образования, территории административных округов и районов городских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образования.</w:t>
      </w:r>
    </w:p>
    <w:p w:rsidR="00943AED" w:rsidRPr="00A43B5D" w:rsidRDefault="00943AED" w:rsidP="00A43B5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В муниципальном образовании насчитывается </w:t>
      </w:r>
      <w:r>
        <w:rPr>
          <w:rFonts w:ascii="Times New Roman" w:hAnsi="Times New Roman"/>
          <w:sz w:val="28"/>
          <w:szCs w:val="28"/>
        </w:rPr>
        <w:t>4 многоквартирных дома</w:t>
      </w:r>
      <w:r w:rsidRPr="00A43B5D">
        <w:rPr>
          <w:rFonts w:ascii="Times New Roman" w:hAnsi="Times New Roman"/>
          <w:sz w:val="28"/>
          <w:szCs w:val="28"/>
        </w:rPr>
        <w:t xml:space="preserve">. </w:t>
      </w:r>
    </w:p>
    <w:p w:rsidR="00943AED" w:rsidRPr="00A43B5D" w:rsidRDefault="00943AED" w:rsidP="00A43B5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A43B5D">
        <w:rPr>
          <w:rFonts w:ascii="Times New Roman" w:hAnsi="Times New Roman"/>
          <w:sz w:val="28"/>
          <w:szCs w:val="28"/>
        </w:rPr>
        <w:t>многоквартирны</w:t>
      </w:r>
      <w:r>
        <w:rPr>
          <w:rFonts w:ascii="Times New Roman" w:hAnsi="Times New Roman"/>
          <w:sz w:val="28"/>
          <w:szCs w:val="28"/>
        </w:rPr>
        <w:t>х</w:t>
      </w:r>
      <w:r w:rsidRPr="00A43B5D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A43B5D">
        <w:rPr>
          <w:rFonts w:ascii="Times New Roman" w:hAnsi="Times New Roman"/>
          <w:sz w:val="28"/>
          <w:szCs w:val="28"/>
        </w:rPr>
        <w:t xml:space="preserve">. </w:t>
      </w:r>
    </w:p>
    <w:p w:rsidR="00943AED" w:rsidRPr="00A43B5D" w:rsidRDefault="00943AED" w:rsidP="00A43B5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Большинство жилых домов введено в эксплуатацию в 80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943AED" w:rsidRPr="00A43B5D" w:rsidRDefault="00943AED" w:rsidP="00A43B5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943AED" w:rsidRPr="00A43B5D" w:rsidRDefault="00943AED" w:rsidP="00A43B5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 целях повышения комфортности проживания населения в муниципальном образовании реализуются мероприятия, направленные на благоустройство дворовых территорий, а именно:</w:t>
      </w:r>
    </w:p>
    <w:p w:rsidR="00943AED" w:rsidRPr="00A43B5D" w:rsidRDefault="00943AED" w:rsidP="00A43B5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943AED" w:rsidRPr="00A43B5D" w:rsidRDefault="00943AED" w:rsidP="00A43B5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943AED" w:rsidRPr="00A43B5D" w:rsidRDefault="00943AED" w:rsidP="00A43B5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42406">
        <w:rPr>
          <w:rFonts w:ascii="Times New Roman" w:hAnsi="Times New Roman"/>
          <w:sz w:val="28"/>
          <w:szCs w:val="28"/>
        </w:rPr>
        <w:t>Реализация программы</w:t>
      </w:r>
      <w:r w:rsidRPr="00A43B5D">
        <w:rPr>
          <w:rFonts w:ascii="Times New Roman" w:hAnsi="Times New Roman"/>
          <w:sz w:val="28"/>
          <w:szCs w:val="28"/>
        </w:rPr>
        <w:t xml:space="preserve">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внутридворовых территорий, повысить уровень и качество жизни жителей поселения.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При реализации программы возможно возникновение следующих рисков, которые могут препятствовать достижению планируемых результатов: 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- риски, связанные с изменением бюджетного законодательства; 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- финансовые риски: финансирование муниципальной программы не в полном объеме в связи с неисполнением доходной части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A43B5D">
        <w:rPr>
          <w:rFonts w:ascii="Times New Roman" w:hAnsi="Times New Roman"/>
          <w:sz w:val="28"/>
          <w:szCs w:val="28"/>
        </w:rPr>
        <w:t xml:space="preserve">. 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 таком случае программа подлежит корректировке.</w:t>
      </w:r>
    </w:p>
    <w:p w:rsidR="00943AED" w:rsidRPr="00A43B5D" w:rsidRDefault="00943AED" w:rsidP="00A43B5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43AED" w:rsidRDefault="00943AED" w:rsidP="00A43B5D">
      <w:pPr>
        <w:spacing w:line="100" w:lineRule="atLeast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 Цель и задачи </w:t>
      </w:r>
      <w:r w:rsidRPr="00A43B5D">
        <w:rPr>
          <w:rFonts w:ascii="Times New Roman" w:hAnsi="Times New Roman"/>
          <w:b/>
          <w:sz w:val="28"/>
          <w:szCs w:val="28"/>
        </w:rPr>
        <w:t>программы</w:t>
      </w:r>
    </w:p>
    <w:p w:rsidR="00943AED" w:rsidRPr="00A43B5D" w:rsidRDefault="00943AED" w:rsidP="00A43B5D">
      <w:pPr>
        <w:pStyle w:val="NoSpacing"/>
        <w:ind w:firstLine="708"/>
        <w:rPr>
          <w:rFonts w:ascii="Times New Roman" w:hAnsi="Times New Roman" w:cs="Times New Roman"/>
          <w:sz w:val="28"/>
          <w:szCs w:val="28"/>
        </w:rPr>
      </w:pPr>
    </w:p>
    <w:p w:rsidR="00943AED" w:rsidRPr="00A43B5D" w:rsidRDefault="00943AED" w:rsidP="00A43B5D">
      <w:pPr>
        <w:snapToGrid w:val="0"/>
        <w:spacing w:line="100" w:lineRule="atLeast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1) Проведение муниципальной политики, направленной на повышение качества и комфорта городской среды на территории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Надеждин</w:t>
      </w:r>
      <w:r w:rsidRPr="00A43B5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ского сельского поселения Омского муниципального района Омской области.</w:t>
      </w:r>
    </w:p>
    <w:p w:rsidR="00943AED" w:rsidRPr="00A43B5D" w:rsidRDefault="00943AED" w:rsidP="00A43B5D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2) Р</w:t>
      </w:r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еализация участия общественности, граждан, заинтересованных лиц в муниципальной программе для совместного определения развития территории, выявления истинных проблем и потребностей людей. </w:t>
      </w:r>
    </w:p>
    <w:p w:rsidR="00943AED" w:rsidRPr="00A43B5D" w:rsidRDefault="00943AED" w:rsidP="00A43B5D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sz w:val="28"/>
          <w:szCs w:val="28"/>
          <w:shd w:val="clear" w:color="auto" w:fill="FFFFFF"/>
        </w:rPr>
        <w:t>3) Повышение уровня благоустройства придворовых территорий МКД, развитие территорий общего пользования  муниципального образования.</w:t>
      </w:r>
    </w:p>
    <w:p w:rsidR="00943AED" w:rsidRPr="00A43B5D" w:rsidRDefault="00943AED" w:rsidP="00A43B5D">
      <w:pPr>
        <w:snapToGrid w:val="0"/>
        <w:spacing w:line="10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  <w:shd w:val="clear" w:color="auto" w:fill="FFFFFF"/>
        </w:rPr>
        <w:t>3. Срок реализации нас</w:t>
      </w:r>
      <w:r w:rsidRPr="00A43B5D">
        <w:rPr>
          <w:rFonts w:ascii="Times New Roman" w:hAnsi="Times New Roman"/>
          <w:b/>
          <w:sz w:val="28"/>
          <w:szCs w:val="28"/>
        </w:rPr>
        <w:t xml:space="preserve">тоящей программы </w:t>
      </w:r>
    </w:p>
    <w:p w:rsidR="00943AED" w:rsidRPr="00A43B5D" w:rsidRDefault="00943AED" w:rsidP="00A43B5D">
      <w:pPr>
        <w:pStyle w:val="1"/>
        <w:spacing w:line="100" w:lineRule="atLeast"/>
        <w:ind w:left="0"/>
        <w:rPr>
          <w:rFonts w:ascii="Times New Roman" w:hAnsi="Times New Roman"/>
          <w:b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</w:t>
      </w:r>
      <w:r w:rsidRPr="00A43B5D">
        <w:rPr>
          <w:rFonts w:ascii="Times New Roman" w:hAnsi="Times New Roman"/>
          <w:sz w:val="28"/>
          <w:szCs w:val="28"/>
        </w:rPr>
        <w:t>рограммы предусмотрена на 2018</w:t>
      </w:r>
      <w:r>
        <w:rPr>
          <w:rFonts w:ascii="Times New Roman" w:hAnsi="Times New Roman"/>
          <w:sz w:val="28"/>
          <w:szCs w:val="28"/>
        </w:rPr>
        <w:t>-2022</w:t>
      </w:r>
      <w:r w:rsidRPr="00A43B5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943AED" w:rsidRPr="007C2F79" w:rsidRDefault="00943AED" w:rsidP="00A43B5D">
      <w:pPr>
        <w:pStyle w:val="BodyText"/>
        <w:spacing w:after="0"/>
        <w:jc w:val="center"/>
        <w:rPr>
          <w:b/>
          <w:sz w:val="28"/>
          <w:szCs w:val="28"/>
          <w:shd w:val="clear" w:color="auto" w:fill="FF0000"/>
        </w:rPr>
      </w:pP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 </w:t>
      </w:r>
      <w:r w:rsidRPr="00A43B5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Описание  входящих в состав программы  основных мероприятий </w:t>
      </w: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Основу 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943AED" w:rsidRPr="00A43B5D" w:rsidRDefault="00943AED" w:rsidP="00A43B5D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программа, в которой предусматривается целенаправленная работа по благоустройству дворовых территорий МКД исходя из: 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1) минимального перечня работ: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ремонт дворовых проездов;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обеспечение освещением дворовых территорий;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установка скамеек, урн для мусора.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2) дополнительного перечня работ: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оборудование детских площадок;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оборудование спортивных площадок;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устройство автомобильных парковок;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- озеленение территории. </w:t>
      </w:r>
    </w:p>
    <w:p w:rsidR="00943AED" w:rsidRPr="00A43B5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создания условий для жизнедеятельности маломобильных групп населения.</w:t>
      </w: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  <w:shd w:val="clear" w:color="auto" w:fill="FFFFFF"/>
        </w:rPr>
        <w:t>5. Объем  и источники фина</w:t>
      </w:r>
      <w:r w:rsidRPr="00A43B5D">
        <w:rPr>
          <w:rFonts w:ascii="Times New Roman" w:hAnsi="Times New Roman"/>
          <w:b/>
          <w:sz w:val="28"/>
          <w:szCs w:val="28"/>
        </w:rPr>
        <w:t>нсирования  программы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 </w:t>
      </w:r>
      <w:r>
        <w:rPr>
          <w:rFonts w:ascii="Times New Roman" w:hAnsi="Times New Roman"/>
          <w:sz w:val="28"/>
          <w:szCs w:val="28"/>
        </w:rPr>
        <w:t xml:space="preserve"> 860 000,00</w:t>
      </w:r>
      <w:r w:rsidRPr="00A43B5D">
        <w:rPr>
          <w:rFonts w:ascii="Times New Roman" w:hAnsi="Times New Roman"/>
          <w:sz w:val="28"/>
          <w:szCs w:val="28"/>
        </w:rPr>
        <w:t xml:space="preserve"> руб.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rFonts w:ascii="Times New Roman" w:hAnsi="Times New Roman"/>
          <w:sz w:val="28"/>
          <w:szCs w:val="28"/>
        </w:rPr>
        <w:t>860 000,00</w:t>
      </w:r>
      <w:r w:rsidRPr="00A43B5D">
        <w:rPr>
          <w:rFonts w:ascii="Times New Roman" w:hAnsi="Times New Roman"/>
          <w:sz w:val="28"/>
          <w:szCs w:val="28"/>
        </w:rPr>
        <w:t xml:space="preserve"> руб.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>
        <w:rPr>
          <w:rFonts w:ascii="Times New Roman" w:hAnsi="Times New Roman"/>
          <w:sz w:val="28"/>
          <w:szCs w:val="28"/>
        </w:rPr>
        <w:t>0,00</w:t>
      </w:r>
      <w:r w:rsidRPr="00A43B5D">
        <w:rPr>
          <w:rFonts w:ascii="Times New Roman" w:hAnsi="Times New Roman"/>
          <w:sz w:val="28"/>
          <w:szCs w:val="28"/>
        </w:rPr>
        <w:t xml:space="preserve"> руб.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Из общего объема расходы бюджета поселения за счет поступлений целевого характера из федерального бюджета составят </w:t>
      </w:r>
      <w:r>
        <w:rPr>
          <w:rFonts w:ascii="Times New Roman" w:hAnsi="Times New Roman"/>
          <w:sz w:val="28"/>
          <w:szCs w:val="28"/>
        </w:rPr>
        <w:t>0,00</w:t>
      </w:r>
      <w:r w:rsidRPr="00A43B5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A43B5D">
        <w:rPr>
          <w:rFonts w:ascii="Times New Roman" w:hAnsi="Times New Roman"/>
          <w:sz w:val="28"/>
          <w:szCs w:val="28"/>
        </w:rPr>
        <w:t xml:space="preserve"> </w:t>
      </w: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</w:rPr>
        <w:t>6. Порядок аккумулирования и расходования средств заинтересованных лиц, направляемых на выполнение дополнительного перечней работ по благоустройству дворовых территорий, и механизм контроля за их расходованием.</w:t>
      </w: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1. Настоящий Порядок разработан в целях реализации постановления Правительства Российской Федерации от 10.02.2017 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 и устанавливает порядок аккумулирования и расходования средств заинтересованных лиц, направляемых на выполнение дополнительного перечней работ по благоустройству дворовых территорий, и механизм контроля за их расходованием, а также порядок финансового участия граждан в выполнении указанных работ. </w:t>
      </w:r>
    </w:p>
    <w:p w:rsidR="00943AED" w:rsidRPr="00A43B5D" w:rsidRDefault="00943AED" w:rsidP="00A43B5D">
      <w:pPr>
        <w:ind w:firstLine="851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2. </w:t>
      </w:r>
      <w:r w:rsidRPr="00441722">
        <w:rPr>
          <w:rFonts w:ascii="Times New Roman" w:hAnsi="Times New Roman"/>
          <w:sz w:val="28"/>
          <w:szCs w:val="28"/>
        </w:rPr>
        <w:t>Аккумулирование средств заинтересованных лиц, направляемых на выполнение дополнительного</w:t>
      </w:r>
      <w:r w:rsidRPr="00A43B5D">
        <w:rPr>
          <w:rFonts w:ascii="Times New Roman" w:hAnsi="Times New Roman"/>
          <w:sz w:val="28"/>
          <w:szCs w:val="28"/>
        </w:rPr>
        <w:t xml:space="preserve"> перечня работ по благоустройству дворовых территорий, осуществляется на 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лицевом счете, предназначенном для отражения операций по администрированию поступлений доходов в бюджет, открытом органом Федерального казначейства Администрации </w:t>
      </w:r>
      <w:r>
        <w:rPr>
          <w:rFonts w:ascii="Times New Roman" w:hAnsi="Times New Roman"/>
          <w:color w:val="000000"/>
          <w:sz w:val="28"/>
          <w:szCs w:val="28"/>
        </w:rPr>
        <w:t>Надеждин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ского сельского поселения Омского муниципального района Омской области  в порядке, </w:t>
      </w:r>
      <w:r w:rsidRPr="00A43B5D">
        <w:rPr>
          <w:rFonts w:ascii="Times New Roman" w:hAnsi="Times New Roman"/>
          <w:sz w:val="28"/>
          <w:szCs w:val="28"/>
        </w:rPr>
        <w:t xml:space="preserve">утвержденном </w:t>
      </w:r>
      <w:r w:rsidRPr="00A43B5D">
        <w:rPr>
          <w:rFonts w:ascii="Times New Roman" w:hAnsi="Times New Roman"/>
          <w:bCs/>
          <w:sz w:val="28"/>
          <w:szCs w:val="28"/>
        </w:rPr>
        <w:t>приказом Федерального казначейства от 07.10.2008 г. № 7н «О порядке открытия и ведения лицевых счетов Федеральным казначейством и его территориальными органами».</w:t>
      </w:r>
    </w:p>
    <w:p w:rsidR="00943AED" w:rsidRPr="00A43B5D" w:rsidRDefault="00943AED" w:rsidP="00A43B5D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Par75"/>
      <w:bookmarkEnd w:id="0"/>
      <w:r w:rsidRPr="00A43B5D">
        <w:rPr>
          <w:rFonts w:ascii="Times New Roman" w:hAnsi="Times New Roman"/>
          <w:sz w:val="28"/>
          <w:szCs w:val="28"/>
        </w:rPr>
        <w:t xml:space="preserve">3. В Администрацию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Омского муниципального района Омской области  </w:t>
      </w:r>
      <w:r w:rsidRPr="00A43B5D">
        <w:rPr>
          <w:rFonts w:ascii="Times New Roman" w:hAnsi="Times New Roman"/>
          <w:sz w:val="28"/>
          <w:szCs w:val="28"/>
        </w:rPr>
        <w:t>представляются сведения о сумме софинансирования заинтересованных лиц, механизм расчета сбора средств (с 1 жителя, 1 дома, и т.д.), порядок сбора средств, принятые на общих собраниях собственников многоквартирного дома (далее – МКД).</w:t>
      </w:r>
    </w:p>
    <w:p w:rsidR="00943AED" w:rsidRPr="00A43B5D" w:rsidRDefault="00943AED" w:rsidP="00A43B5D">
      <w:pPr>
        <w:pStyle w:val="msonormalcxspmiddle"/>
        <w:spacing w:before="0" w:beforeAutospacing="0" w:after="0" w:afterAutospacing="0"/>
        <w:ind w:left="142" w:firstLine="851"/>
        <w:contextualSpacing/>
        <w:jc w:val="both"/>
        <w:rPr>
          <w:sz w:val="28"/>
          <w:szCs w:val="28"/>
        </w:rPr>
      </w:pPr>
      <w:r w:rsidRPr="00A43B5D">
        <w:rPr>
          <w:sz w:val="28"/>
          <w:szCs w:val="28"/>
        </w:rPr>
        <w:t>4. Сбор средств осуществляется после подтверждения участия МКД в конкурсе. Инициативная группа осуществляет сбор средств  в  соответствии с порядком, определенным на собрании собственников МКД.</w:t>
      </w:r>
    </w:p>
    <w:p w:rsidR="00943AED" w:rsidRPr="00A43B5D" w:rsidRDefault="00943AED" w:rsidP="00A43B5D">
      <w:pPr>
        <w:pStyle w:val="msonormalcxspmiddle"/>
        <w:spacing w:before="0" w:beforeAutospacing="0" w:after="0" w:afterAutospacing="0"/>
        <w:ind w:left="142" w:firstLine="851"/>
        <w:contextualSpacing/>
        <w:jc w:val="both"/>
        <w:rPr>
          <w:color w:val="000000"/>
          <w:sz w:val="28"/>
          <w:szCs w:val="28"/>
        </w:rPr>
      </w:pPr>
      <w:r w:rsidRPr="00A43B5D">
        <w:rPr>
          <w:sz w:val="28"/>
          <w:szCs w:val="28"/>
        </w:rPr>
        <w:t>5. Поступившие от заинтересованных лиц</w:t>
      </w:r>
      <w:r w:rsidRPr="00A43B5D">
        <w:rPr>
          <w:color w:val="000000"/>
          <w:sz w:val="28"/>
          <w:szCs w:val="28"/>
        </w:rPr>
        <w:t xml:space="preserve"> денежные средства </w:t>
      </w:r>
      <w:r w:rsidRPr="00A43B5D">
        <w:rPr>
          <w:sz w:val="28"/>
          <w:szCs w:val="28"/>
        </w:rPr>
        <w:t>перечисляются у</w:t>
      </w:r>
      <w:r w:rsidRPr="00A43B5D">
        <w:rPr>
          <w:color w:val="000000"/>
          <w:sz w:val="28"/>
          <w:szCs w:val="28"/>
        </w:rPr>
        <w:t>полномоченными лицами инициативной группы в бюджет поселения по следующим реквизитам:</w:t>
      </w:r>
    </w:p>
    <w:p w:rsidR="00943AED" w:rsidRPr="00A43B5D" w:rsidRDefault="00943AED" w:rsidP="00A43B5D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Получатель УФК по Омской области (Администрация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 сельского поселения),</w:t>
      </w:r>
    </w:p>
    <w:p w:rsidR="00943AED" w:rsidRPr="00A43B5D" w:rsidRDefault="00943AED" w:rsidP="00A43B5D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ИНН 5528025</w:t>
      </w:r>
      <w:r>
        <w:rPr>
          <w:rFonts w:ascii="Times New Roman" w:hAnsi="Times New Roman"/>
          <w:sz w:val="28"/>
          <w:szCs w:val="28"/>
        </w:rPr>
        <w:t>12</w:t>
      </w:r>
      <w:r w:rsidRPr="00A43B5D">
        <w:rPr>
          <w:rFonts w:ascii="Times New Roman" w:hAnsi="Times New Roman"/>
          <w:sz w:val="28"/>
          <w:szCs w:val="28"/>
        </w:rPr>
        <w:t>2</w:t>
      </w:r>
    </w:p>
    <w:p w:rsidR="00943AED" w:rsidRPr="00A43B5D" w:rsidRDefault="00943AED" w:rsidP="00A43B5D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КПП 552801001</w:t>
      </w:r>
    </w:p>
    <w:p w:rsidR="00943AED" w:rsidRPr="00A43B5D" w:rsidRDefault="00943AED" w:rsidP="00A43B5D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р/с 40101810100000010000</w:t>
      </w:r>
    </w:p>
    <w:p w:rsidR="00943AED" w:rsidRPr="00A43B5D" w:rsidRDefault="00943AED" w:rsidP="00A43B5D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банк получателя Отделение Омск г. Омск</w:t>
      </w:r>
    </w:p>
    <w:p w:rsidR="00943AED" w:rsidRPr="00A43B5D" w:rsidRDefault="00943AED" w:rsidP="00A43B5D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БИК 045209001</w:t>
      </w:r>
    </w:p>
    <w:p w:rsidR="00943AED" w:rsidRPr="00A43B5D" w:rsidRDefault="00943AED" w:rsidP="00A43B5D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ОКТМО 526444</w:t>
      </w:r>
      <w:r>
        <w:rPr>
          <w:rFonts w:ascii="Times New Roman" w:hAnsi="Times New Roman"/>
          <w:sz w:val="28"/>
          <w:szCs w:val="28"/>
        </w:rPr>
        <w:t>31</w:t>
      </w:r>
    </w:p>
    <w:p w:rsidR="00943AED" w:rsidRPr="00A43B5D" w:rsidRDefault="00943AED" w:rsidP="00A43B5D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КБК 6</w:t>
      </w:r>
      <w:r>
        <w:rPr>
          <w:rFonts w:ascii="Times New Roman" w:hAnsi="Times New Roman"/>
          <w:sz w:val="28"/>
          <w:szCs w:val="28"/>
        </w:rPr>
        <w:t>13</w:t>
      </w:r>
      <w:r w:rsidRPr="00A43B5D">
        <w:rPr>
          <w:rFonts w:ascii="Times New Roman" w:hAnsi="Times New Roman"/>
          <w:sz w:val="28"/>
          <w:szCs w:val="28"/>
        </w:rPr>
        <w:t>207050</w:t>
      </w:r>
      <w:r>
        <w:rPr>
          <w:rFonts w:ascii="Times New Roman" w:hAnsi="Times New Roman"/>
          <w:sz w:val="28"/>
          <w:szCs w:val="28"/>
        </w:rPr>
        <w:t>2</w:t>
      </w:r>
      <w:r w:rsidRPr="00A43B5D">
        <w:rPr>
          <w:rFonts w:ascii="Times New Roman" w:hAnsi="Times New Roman"/>
          <w:sz w:val="28"/>
          <w:szCs w:val="28"/>
        </w:rPr>
        <w:t>0100000180</w:t>
      </w:r>
    </w:p>
    <w:p w:rsidR="00943AED" w:rsidRPr="00A43B5D" w:rsidRDefault="00943AED" w:rsidP="00A43B5D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Назначение платежа «Поступления от денежных пожертвований, предоставляемых физическими лицами получателям средств бюджетов </w:t>
      </w:r>
      <w:r>
        <w:rPr>
          <w:rFonts w:ascii="Times New Roman" w:hAnsi="Times New Roman"/>
          <w:sz w:val="28"/>
          <w:szCs w:val="28"/>
        </w:rPr>
        <w:t>сель</w:t>
      </w:r>
      <w:r w:rsidRPr="00A43B5D">
        <w:rPr>
          <w:rFonts w:ascii="Times New Roman" w:hAnsi="Times New Roman"/>
          <w:sz w:val="28"/>
          <w:szCs w:val="28"/>
        </w:rPr>
        <w:t xml:space="preserve">ских поселений» с указанием наименования мероприятия. </w:t>
      </w:r>
    </w:p>
    <w:p w:rsidR="00943AED" w:rsidRPr="00A43B5D" w:rsidRDefault="00943AED" w:rsidP="00A43B5D">
      <w:pPr>
        <w:pStyle w:val="msonormalcxspmiddle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A43B5D">
        <w:rPr>
          <w:sz w:val="28"/>
          <w:szCs w:val="28"/>
        </w:rPr>
        <w:t xml:space="preserve">6. Платежный документ о внесении средств на счет получателя средств передается в бухгалтерию Администрации </w:t>
      </w:r>
      <w:r>
        <w:rPr>
          <w:sz w:val="28"/>
          <w:szCs w:val="28"/>
        </w:rPr>
        <w:t>Надеждин</w:t>
      </w:r>
      <w:r w:rsidRPr="00A43B5D">
        <w:rPr>
          <w:sz w:val="28"/>
          <w:szCs w:val="28"/>
        </w:rPr>
        <w:t>ского</w:t>
      </w:r>
      <w:r w:rsidRPr="00A43B5D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A43B5D">
        <w:rPr>
          <w:sz w:val="28"/>
          <w:szCs w:val="28"/>
        </w:rPr>
        <w:t xml:space="preserve">. Ведомость сбора средств хранится в Администрации </w:t>
      </w:r>
      <w:r>
        <w:rPr>
          <w:sz w:val="28"/>
          <w:szCs w:val="28"/>
        </w:rPr>
        <w:t>Надеждин</w:t>
      </w:r>
      <w:r w:rsidRPr="00A43B5D">
        <w:rPr>
          <w:sz w:val="28"/>
          <w:szCs w:val="28"/>
        </w:rPr>
        <w:t>ского</w:t>
      </w:r>
      <w:r w:rsidRPr="00A43B5D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A43B5D">
        <w:rPr>
          <w:sz w:val="28"/>
          <w:szCs w:val="28"/>
        </w:rPr>
        <w:t>.</w:t>
      </w:r>
    </w:p>
    <w:p w:rsidR="00943AED" w:rsidRPr="00A43B5D" w:rsidRDefault="00943AED" w:rsidP="00A43B5D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Уполномоченный работник Администрации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Омского муниципального района Омской области  </w:t>
      </w:r>
      <w:r w:rsidRPr="00A43B5D">
        <w:rPr>
          <w:rFonts w:ascii="Times New Roman" w:hAnsi="Times New Roman"/>
          <w:sz w:val="28"/>
          <w:szCs w:val="28"/>
        </w:rPr>
        <w:t>проверяет и ведет учет поступивших денежных средств для последующего выполнения мероприятий по благоустройству дворовых территорий МКД.</w:t>
      </w:r>
    </w:p>
    <w:p w:rsidR="00943AED" w:rsidRPr="00A43B5D" w:rsidRDefault="00943AED" w:rsidP="00A43B5D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7. После выполнения мероприятий по сбору средств софинансирования заинтересованных лиц, Администрация 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A43B5D">
        <w:rPr>
          <w:rFonts w:ascii="Times New Roman" w:hAnsi="Times New Roman"/>
          <w:sz w:val="28"/>
          <w:szCs w:val="28"/>
        </w:rPr>
        <w:t>,  либо уполномоченный орган на основании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(с изменениями) вносит в план – график наименование, виды, сроки и стоимость работ, которые будут осуществляться по каждому виду работ.</w:t>
      </w:r>
    </w:p>
    <w:p w:rsidR="00943AED" w:rsidRPr="00A43B5D" w:rsidRDefault="00943AED" w:rsidP="00A43B5D">
      <w:pPr>
        <w:pStyle w:val="msonormalcxspmiddle"/>
        <w:spacing w:before="0" w:beforeAutospacing="0" w:after="0" w:afterAutospacing="0"/>
        <w:ind w:left="142" w:firstLine="851"/>
        <w:contextualSpacing/>
        <w:jc w:val="both"/>
        <w:rPr>
          <w:sz w:val="28"/>
          <w:szCs w:val="28"/>
        </w:rPr>
      </w:pPr>
      <w:r w:rsidRPr="00A43B5D">
        <w:rPr>
          <w:sz w:val="28"/>
          <w:szCs w:val="28"/>
        </w:rPr>
        <w:t>8. Расходы осуществляются на основании заключенных муниципальных контрактов с организациями на представленные работы и услуги, путем предоставления подтверждающих документов о выполненных работах и услугах.</w:t>
      </w:r>
    </w:p>
    <w:p w:rsidR="00943AED" w:rsidRPr="00A43B5D" w:rsidRDefault="00943AED" w:rsidP="00A43B5D">
      <w:pPr>
        <w:pStyle w:val="msonormalcxspmiddle"/>
        <w:spacing w:before="0" w:beforeAutospacing="0" w:after="0" w:afterAutospacing="0"/>
        <w:ind w:left="142" w:firstLine="851"/>
        <w:contextualSpacing/>
        <w:jc w:val="both"/>
        <w:rPr>
          <w:sz w:val="28"/>
          <w:szCs w:val="28"/>
        </w:rPr>
      </w:pPr>
      <w:r w:rsidRPr="00A43B5D">
        <w:rPr>
          <w:sz w:val="28"/>
          <w:szCs w:val="28"/>
        </w:rPr>
        <w:t xml:space="preserve">9. Вся информация о расходовании денежных средств, поступивших из бюджета  </w:t>
      </w:r>
      <w:r>
        <w:rPr>
          <w:sz w:val="28"/>
          <w:szCs w:val="28"/>
        </w:rPr>
        <w:t>Надеждин</w:t>
      </w:r>
      <w:r w:rsidRPr="00A43B5D">
        <w:rPr>
          <w:sz w:val="28"/>
          <w:szCs w:val="28"/>
        </w:rPr>
        <w:t>ского</w:t>
      </w:r>
      <w:r w:rsidRPr="00A43B5D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  </w:t>
      </w:r>
      <w:r w:rsidRPr="00A43B5D">
        <w:rPr>
          <w:sz w:val="28"/>
          <w:szCs w:val="28"/>
        </w:rPr>
        <w:t xml:space="preserve">и в порядке софинансирования заинтересованными лицами, подлежит размещению на официальном сайте Администрации </w:t>
      </w:r>
      <w:r>
        <w:rPr>
          <w:sz w:val="28"/>
          <w:szCs w:val="28"/>
        </w:rPr>
        <w:t>Надеждин</w:t>
      </w:r>
      <w:r w:rsidRPr="00A43B5D">
        <w:rPr>
          <w:sz w:val="28"/>
          <w:szCs w:val="28"/>
        </w:rPr>
        <w:t>ского</w:t>
      </w:r>
      <w:r w:rsidRPr="00A43B5D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A43B5D">
        <w:rPr>
          <w:sz w:val="28"/>
          <w:szCs w:val="28"/>
        </w:rPr>
        <w:t>.</w:t>
      </w:r>
    </w:p>
    <w:p w:rsidR="00943AED" w:rsidRPr="00A43B5D" w:rsidRDefault="00943AED" w:rsidP="00A43B5D">
      <w:pPr>
        <w:pStyle w:val="BodyText"/>
        <w:spacing w:after="0"/>
        <w:jc w:val="center"/>
        <w:rPr>
          <w:b/>
          <w:sz w:val="28"/>
          <w:szCs w:val="28"/>
          <w:shd w:val="clear" w:color="auto" w:fill="FFFFFF"/>
        </w:rPr>
      </w:pPr>
    </w:p>
    <w:p w:rsidR="00943AED" w:rsidRPr="00A43B5D" w:rsidRDefault="00943AED" w:rsidP="00A43B5D">
      <w:pPr>
        <w:pStyle w:val="BodyText"/>
        <w:spacing w:after="0"/>
        <w:jc w:val="center"/>
        <w:rPr>
          <w:b/>
          <w:sz w:val="28"/>
          <w:szCs w:val="28"/>
          <w:shd w:val="clear" w:color="auto" w:fill="FFFFFF"/>
        </w:rPr>
      </w:pPr>
      <w:r w:rsidRPr="00A43B5D">
        <w:rPr>
          <w:b/>
          <w:sz w:val="28"/>
          <w:szCs w:val="28"/>
          <w:shd w:val="clear" w:color="auto" w:fill="FFFFFF"/>
        </w:rPr>
        <w:t>7. Описание мероприятий программы и целевые индикаторы выполнения мероприятий программы</w:t>
      </w:r>
    </w:p>
    <w:p w:rsidR="00943AED" w:rsidRPr="00A43B5D" w:rsidRDefault="00943AED" w:rsidP="00A43B5D">
      <w:pPr>
        <w:pStyle w:val="BodyText"/>
        <w:spacing w:after="0"/>
        <w:ind w:left="720"/>
        <w:rPr>
          <w:b/>
          <w:sz w:val="28"/>
          <w:szCs w:val="28"/>
          <w:shd w:val="clear" w:color="auto" w:fill="FF0000"/>
        </w:rPr>
      </w:pP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 рамках основного мероприятия «Формирование комфортной городской среды, в том числе благоустройство дворовых территорий» планируется выполнение следующих мероприятий:</w:t>
      </w:r>
    </w:p>
    <w:p w:rsidR="00943AED" w:rsidRPr="00A43B5D" w:rsidRDefault="00943AED" w:rsidP="00A43B5D">
      <w:pPr>
        <w:numPr>
          <w:ilvl w:val="0"/>
          <w:numId w:val="6"/>
        </w:numPr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капитальный ремонт и ремонт дворовых территорий, проездов к дворовым территориям с.  </w:t>
      </w:r>
      <w:r>
        <w:rPr>
          <w:rFonts w:ascii="Times New Roman" w:hAnsi="Times New Roman"/>
          <w:sz w:val="28"/>
          <w:szCs w:val="28"/>
        </w:rPr>
        <w:t xml:space="preserve">Надеждино </w:t>
      </w:r>
      <w:r w:rsidRPr="00A43B5D">
        <w:rPr>
          <w:rFonts w:ascii="Times New Roman" w:hAnsi="Times New Roman"/>
          <w:sz w:val="28"/>
          <w:szCs w:val="28"/>
        </w:rPr>
        <w:t xml:space="preserve"> (далее – ремонт дворовых территорий);</w:t>
      </w:r>
    </w:p>
    <w:p w:rsidR="00943AED" w:rsidRPr="00A43B5D" w:rsidRDefault="00943AED" w:rsidP="00A43B5D">
      <w:pPr>
        <w:numPr>
          <w:ilvl w:val="0"/>
          <w:numId w:val="6"/>
        </w:numPr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благоустройство дворовых территорий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Целевые индикаторы, характеризующие реализацию указанных мероприятий:</w:t>
      </w:r>
    </w:p>
    <w:p w:rsidR="00943AED" w:rsidRPr="00A43B5D" w:rsidRDefault="00943AED" w:rsidP="00A43B5D">
      <w:pPr>
        <w:numPr>
          <w:ilvl w:val="0"/>
          <w:numId w:val="7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увеличение доли отремонтированных дворовых территорий.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  <w:lang w:val="en-US"/>
        </w:rPr>
        <w:t>P</w:t>
      </w:r>
      <w:r w:rsidRPr="00A43B5D">
        <w:rPr>
          <w:rFonts w:ascii="Times New Roman" w:hAnsi="Times New Roman"/>
          <w:sz w:val="28"/>
          <w:szCs w:val="28"/>
        </w:rPr>
        <w:t xml:space="preserve">1 = </w:t>
      </w:r>
      <w:r w:rsidRPr="00A43B5D">
        <w:rPr>
          <w:rFonts w:ascii="Times New Roman" w:hAnsi="Times New Roman"/>
          <w:sz w:val="28"/>
          <w:szCs w:val="28"/>
          <w:lang w:val="en-US"/>
        </w:rPr>
        <w:t>A</w:t>
      </w:r>
      <w:r w:rsidRPr="00A43B5D">
        <w:rPr>
          <w:rFonts w:ascii="Times New Roman" w:hAnsi="Times New Roman"/>
          <w:sz w:val="28"/>
          <w:szCs w:val="28"/>
        </w:rPr>
        <w:t xml:space="preserve">1- </w:t>
      </w:r>
      <w:r w:rsidRPr="00A43B5D">
        <w:rPr>
          <w:rFonts w:ascii="Times New Roman" w:hAnsi="Times New Roman"/>
          <w:sz w:val="28"/>
          <w:szCs w:val="28"/>
          <w:lang w:val="en-US"/>
        </w:rPr>
        <w:t>B</w:t>
      </w:r>
      <w:r w:rsidRPr="00A43B5D">
        <w:rPr>
          <w:rFonts w:ascii="Times New Roman" w:hAnsi="Times New Roman"/>
          <w:sz w:val="28"/>
          <w:szCs w:val="28"/>
        </w:rPr>
        <w:t>1,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где: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А1 – доля отремонтированных домов 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В1 – общее количество дворовых территорий в году, предшествующем отчетному году, процентов.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943AED" w:rsidRPr="00A43B5D" w:rsidRDefault="00943AED" w:rsidP="00A43B5D">
      <w:pPr>
        <w:numPr>
          <w:ilvl w:val="0"/>
          <w:numId w:val="7"/>
        </w:numPr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Доля населения, проживающего в многоквартирных домах с благоустроенными дворовыми территориями.</w:t>
      </w:r>
    </w:p>
    <w:p w:rsidR="00943AED" w:rsidRPr="00A43B5D" w:rsidRDefault="00943AED" w:rsidP="00A43B5D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943AED" w:rsidRPr="00A43B5D" w:rsidRDefault="00943AED" w:rsidP="00A43B5D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Р2 = А2 / В2 х 100,</w:t>
      </w:r>
    </w:p>
    <w:p w:rsidR="00943AED" w:rsidRPr="00A43B5D" w:rsidRDefault="00943AED" w:rsidP="00A43B5D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где:</w:t>
      </w:r>
    </w:p>
    <w:p w:rsidR="00943AED" w:rsidRPr="00A43B5D" w:rsidRDefault="00943AED" w:rsidP="00A43B5D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А2 – численность населения населенного пункта, проживающего в многоквартирных домах с благоустроенными дворовыми территориями, единиц;</w:t>
      </w:r>
    </w:p>
    <w:p w:rsidR="00943AED" w:rsidRPr="00A43B5D" w:rsidRDefault="00943AED" w:rsidP="00A43B5D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В2 – общая численность населения населенного пункта, человек.</w:t>
      </w:r>
    </w:p>
    <w:p w:rsidR="00943AED" w:rsidRPr="00A43B5D" w:rsidRDefault="00943AED" w:rsidP="00A43B5D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В рамках основного мероприятия «Формирование комфортной городской среды, в том числе благоустройство наиболее посещаемых территорий общего пользования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 сельского поселения» планируется выполнение следующего мероприятия:</w:t>
      </w:r>
    </w:p>
    <w:p w:rsidR="00943AED" w:rsidRPr="00A43B5D" w:rsidRDefault="00943AED" w:rsidP="00A43B5D">
      <w:pPr>
        <w:numPr>
          <w:ilvl w:val="0"/>
          <w:numId w:val="8"/>
        </w:numPr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 сельского поселения (далее – ремонт наиболее посещаемых территорий);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Целевой индикатор, характеризующий реализацию указанного мероприятия:</w:t>
      </w:r>
    </w:p>
    <w:p w:rsidR="00943AED" w:rsidRPr="00A43B5D" w:rsidRDefault="00943AED" w:rsidP="00A43B5D">
      <w:pPr>
        <w:numPr>
          <w:ilvl w:val="0"/>
          <w:numId w:val="7"/>
        </w:numPr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увеличение доли площади благоустроенных территорий общего пользования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 сельского поселения.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  <w:lang w:val="en-US"/>
        </w:rPr>
        <w:t>P</w:t>
      </w:r>
      <w:r w:rsidRPr="00A43B5D">
        <w:rPr>
          <w:rFonts w:ascii="Times New Roman" w:hAnsi="Times New Roman"/>
          <w:sz w:val="28"/>
          <w:szCs w:val="28"/>
        </w:rPr>
        <w:t xml:space="preserve">3 = </w:t>
      </w:r>
      <w:r w:rsidRPr="00A43B5D">
        <w:rPr>
          <w:rFonts w:ascii="Times New Roman" w:hAnsi="Times New Roman"/>
          <w:sz w:val="28"/>
          <w:szCs w:val="28"/>
          <w:lang w:val="en-US"/>
        </w:rPr>
        <w:t>A</w:t>
      </w:r>
      <w:r w:rsidRPr="00A43B5D">
        <w:rPr>
          <w:rFonts w:ascii="Times New Roman" w:hAnsi="Times New Roman"/>
          <w:sz w:val="28"/>
          <w:szCs w:val="28"/>
        </w:rPr>
        <w:t xml:space="preserve">3- </w:t>
      </w:r>
      <w:r w:rsidRPr="00A43B5D">
        <w:rPr>
          <w:rFonts w:ascii="Times New Roman" w:hAnsi="Times New Roman"/>
          <w:sz w:val="28"/>
          <w:szCs w:val="28"/>
          <w:lang w:val="en-US"/>
        </w:rPr>
        <w:t>B</w:t>
      </w:r>
      <w:r w:rsidRPr="00A43B5D">
        <w:rPr>
          <w:rFonts w:ascii="Times New Roman" w:hAnsi="Times New Roman"/>
          <w:sz w:val="28"/>
          <w:szCs w:val="28"/>
        </w:rPr>
        <w:t>3,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где: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А3 – доля общей площади благоустроенных территорий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 xml:space="preserve">ского сельского поселения от общей площади территорий </w:t>
      </w:r>
      <w:r>
        <w:rPr>
          <w:rFonts w:ascii="Times New Roman" w:hAnsi="Times New Roman"/>
          <w:sz w:val="28"/>
          <w:szCs w:val="28"/>
        </w:rPr>
        <w:t>Надеждинс</w:t>
      </w:r>
      <w:r w:rsidRPr="00A43B5D">
        <w:rPr>
          <w:rFonts w:ascii="Times New Roman" w:hAnsi="Times New Roman"/>
          <w:sz w:val="28"/>
          <w:szCs w:val="28"/>
        </w:rPr>
        <w:t>кого сельского поселения процентов;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В3 – общая площадь территорий </w:t>
      </w:r>
      <w:r>
        <w:rPr>
          <w:rFonts w:ascii="Times New Roman" w:hAnsi="Times New Roman"/>
          <w:sz w:val="28"/>
          <w:szCs w:val="28"/>
        </w:rPr>
        <w:t>Надеждинс</w:t>
      </w:r>
      <w:r w:rsidRPr="00A43B5D">
        <w:rPr>
          <w:rFonts w:ascii="Times New Roman" w:hAnsi="Times New Roman"/>
          <w:sz w:val="28"/>
          <w:szCs w:val="28"/>
        </w:rPr>
        <w:t>кого сельского поселения в году, предшествующем отчетному году, процентов.</w:t>
      </w:r>
    </w:p>
    <w:p w:rsidR="00943AED" w:rsidRPr="00A43B5D" w:rsidRDefault="00943AED" w:rsidP="00A43B5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943AED" w:rsidRPr="00A43B5D" w:rsidRDefault="00943AED" w:rsidP="00A43B5D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b/>
          <w:sz w:val="28"/>
          <w:szCs w:val="28"/>
          <w:shd w:val="clear" w:color="auto" w:fill="FFFFFF"/>
        </w:rPr>
        <w:t>8. Ожидаемые результаты реализации программы</w:t>
      </w:r>
    </w:p>
    <w:p w:rsidR="00943AED" w:rsidRPr="00A43B5D" w:rsidRDefault="00943AED" w:rsidP="00A43B5D">
      <w:pPr>
        <w:pStyle w:val="1"/>
        <w:spacing w:line="100" w:lineRule="atLeast"/>
        <w:ind w:left="0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Pr="00A43B5D">
        <w:rPr>
          <w:rFonts w:ascii="Times New Roman" w:hAnsi="Times New Roman"/>
          <w:sz w:val="28"/>
          <w:szCs w:val="28"/>
        </w:rPr>
        <w:t>Реализация программы обеспечит достижение следующих ожидаемых результатов: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- увеличение  доли благоустроенных дворовых территорий МКД от общего количества дворовых территорий МКД </w:t>
      </w:r>
      <w:r w:rsidRPr="00A43B5D">
        <w:rPr>
          <w:rFonts w:ascii="Times New Roman" w:hAnsi="Times New Roman"/>
          <w:color w:val="262626"/>
          <w:sz w:val="28"/>
          <w:szCs w:val="28"/>
        </w:rPr>
        <w:t>%</w:t>
      </w:r>
      <w:r w:rsidRPr="00A43B5D">
        <w:rPr>
          <w:rFonts w:ascii="Times New Roman" w:hAnsi="Times New Roman"/>
          <w:sz w:val="28"/>
          <w:szCs w:val="28"/>
        </w:rPr>
        <w:t>;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увеличение доли благоустроенных муниципальных территорий общего пользования %.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поселения, беспрепятственный проезд спецтехники, скорой помощи и т.д.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 результате реализации мероприятий, предусмотренных муниципальной программой, планируется: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повышение уровня благоустройства дворовых территорий;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повышение уровня благоустройства мест массового отдыха людей;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обеспечение комфортности проживания жителей поселения;</w:t>
      </w:r>
    </w:p>
    <w:p w:rsidR="00943AED" w:rsidRPr="00A43B5D" w:rsidRDefault="00943AED" w:rsidP="00A43B5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</w:rPr>
        <w:t xml:space="preserve">9. </w:t>
      </w:r>
      <w:r w:rsidRPr="00A43B5D">
        <w:rPr>
          <w:rFonts w:ascii="Times New Roman" w:hAnsi="Times New Roman"/>
          <w:b/>
          <w:color w:val="000000"/>
          <w:spacing w:val="-4"/>
          <w:sz w:val="28"/>
          <w:szCs w:val="28"/>
        </w:rPr>
        <w:t>Описание системы управления реализацией программы</w:t>
      </w:r>
    </w:p>
    <w:p w:rsidR="00943AED" w:rsidRPr="00A43B5D" w:rsidRDefault="00943AED" w:rsidP="00A43B5D">
      <w:pPr>
        <w:pStyle w:val="1"/>
        <w:spacing w:line="100" w:lineRule="atLeast"/>
        <w:ind w:left="0"/>
        <w:jc w:val="center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43B5D">
        <w:rPr>
          <w:rFonts w:ascii="Times New Roman" w:hAnsi="Times New Roman"/>
          <w:color w:val="000000"/>
          <w:sz w:val="28"/>
          <w:szCs w:val="28"/>
        </w:rPr>
        <w:t xml:space="preserve">Исполнителями ответственными за реализацию мероприятий программы в Администрации </w:t>
      </w:r>
      <w:r>
        <w:rPr>
          <w:rFonts w:ascii="Times New Roman" w:hAnsi="Times New Roman"/>
          <w:color w:val="000000"/>
          <w:sz w:val="28"/>
          <w:szCs w:val="28"/>
        </w:rPr>
        <w:t>Надеждин</w:t>
      </w:r>
      <w:r w:rsidRPr="00A43B5D">
        <w:rPr>
          <w:rFonts w:ascii="Times New Roman" w:hAnsi="Times New Roman"/>
          <w:bCs/>
          <w:color w:val="000000"/>
          <w:sz w:val="28"/>
          <w:szCs w:val="28"/>
        </w:rPr>
        <w:t>ского сельского поселения Омского муниципального района Омской области</w:t>
      </w:r>
      <w:r w:rsidRPr="00A43B5D">
        <w:rPr>
          <w:rFonts w:ascii="Times New Roman" w:hAnsi="Times New Roman"/>
          <w:color w:val="000000"/>
          <w:sz w:val="28"/>
          <w:szCs w:val="28"/>
        </w:rPr>
        <w:t>, являются:</w:t>
      </w:r>
    </w:p>
    <w:p w:rsidR="00943AED" w:rsidRPr="00A43B5D" w:rsidRDefault="00943AED" w:rsidP="00A43B5D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43B5D">
        <w:rPr>
          <w:rFonts w:ascii="Times New Roman" w:hAnsi="Times New Roman"/>
          <w:color w:val="000000"/>
          <w:sz w:val="28"/>
          <w:szCs w:val="28"/>
        </w:rPr>
        <w:t>-</w:t>
      </w:r>
      <w:r w:rsidRPr="00A43B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Заместитель Главы сельского поселения, помощник Главы сельского поселения -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 за реализацию подпрограммы и достижение утвержденных значений целевых индикаторов мероприятий программы, оперативное управление и общий контроль за ходом реализации программы, за формирование отчетности о ходе реализации программы, проведение оценки эффективности реализации программы.</w:t>
      </w:r>
    </w:p>
    <w:p w:rsidR="00943AED" w:rsidRPr="00A43B5D" w:rsidRDefault="00943AED" w:rsidP="00A43B5D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43B5D">
        <w:rPr>
          <w:rFonts w:ascii="Times New Roman" w:hAnsi="Times New Roman"/>
          <w:color w:val="000000"/>
          <w:sz w:val="28"/>
          <w:szCs w:val="28"/>
        </w:rPr>
        <w:t>- Специалисты администрации – за полное и своевременное обеспечение выполнения мероприятий программы в рамках своей компетенции.</w:t>
      </w: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A43B5D">
        <w:rPr>
          <w:rFonts w:ascii="Times New Roman" w:hAnsi="Times New Roman"/>
          <w:color w:val="000000"/>
          <w:sz w:val="28"/>
          <w:szCs w:val="28"/>
        </w:rPr>
        <w:t xml:space="preserve">  Соисполнителями, ответственными за реализацию мероприятий программы являются:</w:t>
      </w: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 Граждане, их объединения, заинтересованные лица, общественные организации, подрядные организации.</w:t>
      </w: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    </w:t>
      </w: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ind w:left="5760"/>
        <w:jc w:val="right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Приложение № 1</w:t>
      </w: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к  программе</w:t>
      </w: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                                                    «Формирование комфортной  городской среды </w:t>
      </w: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43B5D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>Надеждин</w:t>
      </w:r>
      <w:r w:rsidRPr="00A43B5D">
        <w:rPr>
          <w:rFonts w:ascii="Times New Roman" w:hAnsi="Times New Roman"/>
          <w:bCs/>
          <w:color w:val="000000"/>
          <w:sz w:val="28"/>
          <w:szCs w:val="28"/>
        </w:rPr>
        <w:t xml:space="preserve">ского сельского поселения </w:t>
      </w: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43B5D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Омского муниципального района</w:t>
      </w:r>
    </w:p>
    <w:p w:rsidR="00943AED" w:rsidRPr="00A43B5D" w:rsidRDefault="00943AED" w:rsidP="00A43B5D">
      <w:pPr>
        <w:spacing w:line="100" w:lineRule="atLeast"/>
        <w:ind w:left="4963"/>
        <w:jc w:val="center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bCs/>
          <w:color w:val="000000"/>
          <w:sz w:val="28"/>
          <w:szCs w:val="28"/>
        </w:rPr>
        <w:t xml:space="preserve">            Омской области </w:t>
      </w:r>
      <w:r w:rsidRPr="00A43B5D">
        <w:rPr>
          <w:rFonts w:ascii="Times New Roman" w:hAnsi="Times New Roman"/>
          <w:sz w:val="28"/>
          <w:szCs w:val="28"/>
        </w:rPr>
        <w:t>на 2018</w:t>
      </w:r>
      <w:r>
        <w:rPr>
          <w:rFonts w:ascii="Times New Roman" w:hAnsi="Times New Roman"/>
          <w:sz w:val="28"/>
          <w:szCs w:val="28"/>
        </w:rPr>
        <w:t>-2022</w:t>
      </w:r>
      <w:r w:rsidRPr="00A43B5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A43B5D">
        <w:rPr>
          <w:rFonts w:ascii="Times New Roman" w:hAnsi="Times New Roman"/>
          <w:sz w:val="28"/>
          <w:szCs w:val="28"/>
        </w:rPr>
        <w:t>»</w:t>
      </w:r>
    </w:p>
    <w:p w:rsidR="00943AED" w:rsidRPr="00A43B5D" w:rsidRDefault="00943AED" w:rsidP="00A43B5D">
      <w:pPr>
        <w:spacing w:line="100" w:lineRule="atLeast"/>
        <w:jc w:val="right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A43B5D">
        <w:rPr>
          <w:rFonts w:ascii="Times New Roman" w:hAnsi="Times New Roman"/>
          <w:bCs/>
          <w:sz w:val="28"/>
          <w:szCs w:val="28"/>
        </w:rPr>
        <w:t>С В Е Д Е Н И Я</w:t>
      </w: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A43B5D">
        <w:rPr>
          <w:rFonts w:ascii="Times New Roman" w:hAnsi="Times New Roman"/>
          <w:bCs/>
          <w:sz w:val="28"/>
          <w:szCs w:val="28"/>
        </w:rPr>
        <w:t xml:space="preserve">о показателях (индикаторах)  программы </w:t>
      </w:r>
    </w:p>
    <w:p w:rsidR="00943AED" w:rsidRPr="00A43B5D" w:rsidRDefault="00943AED" w:rsidP="00A43B5D">
      <w:pPr>
        <w:spacing w:line="100" w:lineRule="atLeast"/>
        <w:jc w:val="center"/>
        <w:rPr>
          <w:rFonts w:ascii="Times New Roman" w:hAnsi="Times New Roman"/>
          <w:bCs/>
          <w:sz w:val="28"/>
          <w:szCs w:val="28"/>
        </w:rPr>
      </w:pPr>
      <w:r w:rsidRPr="00A43B5D">
        <w:rPr>
          <w:rFonts w:ascii="Times New Roman" w:hAnsi="Times New Roman"/>
          <w:bCs/>
          <w:sz w:val="28"/>
          <w:szCs w:val="28"/>
        </w:rPr>
        <w:t xml:space="preserve">«Формирование комфортной  городской среды </w:t>
      </w:r>
      <w:r>
        <w:rPr>
          <w:rFonts w:ascii="Times New Roman" w:hAnsi="Times New Roman"/>
          <w:bCs/>
          <w:sz w:val="28"/>
          <w:szCs w:val="28"/>
        </w:rPr>
        <w:t>Надеждинс</w:t>
      </w:r>
      <w:r w:rsidRPr="00A43B5D">
        <w:rPr>
          <w:rFonts w:ascii="Times New Roman" w:hAnsi="Times New Roman"/>
          <w:bCs/>
          <w:color w:val="000000"/>
          <w:sz w:val="28"/>
          <w:szCs w:val="28"/>
        </w:rPr>
        <w:t>кого сельского поселения Омского муниципального района Омской области</w:t>
      </w:r>
      <w:r w:rsidRPr="00A43B5D">
        <w:rPr>
          <w:rFonts w:ascii="Times New Roman" w:hAnsi="Times New Roman"/>
          <w:bCs/>
          <w:sz w:val="28"/>
          <w:szCs w:val="28"/>
        </w:rPr>
        <w:t xml:space="preserve"> на 2018</w:t>
      </w:r>
      <w:r>
        <w:rPr>
          <w:rFonts w:ascii="Times New Roman" w:hAnsi="Times New Roman"/>
          <w:bCs/>
          <w:sz w:val="28"/>
          <w:szCs w:val="28"/>
        </w:rPr>
        <w:t>-2022</w:t>
      </w:r>
      <w:r w:rsidRPr="00A43B5D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ы</w:t>
      </w:r>
      <w:r w:rsidRPr="00A43B5D">
        <w:rPr>
          <w:rFonts w:ascii="Times New Roman" w:hAnsi="Times New Roman"/>
          <w:bCs/>
          <w:sz w:val="28"/>
          <w:szCs w:val="28"/>
        </w:rPr>
        <w:t>»</w:t>
      </w:r>
    </w:p>
    <w:p w:rsidR="00943AED" w:rsidRPr="00A43B5D" w:rsidRDefault="00943AED" w:rsidP="00A43B5D">
      <w:pPr>
        <w:spacing w:line="100" w:lineRule="atLeast"/>
        <w:rPr>
          <w:rFonts w:ascii="Times New Roman" w:hAnsi="Times New Roman"/>
          <w:b/>
          <w:sz w:val="28"/>
          <w:szCs w:val="28"/>
        </w:rPr>
      </w:pPr>
    </w:p>
    <w:tbl>
      <w:tblPr>
        <w:tblW w:w="9710" w:type="dxa"/>
        <w:tblInd w:w="-21" w:type="dxa"/>
        <w:tblLayout w:type="fixed"/>
        <w:tblLook w:val="0000"/>
      </w:tblPr>
      <w:tblGrid>
        <w:gridCol w:w="509"/>
        <w:gridCol w:w="5908"/>
        <w:gridCol w:w="1383"/>
        <w:gridCol w:w="1910"/>
      </w:tblGrid>
      <w:tr w:rsidR="00943AED" w:rsidRPr="00A43B5D" w:rsidTr="00F10109">
        <w:trPr>
          <w:trHeight w:val="1198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3AED" w:rsidRPr="00A43B5D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3AED" w:rsidRPr="00A43B5D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Значения показателя</w:t>
            </w:r>
          </w:p>
        </w:tc>
      </w:tr>
      <w:tr w:rsidR="00943AED" w:rsidRPr="00A43B5D" w:rsidTr="00F10109">
        <w:trPr>
          <w:trHeight w:val="1198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3AED" w:rsidRPr="00A43B5D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3AED" w:rsidRPr="00A43B5D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3AED" w:rsidRPr="00A43B5D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</w:tr>
      <w:tr w:rsidR="00943AED" w:rsidRPr="00A43B5D" w:rsidTr="00F10109">
        <w:trPr>
          <w:trHeight w:val="119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AED" w:rsidRPr="00A43B5D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AED" w:rsidRPr="007004C7" w:rsidRDefault="00943AED" w:rsidP="00F10109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7004C7">
              <w:rPr>
                <w:rFonts w:ascii="Times New Roman" w:hAnsi="Times New Roman"/>
                <w:sz w:val="28"/>
                <w:szCs w:val="28"/>
              </w:rPr>
              <w:t>Доля отремонтированных дворовых территорий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AED" w:rsidRPr="007004C7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004C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%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AED" w:rsidRPr="007004C7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3AED" w:rsidRPr="007004C7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4C7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943AED" w:rsidRPr="00A43B5D" w:rsidTr="00F10109">
        <w:trPr>
          <w:trHeight w:val="1198"/>
        </w:trPr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</w:tcPr>
          <w:p w:rsidR="00943AED" w:rsidRPr="00A43B5D" w:rsidRDefault="00943AED" w:rsidP="00F10109">
            <w:pPr>
              <w:snapToGrid w:val="0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08" w:type="dxa"/>
            <w:tcBorders>
              <w:left w:val="single" w:sz="4" w:space="0" w:color="000000"/>
              <w:bottom w:val="single" w:sz="4" w:space="0" w:color="000000"/>
            </w:tcBorders>
          </w:tcPr>
          <w:p w:rsidR="00943AED" w:rsidRPr="007004C7" w:rsidRDefault="00943AED" w:rsidP="00F1010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04C7">
              <w:rPr>
                <w:rFonts w:ascii="Times New Roman" w:hAnsi="Times New Roman"/>
                <w:sz w:val="28"/>
                <w:szCs w:val="28"/>
              </w:rPr>
              <w:t>Доля населения, проживающего в многоквартирных домах с благоустроенными дворовыми территориями.</w:t>
            </w:r>
          </w:p>
          <w:p w:rsidR="00943AED" w:rsidRPr="007004C7" w:rsidRDefault="00943AED" w:rsidP="00F10109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AED" w:rsidRPr="007004C7" w:rsidRDefault="00943AED" w:rsidP="00F1010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04C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AED" w:rsidRPr="007004C7" w:rsidRDefault="00943AED" w:rsidP="00F10109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6,1</w:t>
            </w:r>
          </w:p>
        </w:tc>
      </w:tr>
    </w:tbl>
    <w:p w:rsidR="00943AED" w:rsidRPr="00A43B5D" w:rsidRDefault="00943AED" w:rsidP="00A43B5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ind w:firstLine="348"/>
        <w:jc w:val="both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ind w:left="5760"/>
        <w:jc w:val="right"/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rPr>
          <w:rFonts w:ascii="Times New Roman" w:hAnsi="Times New Roman"/>
          <w:sz w:val="28"/>
          <w:szCs w:val="28"/>
        </w:rPr>
      </w:pPr>
    </w:p>
    <w:p w:rsidR="00943AED" w:rsidRPr="00A43B5D" w:rsidRDefault="00943AED" w:rsidP="00A43B5D">
      <w:pPr>
        <w:rPr>
          <w:rFonts w:ascii="Times New Roman" w:hAnsi="Times New Roman"/>
          <w:sz w:val="28"/>
          <w:szCs w:val="28"/>
        </w:rPr>
      </w:pPr>
    </w:p>
    <w:p w:rsidR="00943AED" w:rsidRDefault="00943AED" w:rsidP="00A43B5D">
      <w:pPr>
        <w:rPr>
          <w:sz w:val="28"/>
          <w:szCs w:val="28"/>
        </w:rPr>
      </w:pPr>
    </w:p>
    <w:p w:rsidR="00943AED" w:rsidRDefault="00943AED" w:rsidP="00A43B5D">
      <w:pPr>
        <w:rPr>
          <w:sz w:val="28"/>
          <w:szCs w:val="28"/>
        </w:rPr>
      </w:pPr>
    </w:p>
    <w:p w:rsidR="00943AED" w:rsidRDefault="00943AED" w:rsidP="00A43B5D">
      <w:pPr>
        <w:spacing w:line="100" w:lineRule="atLeast"/>
        <w:jc w:val="right"/>
        <w:rPr>
          <w:sz w:val="28"/>
          <w:szCs w:val="28"/>
        </w:rPr>
        <w:sectPr w:rsidR="00943AED" w:rsidSect="00C30AD9">
          <w:headerReference w:type="default" r:id="rId10"/>
          <w:pgSz w:w="11906" w:h="16838"/>
          <w:pgMar w:top="426" w:right="567" w:bottom="284" w:left="1418" w:header="709" w:footer="709" w:gutter="0"/>
          <w:cols w:space="708"/>
          <w:docGrid w:linePitch="360"/>
        </w:sectPr>
      </w:pPr>
    </w:p>
    <w:p w:rsidR="00943AED" w:rsidRDefault="00943AED" w:rsidP="00A43B5D">
      <w:pPr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943AED" w:rsidRDefault="00943AED" w:rsidP="00A43B5D">
      <w:pPr>
        <w:spacing w:line="100" w:lineRule="atLeast"/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«Формирование комфортной  городской среды </w:t>
      </w:r>
    </w:p>
    <w:p w:rsidR="00943AED" w:rsidRDefault="00943AED" w:rsidP="00A43B5D">
      <w:pPr>
        <w:spacing w:line="100" w:lineRule="atLeast"/>
        <w:ind w:left="576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Надеждинского сельского поселения </w:t>
      </w:r>
    </w:p>
    <w:p w:rsidR="00943AED" w:rsidRDefault="00943AED" w:rsidP="00A43B5D">
      <w:pPr>
        <w:spacing w:line="100" w:lineRule="atLeast"/>
        <w:ind w:left="576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Омского муниципального района</w:t>
      </w:r>
    </w:p>
    <w:p w:rsidR="00943AED" w:rsidRDefault="00943AED" w:rsidP="00A43B5D">
      <w:pPr>
        <w:spacing w:line="100" w:lineRule="atLeast"/>
        <w:ind w:left="4963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color w:val="000000"/>
          <w:sz w:val="28"/>
          <w:szCs w:val="28"/>
        </w:rPr>
        <w:t xml:space="preserve">       Омской области </w:t>
      </w:r>
      <w:r>
        <w:rPr>
          <w:sz w:val="28"/>
          <w:szCs w:val="28"/>
        </w:rPr>
        <w:t>на 2018 год»</w:t>
      </w:r>
    </w:p>
    <w:p w:rsidR="00943AED" w:rsidRDefault="00943AED" w:rsidP="00A43B5D">
      <w:pPr>
        <w:spacing w:line="100" w:lineRule="atLeast"/>
        <w:ind w:left="5760" w:firstLine="2880"/>
        <w:jc w:val="right"/>
        <w:rPr>
          <w:b/>
        </w:rPr>
      </w:pPr>
    </w:p>
    <w:p w:rsidR="00943AED" w:rsidRDefault="00943AED" w:rsidP="00A43B5D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ПЕРЕЧЕНЬ </w:t>
      </w:r>
    </w:p>
    <w:p w:rsidR="00943AED" w:rsidRDefault="00943AED" w:rsidP="00A43B5D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основных мероприятий  программы </w:t>
      </w:r>
    </w:p>
    <w:p w:rsidR="00943AED" w:rsidRDefault="00943AED" w:rsidP="00A43B5D">
      <w:pPr>
        <w:spacing w:line="100" w:lineRule="atLeast"/>
        <w:jc w:val="center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«Формирование комфортной городской среды Надеждин</w:t>
      </w:r>
      <w:r>
        <w:rPr>
          <w:bCs/>
          <w:color w:val="000000"/>
          <w:sz w:val="28"/>
          <w:szCs w:val="28"/>
        </w:rPr>
        <w:t xml:space="preserve">ского сельского поселения </w:t>
      </w:r>
    </w:p>
    <w:p w:rsidR="00943AED" w:rsidRDefault="00943AED" w:rsidP="00A43B5D">
      <w:pPr>
        <w:spacing w:line="100" w:lineRule="atLeast"/>
        <w:jc w:val="center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Омского муниципального района Омской области</w:t>
      </w:r>
      <w:r>
        <w:rPr>
          <w:bCs/>
          <w:sz w:val="28"/>
          <w:szCs w:val="28"/>
        </w:rPr>
        <w:t xml:space="preserve"> на 2018 год»</w:t>
      </w: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2417"/>
        <w:gridCol w:w="1130"/>
        <w:gridCol w:w="1134"/>
        <w:gridCol w:w="2452"/>
        <w:gridCol w:w="1940"/>
        <w:gridCol w:w="2125"/>
      </w:tblGrid>
      <w:tr w:rsidR="00943AED" w:rsidRPr="00F339E2" w:rsidTr="00F10109">
        <w:trPr>
          <w:trHeight w:val="398"/>
        </w:trPr>
        <w:tc>
          <w:tcPr>
            <w:tcW w:w="3652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2417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2264" w:type="dxa"/>
            <w:gridSpan w:val="2"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Срок</w:t>
            </w:r>
          </w:p>
        </w:tc>
        <w:tc>
          <w:tcPr>
            <w:tcW w:w="2452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Основные направления реализации</w:t>
            </w:r>
          </w:p>
        </w:tc>
        <w:tc>
          <w:tcPr>
            <w:tcW w:w="2125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Связь с показателями Программы</w:t>
            </w:r>
          </w:p>
        </w:tc>
      </w:tr>
      <w:tr w:rsidR="00943AED" w:rsidRPr="00F339E2" w:rsidTr="00F10109">
        <w:trPr>
          <w:trHeight w:val="397"/>
        </w:trPr>
        <w:tc>
          <w:tcPr>
            <w:tcW w:w="3652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17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130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Начало реализации</w:t>
            </w:r>
          </w:p>
        </w:tc>
        <w:tc>
          <w:tcPr>
            <w:tcW w:w="1134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Окончание реализации</w:t>
            </w:r>
          </w:p>
        </w:tc>
        <w:tc>
          <w:tcPr>
            <w:tcW w:w="2452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25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943AED" w:rsidRPr="0039603E" w:rsidTr="00F10109">
        <w:tc>
          <w:tcPr>
            <w:tcW w:w="14850" w:type="dxa"/>
            <w:gridSpan w:val="7"/>
          </w:tcPr>
          <w:p w:rsidR="00943AED" w:rsidRPr="0039603E" w:rsidRDefault="00943AED" w:rsidP="00F10109">
            <w:pPr>
              <w:pStyle w:val="Default"/>
              <w:jc w:val="center"/>
            </w:pPr>
            <w:r w:rsidRPr="0039603E">
              <w:rPr>
                <w:lang w:eastAsia="en-US"/>
              </w:rPr>
              <w:t>Задача 1.Повышение уровня благоустройства дворовых территорий многоквартирных домов в соответствии с законодательством</w:t>
            </w:r>
          </w:p>
        </w:tc>
      </w:tr>
      <w:tr w:rsidR="00943AED" w:rsidRPr="002D3D7C" w:rsidTr="00F10109">
        <w:tc>
          <w:tcPr>
            <w:tcW w:w="3652" w:type="dxa"/>
          </w:tcPr>
          <w:p w:rsidR="00943AED" w:rsidRPr="00F339E2" w:rsidRDefault="00943AED" w:rsidP="00A43B5D">
            <w:pPr>
              <w:pStyle w:val="Default"/>
              <w:numPr>
                <w:ilvl w:val="1"/>
                <w:numId w:val="11"/>
              </w:numPr>
              <w:ind w:left="0" w:firstLine="0"/>
              <w:rPr>
                <w:b/>
                <w:sz w:val="22"/>
                <w:szCs w:val="22"/>
                <w:lang w:eastAsia="en-US"/>
              </w:rPr>
            </w:pPr>
            <w:r w:rsidRPr="002D3D7C">
              <w:t>Основн</w:t>
            </w:r>
            <w:r>
              <w:t>ое</w:t>
            </w:r>
            <w:r w:rsidRPr="002D3D7C">
              <w:t xml:space="preserve"> мероприяти</w:t>
            </w:r>
            <w:r>
              <w:t>е</w:t>
            </w:r>
            <w:r w:rsidRPr="002D3D7C">
              <w:t xml:space="preserve">  </w:t>
            </w:r>
            <w:r w:rsidRPr="00F339E2">
              <w:rPr>
                <w:b/>
                <w:sz w:val="22"/>
                <w:szCs w:val="22"/>
              </w:rPr>
              <w:t>«Б</w:t>
            </w:r>
            <w:r w:rsidRPr="00F339E2">
              <w:rPr>
                <w:b/>
                <w:sz w:val="22"/>
                <w:szCs w:val="22"/>
                <w:lang w:eastAsia="en-US"/>
              </w:rPr>
              <w:t>лагоустройство дворовых территорий многоквартирных домов»:</w:t>
            </w:r>
          </w:p>
          <w:p w:rsidR="00943AED" w:rsidRPr="00F339E2" w:rsidRDefault="00943AED" w:rsidP="00F10109">
            <w:pPr>
              <w:pStyle w:val="Default"/>
              <w:ind w:left="420"/>
              <w:rPr>
                <w:sz w:val="22"/>
                <w:szCs w:val="22"/>
              </w:rPr>
            </w:pPr>
          </w:p>
          <w:p w:rsidR="00943AED" w:rsidRPr="00703A84" w:rsidRDefault="00943AED" w:rsidP="00F10109">
            <w:pPr>
              <w:pStyle w:val="Default"/>
            </w:pPr>
            <w:r w:rsidRPr="00F339E2">
              <w:rPr>
                <w:bCs/>
              </w:rPr>
              <w:t xml:space="preserve">1.1.1.Мероприятия: </w:t>
            </w:r>
          </w:p>
          <w:p w:rsidR="00943AED" w:rsidRPr="002D3D7C" w:rsidRDefault="00943AED" w:rsidP="00F10109">
            <w:pPr>
              <w:pStyle w:val="Default"/>
            </w:pPr>
            <w:r w:rsidRPr="002D3D7C">
              <w:t>а)</w:t>
            </w:r>
            <w:r>
              <w:t xml:space="preserve"> </w:t>
            </w:r>
            <w:r w:rsidRPr="002D3D7C">
              <w:t xml:space="preserve">Ремонт дворовых проездов </w:t>
            </w:r>
          </w:p>
          <w:p w:rsidR="00943AED" w:rsidRPr="002D3D7C" w:rsidRDefault="00943AED" w:rsidP="00F10109">
            <w:pPr>
              <w:pStyle w:val="Default"/>
            </w:pPr>
            <w:r w:rsidRPr="002D3D7C">
              <w:t xml:space="preserve">б) </w:t>
            </w:r>
            <w:r>
              <w:t>Ремонт придомовых территорий</w:t>
            </w:r>
          </w:p>
          <w:p w:rsidR="00943AED" w:rsidRPr="002D3D7C" w:rsidRDefault="00943AED" w:rsidP="00F10109">
            <w:pPr>
              <w:pStyle w:val="Default"/>
            </w:pPr>
            <w:r w:rsidRPr="002D3D7C">
              <w:t xml:space="preserve">а) Озеленение территории </w:t>
            </w:r>
          </w:p>
          <w:p w:rsidR="00943AED" w:rsidRPr="002D3D7C" w:rsidRDefault="00943AED" w:rsidP="00F10109">
            <w:pPr>
              <w:pStyle w:val="Default"/>
            </w:pPr>
            <w:r w:rsidRPr="002D3D7C">
              <w:t xml:space="preserve">б) Оборудование автомобильной парковки </w:t>
            </w:r>
          </w:p>
          <w:p w:rsidR="00943AED" w:rsidRPr="002D3D7C" w:rsidRDefault="00943AED" w:rsidP="00F10109">
            <w:pPr>
              <w:pStyle w:val="Default"/>
            </w:pPr>
            <w:r w:rsidRPr="002D3D7C">
              <w:t xml:space="preserve">в) Установка МАФ </w:t>
            </w:r>
          </w:p>
          <w:p w:rsidR="00943AED" w:rsidRPr="002D3D7C" w:rsidRDefault="00943AED" w:rsidP="00F10109">
            <w:pPr>
              <w:pStyle w:val="Default"/>
            </w:pPr>
            <w:r w:rsidRPr="002D3D7C">
              <w:t xml:space="preserve">г) Установка освещения дворовой территории </w:t>
            </w:r>
          </w:p>
          <w:p w:rsidR="00943AED" w:rsidRDefault="00943AED" w:rsidP="00F10109">
            <w:pPr>
              <w:pStyle w:val="Default"/>
            </w:pPr>
            <w:r w:rsidRPr="002D3D7C">
              <w:t>д) Установка скамеек, урн</w:t>
            </w:r>
          </w:p>
          <w:p w:rsidR="00943AED" w:rsidRPr="002D3D7C" w:rsidRDefault="00943AED" w:rsidP="00F10109">
            <w:pPr>
              <w:pStyle w:val="Default"/>
            </w:pPr>
            <w:r w:rsidRPr="002D3D7C">
              <w:t xml:space="preserve">е) Обустройство пешеходных дорожек и тротуаров </w:t>
            </w:r>
          </w:p>
          <w:p w:rsidR="00943AED" w:rsidRPr="002D3D7C" w:rsidRDefault="00943AED" w:rsidP="00F10109">
            <w:pPr>
              <w:pStyle w:val="Default"/>
            </w:pPr>
            <w:r w:rsidRPr="002D3D7C">
              <w:t xml:space="preserve">ж) Установка детских </w:t>
            </w:r>
          </w:p>
          <w:p w:rsidR="00943AED" w:rsidRDefault="00943AED" w:rsidP="00F10109">
            <w:pPr>
              <w:pStyle w:val="Default"/>
            </w:pPr>
            <w:r w:rsidRPr="002D3D7C">
              <w:t>игровых и спортивных площадок</w:t>
            </w:r>
          </w:p>
          <w:p w:rsidR="00943AED" w:rsidRPr="00F339E2" w:rsidRDefault="00943AED" w:rsidP="00F10109">
            <w:pPr>
              <w:pStyle w:val="Default"/>
              <w:rPr>
                <w:sz w:val="23"/>
                <w:szCs w:val="23"/>
              </w:rPr>
            </w:pPr>
            <w:r w:rsidRPr="00F339E2">
              <w:rPr>
                <w:sz w:val="25"/>
                <w:szCs w:val="25"/>
              </w:rPr>
              <w:t xml:space="preserve"> </w:t>
            </w:r>
          </w:p>
        </w:tc>
        <w:tc>
          <w:tcPr>
            <w:tcW w:w="2417" w:type="dxa"/>
          </w:tcPr>
          <w:p w:rsidR="00943AED" w:rsidRPr="002D3D7C" w:rsidRDefault="00943AED" w:rsidP="00F10109">
            <w:pPr>
              <w:pStyle w:val="Default"/>
              <w:jc w:val="center"/>
            </w:pPr>
            <w:r w:rsidRPr="002D3D7C">
              <w:t xml:space="preserve">Администрация </w:t>
            </w:r>
            <w:r>
              <w:t>Надеждин</w:t>
            </w:r>
            <w:r w:rsidRPr="002D3D7C">
              <w:t xml:space="preserve">ского сельского поселения, </w:t>
            </w:r>
          </w:p>
        </w:tc>
        <w:tc>
          <w:tcPr>
            <w:tcW w:w="1130" w:type="dxa"/>
          </w:tcPr>
          <w:p w:rsidR="00943AED" w:rsidRPr="002D3D7C" w:rsidRDefault="00943AED" w:rsidP="00F10109">
            <w:pPr>
              <w:pStyle w:val="Default"/>
              <w:jc w:val="center"/>
            </w:pPr>
            <w:r w:rsidRPr="002D3D7C">
              <w:t>2018</w:t>
            </w:r>
          </w:p>
        </w:tc>
        <w:tc>
          <w:tcPr>
            <w:tcW w:w="1134" w:type="dxa"/>
          </w:tcPr>
          <w:p w:rsidR="00943AED" w:rsidRPr="002D3D7C" w:rsidRDefault="00943AED" w:rsidP="00F10109">
            <w:pPr>
              <w:pStyle w:val="Default"/>
              <w:jc w:val="center"/>
            </w:pPr>
            <w:r w:rsidRPr="002D3D7C">
              <w:t>20</w:t>
            </w:r>
            <w:r>
              <w:t>18</w:t>
            </w:r>
          </w:p>
        </w:tc>
        <w:tc>
          <w:tcPr>
            <w:tcW w:w="2452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237"/>
            </w:tblGrid>
            <w:tr w:rsidR="00943AED" w:rsidRPr="002D3D7C" w:rsidTr="00F10109">
              <w:trPr>
                <w:trHeight w:val="1896"/>
              </w:trPr>
              <w:tc>
                <w:tcPr>
                  <w:tcW w:w="22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3AED" w:rsidRPr="002D3D7C" w:rsidRDefault="00943AED" w:rsidP="00F10109">
                  <w:pPr>
                    <w:pStyle w:val="Default"/>
                  </w:pPr>
                  <w:r w:rsidRPr="002D3D7C">
                    <w:t>Отремонтированы дворовые проезды</w:t>
                  </w:r>
                  <w:r>
                    <w:t>, придомовые территории,</w:t>
                  </w:r>
                  <w:r w:rsidRPr="002D3D7C">
                    <w:t xml:space="preserve"> произведено озеленение и оборудован</w:t>
                  </w:r>
                  <w:r>
                    <w:t xml:space="preserve">ы пешеходные дорожки и тротуары, </w:t>
                  </w:r>
                  <w:r w:rsidRPr="002D3D7C">
                    <w:t xml:space="preserve">автомобильные парковки, установлены детские игровые и спортивные площадки территории многоквартирных домов </w:t>
                  </w:r>
                </w:p>
              </w:tc>
            </w:tr>
          </w:tbl>
          <w:p w:rsidR="00943AED" w:rsidRPr="002D3D7C" w:rsidRDefault="00943AED" w:rsidP="00F10109">
            <w:pPr>
              <w:pStyle w:val="Default"/>
              <w:jc w:val="center"/>
            </w:pPr>
          </w:p>
        </w:tc>
        <w:tc>
          <w:tcPr>
            <w:tcW w:w="1940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160"/>
            </w:tblGrid>
            <w:tr w:rsidR="00943AED" w:rsidRPr="002D3D7C" w:rsidTr="00F10109">
              <w:trPr>
                <w:trHeight w:val="1419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3AED" w:rsidRPr="002D3D7C" w:rsidRDefault="00943AED" w:rsidP="00F10109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</w:t>
                  </w:r>
                  <w:r>
                    <w:t>под</w:t>
                  </w:r>
                  <w:r w:rsidRPr="002D3D7C">
                    <w:t xml:space="preserve">программы </w:t>
                  </w:r>
                </w:p>
              </w:tc>
            </w:tr>
          </w:tbl>
          <w:p w:rsidR="00943AED" w:rsidRPr="002D3D7C" w:rsidRDefault="00943AED" w:rsidP="00F10109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943AED" w:rsidRPr="002D3D7C" w:rsidRDefault="00943AED" w:rsidP="00F10109">
            <w:pPr>
              <w:pStyle w:val="Default"/>
              <w:jc w:val="center"/>
            </w:pPr>
            <w:r w:rsidRPr="002D3D7C">
              <w:t>Показатель 1 (Наименование)</w:t>
            </w:r>
          </w:p>
          <w:p w:rsidR="00943AED" w:rsidRPr="002D3D7C" w:rsidRDefault="00943AED" w:rsidP="00F10109">
            <w:pPr>
              <w:pStyle w:val="Default"/>
              <w:jc w:val="center"/>
            </w:pPr>
            <w:r w:rsidRPr="002D3D7C">
              <w:t>Показатель 2 (Наименование)</w:t>
            </w:r>
          </w:p>
        </w:tc>
      </w:tr>
      <w:tr w:rsidR="00943AED" w:rsidRPr="002D3D7C" w:rsidTr="00F10109">
        <w:tc>
          <w:tcPr>
            <w:tcW w:w="14850" w:type="dxa"/>
            <w:gridSpan w:val="7"/>
          </w:tcPr>
          <w:p w:rsidR="00943AED" w:rsidRPr="002D3D7C" w:rsidRDefault="00943AED" w:rsidP="00F10109">
            <w:pPr>
              <w:pStyle w:val="Default"/>
              <w:jc w:val="center"/>
            </w:pPr>
            <w:r w:rsidRPr="002D3D7C">
              <w:rPr>
                <w:lang w:eastAsia="en-US"/>
              </w:rPr>
              <w:t xml:space="preserve">Задача 2. Повышение уровня благоустройства территорий общего пользования </w:t>
            </w:r>
            <w:r>
              <w:rPr>
                <w:lang w:eastAsia="en-US"/>
              </w:rPr>
              <w:t>с</w:t>
            </w:r>
            <w:r w:rsidRPr="002D3D7C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Надеждино</w:t>
            </w:r>
          </w:p>
        </w:tc>
      </w:tr>
      <w:tr w:rsidR="00943AED" w:rsidRPr="002D3D7C" w:rsidTr="00FB186D">
        <w:trPr>
          <w:trHeight w:val="1350"/>
        </w:trPr>
        <w:tc>
          <w:tcPr>
            <w:tcW w:w="3652" w:type="dxa"/>
          </w:tcPr>
          <w:p w:rsidR="00943AED" w:rsidRPr="00F339E2" w:rsidRDefault="00943AED" w:rsidP="00F10109">
            <w:pPr>
              <w:pStyle w:val="Default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 xml:space="preserve">2.1. Основное мероприятие </w:t>
            </w:r>
            <w:r w:rsidRPr="00F339E2">
              <w:rPr>
                <w:b/>
                <w:sz w:val="23"/>
                <w:szCs w:val="23"/>
              </w:rPr>
              <w:t>«</w:t>
            </w:r>
            <w:r w:rsidRPr="00F339E2">
              <w:rPr>
                <w:b/>
                <w:sz w:val="22"/>
                <w:szCs w:val="22"/>
              </w:rPr>
              <w:t>Б</w:t>
            </w:r>
            <w:r w:rsidRPr="00F339E2">
              <w:rPr>
                <w:b/>
                <w:sz w:val="22"/>
                <w:szCs w:val="22"/>
                <w:lang w:eastAsia="en-US"/>
              </w:rPr>
              <w:t>лагоустройство наиболее посещаемых муниципальных</w:t>
            </w:r>
            <w:r>
              <w:rPr>
                <w:b/>
                <w:sz w:val="22"/>
                <w:szCs w:val="22"/>
                <w:lang w:eastAsia="en-US"/>
              </w:rPr>
              <w:t xml:space="preserve"> территорий общего пользования с</w:t>
            </w:r>
            <w:r w:rsidRPr="00F339E2">
              <w:rPr>
                <w:b/>
                <w:sz w:val="22"/>
                <w:szCs w:val="22"/>
                <w:lang w:eastAsia="en-US"/>
              </w:rPr>
              <w:t>.</w:t>
            </w:r>
            <w:r>
              <w:rPr>
                <w:b/>
                <w:sz w:val="22"/>
                <w:szCs w:val="22"/>
                <w:lang w:eastAsia="en-US"/>
              </w:rPr>
              <w:t>Надеждино</w:t>
            </w:r>
            <w:r w:rsidRPr="00F339E2">
              <w:rPr>
                <w:b/>
                <w:sz w:val="22"/>
                <w:szCs w:val="22"/>
                <w:lang w:eastAsia="en-US"/>
              </w:rPr>
              <w:t>»</w:t>
            </w:r>
            <w:r w:rsidRPr="00F339E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17" w:type="dxa"/>
          </w:tcPr>
          <w:p w:rsidR="00943AED" w:rsidRPr="002D3D7C" w:rsidRDefault="00943AED" w:rsidP="00F10109">
            <w:pPr>
              <w:pStyle w:val="Default"/>
              <w:jc w:val="center"/>
            </w:pPr>
            <w:r w:rsidRPr="002D3D7C">
              <w:t xml:space="preserve">Администрация </w:t>
            </w:r>
            <w:r>
              <w:t>Надеждин</w:t>
            </w:r>
            <w:r w:rsidRPr="002D3D7C">
              <w:t>ского сельского поселения</w:t>
            </w:r>
          </w:p>
        </w:tc>
        <w:tc>
          <w:tcPr>
            <w:tcW w:w="1130" w:type="dxa"/>
          </w:tcPr>
          <w:p w:rsidR="00943AED" w:rsidRPr="002D3D7C" w:rsidRDefault="00943AED" w:rsidP="00F10109">
            <w:pPr>
              <w:pStyle w:val="Default"/>
              <w:jc w:val="center"/>
            </w:pPr>
          </w:p>
        </w:tc>
        <w:tc>
          <w:tcPr>
            <w:tcW w:w="1134" w:type="dxa"/>
          </w:tcPr>
          <w:p w:rsidR="00943AED" w:rsidRPr="002D3D7C" w:rsidRDefault="00943AED" w:rsidP="00F10109">
            <w:pPr>
              <w:pStyle w:val="Default"/>
              <w:jc w:val="center"/>
            </w:pPr>
          </w:p>
        </w:tc>
        <w:tc>
          <w:tcPr>
            <w:tcW w:w="2452" w:type="dxa"/>
          </w:tcPr>
          <w:p w:rsidR="00943AED" w:rsidRPr="002D3D7C" w:rsidRDefault="00943AED" w:rsidP="00F10109">
            <w:pPr>
              <w:pStyle w:val="Default"/>
            </w:pPr>
          </w:p>
        </w:tc>
        <w:tc>
          <w:tcPr>
            <w:tcW w:w="1940" w:type="dxa"/>
          </w:tcPr>
          <w:p w:rsidR="00943AED" w:rsidRPr="002D3D7C" w:rsidRDefault="00943AED" w:rsidP="00F10109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943AED" w:rsidRPr="002D3D7C" w:rsidRDefault="00943AED" w:rsidP="00F10109">
            <w:pPr>
              <w:pStyle w:val="Default"/>
              <w:jc w:val="center"/>
            </w:pPr>
          </w:p>
        </w:tc>
      </w:tr>
      <w:tr w:rsidR="00943AED" w:rsidRPr="002D3D7C" w:rsidTr="00FB186D">
        <w:trPr>
          <w:trHeight w:val="1785"/>
        </w:trPr>
        <w:tc>
          <w:tcPr>
            <w:tcW w:w="3652" w:type="dxa"/>
          </w:tcPr>
          <w:p w:rsidR="00943AED" w:rsidRPr="00F339E2" w:rsidRDefault="00943AED" w:rsidP="00F10109">
            <w:pPr>
              <w:pStyle w:val="Default"/>
              <w:rPr>
                <w:sz w:val="23"/>
                <w:szCs w:val="23"/>
              </w:rPr>
            </w:pPr>
          </w:p>
          <w:p w:rsidR="00943AED" w:rsidRPr="00F339E2" w:rsidRDefault="00943AED" w:rsidP="00F10109">
            <w:pPr>
              <w:pStyle w:val="Default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 xml:space="preserve">2.1.1 Мероприятие «Благоустройство центральной площади </w:t>
            </w:r>
            <w:r>
              <w:rPr>
                <w:sz w:val="23"/>
                <w:szCs w:val="23"/>
              </w:rPr>
              <w:t>с.Надеждино</w:t>
            </w:r>
            <w:r w:rsidRPr="00F339E2">
              <w:rPr>
                <w:sz w:val="23"/>
                <w:szCs w:val="23"/>
              </w:rPr>
              <w:t>» (</w:t>
            </w:r>
            <w:r>
              <w:rPr>
                <w:sz w:val="23"/>
                <w:szCs w:val="23"/>
              </w:rPr>
              <w:t xml:space="preserve">ремонт асфальтобетонного покрытия, </w:t>
            </w:r>
            <w:r w:rsidRPr="00F339E2">
              <w:rPr>
                <w:sz w:val="23"/>
                <w:szCs w:val="23"/>
              </w:rPr>
              <w:t>установка скамеек, урн, декоративных светильников)</w:t>
            </w:r>
          </w:p>
        </w:tc>
        <w:tc>
          <w:tcPr>
            <w:tcW w:w="2417" w:type="dxa"/>
          </w:tcPr>
          <w:p w:rsidR="00943AED" w:rsidRPr="002D3D7C" w:rsidRDefault="00943AED" w:rsidP="00F10109">
            <w:pPr>
              <w:pStyle w:val="Default"/>
              <w:jc w:val="center"/>
            </w:pPr>
          </w:p>
        </w:tc>
        <w:tc>
          <w:tcPr>
            <w:tcW w:w="1130" w:type="dxa"/>
          </w:tcPr>
          <w:p w:rsidR="00943AED" w:rsidRPr="002D3D7C" w:rsidRDefault="00943AED" w:rsidP="00F10109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943AED" w:rsidRDefault="00943AED" w:rsidP="00F10109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2452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Приведение в нормативное состояние общественных территорий</w:t>
            </w:r>
          </w:p>
        </w:tc>
        <w:tc>
          <w:tcPr>
            <w:tcW w:w="1940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160"/>
            </w:tblGrid>
            <w:tr w:rsidR="00943AED" w:rsidRPr="002D3D7C" w:rsidTr="00F10109">
              <w:trPr>
                <w:trHeight w:val="1419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3AED" w:rsidRPr="002D3D7C" w:rsidRDefault="00943AED" w:rsidP="00F10109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</w:t>
                  </w:r>
                  <w:r>
                    <w:t>под</w:t>
                  </w:r>
                  <w:r w:rsidRPr="002D3D7C">
                    <w:t xml:space="preserve">программы </w:t>
                  </w:r>
                </w:p>
              </w:tc>
            </w:tr>
          </w:tbl>
          <w:p w:rsidR="00943AED" w:rsidRPr="002D3D7C" w:rsidRDefault="00943AED" w:rsidP="00F10109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943AED" w:rsidRPr="002D3D7C" w:rsidRDefault="00943AED" w:rsidP="00FB186D">
            <w:pPr>
              <w:pStyle w:val="Default"/>
              <w:jc w:val="center"/>
            </w:pPr>
            <w:r w:rsidRPr="002D3D7C">
              <w:t>Показатель 1 (Наименование)</w:t>
            </w:r>
          </w:p>
          <w:p w:rsidR="00943AED" w:rsidRPr="002D3D7C" w:rsidRDefault="00943AED" w:rsidP="00FB186D">
            <w:pPr>
              <w:pStyle w:val="Default"/>
              <w:jc w:val="center"/>
            </w:pPr>
            <w:r w:rsidRPr="002D3D7C">
              <w:t>Показатель 2 (Наименование)</w:t>
            </w:r>
          </w:p>
        </w:tc>
      </w:tr>
      <w:tr w:rsidR="00943AED" w:rsidRPr="002D3D7C" w:rsidTr="00F10109">
        <w:trPr>
          <w:trHeight w:val="1050"/>
        </w:trPr>
        <w:tc>
          <w:tcPr>
            <w:tcW w:w="3652" w:type="dxa"/>
          </w:tcPr>
          <w:p w:rsidR="00943AED" w:rsidRPr="00F339E2" w:rsidRDefault="00943AED" w:rsidP="00F101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2.1.2 Мероприятие «Благоустройство площади СДК «Надеждинский» (ремонт асфальтобетонного покрытия, установка скамеек, урн)</w:t>
            </w:r>
          </w:p>
        </w:tc>
        <w:tc>
          <w:tcPr>
            <w:tcW w:w="2417" w:type="dxa"/>
          </w:tcPr>
          <w:p w:rsidR="00943AED" w:rsidRPr="002D3D7C" w:rsidRDefault="00943AED" w:rsidP="00F10109">
            <w:pPr>
              <w:pStyle w:val="Default"/>
              <w:jc w:val="center"/>
            </w:pPr>
          </w:p>
        </w:tc>
        <w:tc>
          <w:tcPr>
            <w:tcW w:w="1130" w:type="dxa"/>
          </w:tcPr>
          <w:p w:rsidR="00943AED" w:rsidRPr="002D3D7C" w:rsidRDefault="00943AED" w:rsidP="00F10109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943AED" w:rsidRDefault="00943AED" w:rsidP="00F10109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2452" w:type="dxa"/>
          </w:tcPr>
          <w:p w:rsidR="00943AED" w:rsidRPr="00F339E2" w:rsidRDefault="00943AED" w:rsidP="006E09E2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Приведение в нормативное состояние общественных территорий</w:t>
            </w:r>
          </w:p>
        </w:tc>
        <w:tc>
          <w:tcPr>
            <w:tcW w:w="1940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160"/>
            </w:tblGrid>
            <w:tr w:rsidR="00943AED" w:rsidRPr="002D3D7C" w:rsidTr="006E09E2">
              <w:trPr>
                <w:trHeight w:val="1419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3AED" w:rsidRPr="002D3D7C" w:rsidRDefault="00943AED" w:rsidP="006E09E2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</w:t>
                  </w:r>
                  <w:r>
                    <w:t>под</w:t>
                  </w:r>
                  <w:r w:rsidRPr="002D3D7C">
                    <w:t xml:space="preserve">программы </w:t>
                  </w:r>
                </w:p>
              </w:tc>
            </w:tr>
          </w:tbl>
          <w:p w:rsidR="00943AED" w:rsidRPr="002D3D7C" w:rsidRDefault="00943AED" w:rsidP="006E09E2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943AED" w:rsidRPr="002D3D7C" w:rsidRDefault="00943AED" w:rsidP="00FB186D">
            <w:pPr>
              <w:pStyle w:val="Default"/>
              <w:jc w:val="center"/>
            </w:pPr>
            <w:r w:rsidRPr="002D3D7C">
              <w:t>Показатель 1 (Наименование)</w:t>
            </w:r>
          </w:p>
          <w:p w:rsidR="00943AED" w:rsidRPr="002D3D7C" w:rsidRDefault="00943AED" w:rsidP="00FB186D">
            <w:pPr>
              <w:pStyle w:val="Default"/>
              <w:jc w:val="center"/>
            </w:pPr>
            <w:r w:rsidRPr="002D3D7C">
              <w:t>Показатель 2 (Наименование</w:t>
            </w:r>
            <w:r>
              <w:t>)</w:t>
            </w:r>
          </w:p>
        </w:tc>
      </w:tr>
    </w:tbl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</w:p>
    <w:p w:rsidR="00943AED" w:rsidRDefault="00943AED" w:rsidP="00FB186D">
      <w:pPr>
        <w:snapToGrid w:val="0"/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Приложение № 3</w:t>
      </w:r>
    </w:p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943AED" w:rsidRDefault="00943AED" w:rsidP="00A43B5D">
      <w:pPr>
        <w:spacing w:line="100" w:lineRule="atLeast"/>
        <w:ind w:left="57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«Формирование комфортной  городской среды </w:t>
      </w:r>
    </w:p>
    <w:p w:rsidR="00943AED" w:rsidRDefault="00943AED" w:rsidP="00A43B5D">
      <w:pPr>
        <w:spacing w:line="100" w:lineRule="atLeast"/>
        <w:ind w:left="576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Надеждинского сельского поселения </w:t>
      </w:r>
    </w:p>
    <w:p w:rsidR="00943AED" w:rsidRDefault="00943AED" w:rsidP="00A43B5D">
      <w:pPr>
        <w:spacing w:line="100" w:lineRule="atLeast"/>
        <w:ind w:left="576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Омского муниципального района</w:t>
      </w:r>
    </w:p>
    <w:p w:rsidR="00943AED" w:rsidRDefault="00943AED" w:rsidP="00A43B5D">
      <w:pPr>
        <w:spacing w:line="100" w:lineRule="atLeast"/>
        <w:ind w:left="4963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Омской области </w:t>
      </w:r>
      <w:r>
        <w:rPr>
          <w:sz w:val="28"/>
          <w:szCs w:val="28"/>
        </w:rPr>
        <w:t>на 2018 год»</w:t>
      </w:r>
    </w:p>
    <w:p w:rsidR="00943AED" w:rsidRDefault="00943AED" w:rsidP="00A43B5D">
      <w:pPr>
        <w:spacing w:line="100" w:lineRule="atLeast"/>
        <w:jc w:val="right"/>
      </w:pPr>
    </w:p>
    <w:p w:rsidR="00943AED" w:rsidRDefault="00943AED" w:rsidP="00A43B5D">
      <w:pPr>
        <w:spacing w:line="100" w:lineRule="atLeast"/>
        <w:jc w:val="center"/>
      </w:pPr>
    </w:p>
    <w:p w:rsidR="00943AED" w:rsidRDefault="00943AED" w:rsidP="00A43B5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 муниципальной программы</w:t>
      </w:r>
    </w:p>
    <w:p w:rsidR="00943AED" w:rsidRDefault="00943AED" w:rsidP="00A43B5D">
      <w:pPr>
        <w:pStyle w:val="Default"/>
        <w:jc w:val="center"/>
        <w:rPr>
          <w:sz w:val="28"/>
          <w:szCs w:val="28"/>
        </w:rPr>
      </w:pPr>
    </w:p>
    <w:p w:rsidR="00943AED" w:rsidRDefault="00943AED" w:rsidP="00A43B5D">
      <w:pPr>
        <w:pStyle w:val="Default"/>
        <w:jc w:val="center"/>
        <w:rPr>
          <w:sz w:val="28"/>
          <w:szCs w:val="28"/>
        </w:rPr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2693"/>
        <w:gridCol w:w="3260"/>
        <w:gridCol w:w="1135"/>
        <w:gridCol w:w="1135"/>
        <w:gridCol w:w="1135"/>
        <w:gridCol w:w="1135"/>
      </w:tblGrid>
      <w:tr w:rsidR="00943AED" w:rsidRPr="00F339E2" w:rsidTr="00F10109">
        <w:trPr>
          <w:trHeight w:val="323"/>
        </w:trPr>
        <w:tc>
          <w:tcPr>
            <w:tcW w:w="4503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Наименование контрольного события Программы</w:t>
            </w:r>
          </w:p>
        </w:tc>
        <w:tc>
          <w:tcPr>
            <w:tcW w:w="2693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Статус</w:t>
            </w:r>
          </w:p>
        </w:tc>
        <w:tc>
          <w:tcPr>
            <w:tcW w:w="3260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540" w:type="dxa"/>
            <w:gridSpan w:val="4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Срок наступления контрольного события (дата)</w:t>
            </w:r>
          </w:p>
        </w:tc>
      </w:tr>
      <w:tr w:rsidR="00943AED" w:rsidRPr="00F339E2" w:rsidTr="00F10109">
        <w:trPr>
          <w:trHeight w:val="322"/>
        </w:trPr>
        <w:tc>
          <w:tcPr>
            <w:tcW w:w="4503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4540" w:type="dxa"/>
            <w:gridSpan w:val="4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2017 год</w:t>
            </w:r>
          </w:p>
        </w:tc>
      </w:tr>
      <w:tr w:rsidR="00943AED" w:rsidRPr="00F339E2" w:rsidTr="00F10109">
        <w:tc>
          <w:tcPr>
            <w:tcW w:w="4503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II</w:t>
            </w:r>
            <w:r w:rsidRPr="00F339E2">
              <w:rPr>
                <w:sz w:val="28"/>
                <w:szCs w:val="28"/>
                <w:lang w:val="en-US"/>
              </w:rPr>
              <w:br/>
            </w:r>
            <w:r w:rsidRPr="00F339E2">
              <w:rPr>
                <w:sz w:val="28"/>
                <w:szCs w:val="28"/>
              </w:rPr>
              <w:t>квартал</w:t>
            </w: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III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 xml:space="preserve"> </w:t>
            </w:r>
            <w:r w:rsidRPr="00F339E2">
              <w:rPr>
                <w:sz w:val="28"/>
                <w:szCs w:val="28"/>
                <w:lang w:val="en-US"/>
              </w:rPr>
              <w:t>IV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</w:tr>
      <w:tr w:rsidR="00943AED" w:rsidRPr="00F339E2" w:rsidTr="00F10109">
        <w:tc>
          <w:tcPr>
            <w:tcW w:w="4503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1</w:t>
            </w:r>
          </w:p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Опубликование для общественного обсуждения проекта </w:t>
            </w:r>
            <w:r>
              <w:rPr>
                <w:sz w:val="22"/>
                <w:szCs w:val="22"/>
              </w:rPr>
              <w:t xml:space="preserve">программы «Формирование комфортной </w:t>
            </w:r>
            <w:r w:rsidRPr="00F339E2">
              <w:rPr>
                <w:sz w:val="22"/>
                <w:szCs w:val="22"/>
              </w:rPr>
              <w:t xml:space="preserve">городской среды </w:t>
            </w:r>
            <w:r>
              <w:rPr>
                <w:sz w:val="22"/>
                <w:szCs w:val="22"/>
              </w:rPr>
              <w:t>Надеждин</w:t>
            </w:r>
            <w:r w:rsidRPr="00F339E2">
              <w:rPr>
                <w:sz w:val="22"/>
                <w:szCs w:val="22"/>
              </w:rPr>
              <w:t>ского сельского поселения Омского муниципальног</w:t>
            </w:r>
            <w:r>
              <w:rPr>
                <w:sz w:val="22"/>
                <w:szCs w:val="22"/>
              </w:rPr>
              <w:t>о района Омской области на 2018 г</w:t>
            </w:r>
            <w:r w:rsidRPr="00F339E2">
              <w:rPr>
                <w:sz w:val="22"/>
                <w:szCs w:val="22"/>
              </w:rPr>
              <w:t xml:space="preserve">од» </w:t>
            </w:r>
          </w:p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Надеждин</w:t>
            </w:r>
            <w:r w:rsidRPr="00F339E2">
              <w:rPr>
                <w:sz w:val="22"/>
                <w:szCs w:val="22"/>
              </w:rPr>
              <w:t>ского сельского поселения</w:t>
            </w: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43AED" w:rsidRPr="00F339E2" w:rsidTr="00F10109">
        <w:tc>
          <w:tcPr>
            <w:tcW w:w="4503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2</w:t>
            </w:r>
          </w:p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Утверждение </w:t>
            </w:r>
            <w:r w:rsidRPr="00F339E2">
              <w:rPr>
                <w:sz w:val="22"/>
                <w:szCs w:val="22"/>
              </w:rPr>
              <w:t xml:space="preserve">программы «Формирование </w:t>
            </w:r>
            <w:r>
              <w:rPr>
                <w:sz w:val="22"/>
                <w:szCs w:val="22"/>
              </w:rPr>
              <w:t>комфортной</w:t>
            </w:r>
            <w:r w:rsidRPr="00F339E2">
              <w:rPr>
                <w:sz w:val="22"/>
                <w:szCs w:val="22"/>
              </w:rPr>
              <w:t xml:space="preserve"> городской среды </w:t>
            </w:r>
            <w:r>
              <w:rPr>
                <w:sz w:val="22"/>
                <w:szCs w:val="22"/>
              </w:rPr>
              <w:t>Надеждинс</w:t>
            </w:r>
            <w:r w:rsidRPr="00F339E2">
              <w:rPr>
                <w:sz w:val="22"/>
                <w:szCs w:val="22"/>
              </w:rPr>
              <w:t>кого сельского поселения Омского муниципального района Омской области на 2018</w:t>
            </w:r>
            <w:r>
              <w:rPr>
                <w:sz w:val="22"/>
                <w:szCs w:val="22"/>
              </w:rPr>
              <w:t xml:space="preserve">-2022 </w:t>
            </w:r>
            <w:r w:rsidRPr="00F339E2">
              <w:rPr>
                <w:sz w:val="22"/>
                <w:szCs w:val="22"/>
              </w:rPr>
              <w:t>год</w:t>
            </w:r>
            <w:r>
              <w:rPr>
                <w:sz w:val="22"/>
                <w:szCs w:val="22"/>
              </w:rPr>
              <w:t>ы</w:t>
            </w:r>
            <w:r w:rsidRPr="00F339E2">
              <w:rPr>
                <w:sz w:val="22"/>
                <w:szCs w:val="22"/>
              </w:rPr>
              <w:t>» с учетом обсуждения с заинтересованными лицами</w:t>
            </w:r>
          </w:p>
        </w:tc>
        <w:tc>
          <w:tcPr>
            <w:tcW w:w="2693" w:type="dxa"/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943AED" w:rsidRPr="00C9098D" w:rsidTr="00F10109">
              <w:trPr>
                <w:trHeight w:val="125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3AED" w:rsidRPr="00C9098D" w:rsidRDefault="00943AED" w:rsidP="00F10109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Надеждин</w:t>
            </w:r>
            <w:r w:rsidRPr="00F339E2">
              <w:rPr>
                <w:sz w:val="22"/>
                <w:szCs w:val="22"/>
              </w:rPr>
              <w:t>ского сельского поселения</w:t>
            </w: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Не позднее </w:t>
            </w:r>
            <w:r>
              <w:rPr>
                <w:sz w:val="22"/>
                <w:szCs w:val="22"/>
              </w:rPr>
              <w:t>15</w:t>
            </w:r>
            <w:r w:rsidRPr="00F339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нояб</w:t>
            </w:r>
            <w:r w:rsidRPr="00F339E2">
              <w:rPr>
                <w:sz w:val="22"/>
                <w:szCs w:val="22"/>
              </w:rPr>
              <w:t>ря 2017 года</w:t>
            </w:r>
          </w:p>
        </w:tc>
      </w:tr>
    </w:tbl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</w:p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</w:p>
    <w:p w:rsidR="00943AED" w:rsidRDefault="00943AED" w:rsidP="00A43B5D">
      <w:pPr>
        <w:snapToGrid w:val="0"/>
        <w:spacing w:line="100" w:lineRule="atLeast"/>
        <w:rPr>
          <w:sz w:val="28"/>
          <w:szCs w:val="28"/>
        </w:rPr>
        <w:sectPr w:rsidR="00943AED" w:rsidSect="00934811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</w:t>
      </w:r>
    </w:p>
    <w:p w:rsidR="00943AED" w:rsidRDefault="00943AED" w:rsidP="00A43B5D">
      <w:pPr>
        <w:spacing w:line="100" w:lineRule="atLeast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                       Приложение № 4</w:t>
      </w:r>
    </w:p>
    <w:p w:rsidR="00943AED" w:rsidRDefault="00943AED" w:rsidP="008F0603">
      <w:pPr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 программе</w:t>
      </w:r>
    </w:p>
    <w:p w:rsidR="00943AED" w:rsidRDefault="00943AED" w:rsidP="008F0603">
      <w:pPr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«Формирование комфортной </w:t>
      </w:r>
    </w:p>
    <w:p w:rsidR="00943AED" w:rsidRDefault="00943AED" w:rsidP="008F0603">
      <w:pPr>
        <w:spacing w:line="100" w:lineRule="atLeast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городской среды Надеждинского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943AED" w:rsidRDefault="00943AED" w:rsidP="008F0603">
      <w:pPr>
        <w:spacing w:line="100" w:lineRule="atLeast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сельского поселения                                                  </w:t>
      </w:r>
    </w:p>
    <w:p w:rsidR="00943AED" w:rsidRDefault="00943AED" w:rsidP="008F0603">
      <w:pPr>
        <w:spacing w:line="100" w:lineRule="atLeast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Омского муниципального района</w:t>
      </w:r>
    </w:p>
    <w:p w:rsidR="00943AED" w:rsidRDefault="00943AED" w:rsidP="008F0603">
      <w:pPr>
        <w:spacing w:line="100" w:lineRule="atLeast"/>
        <w:ind w:left="4963"/>
        <w:jc w:val="right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Омской области </w:t>
      </w:r>
      <w:r>
        <w:rPr>
          <w:sz w:val="28"/>
          <w:szCs w:val="28"/>
        </w:rPr>
        <w:t>на 2018 год»</w:t>
      </w:r>
    </w:p>
    <w:p w:rsidR="00943AED" w:rsidRDefault="00943AED" w:rsidP="00A43B5D">
      <w:pPr>
        <w:suppressAutoHyphens/>
        <w:jc w:val="center"/>
        <w:rPr>
          <w:sz w:val="28"/>
          <w:szCs w:val="28"/>
        </w:rPr>
      </w:pPr>
    </w:p>
    <w:p w:rsidR="00943AED" w:rsidRDefault="00943AED" w:rsidP="00A43B5D">
      <w:pPr>
        <w:suppressAutoHyphens/>
        <w:jc w:val="center"/>
        <w:rPr>
          <w:sz w:val="28"/>
          <w:szCs w:val="28"/>
        </w:rPr>
      </w:pPr>
    </w:p>
    <w:p w:rsidR="00943AED" w:rsidRDefault="00943AED" w:rsidP="00A43B5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943AED" w:rsidRDefault="00943AED" w:rsidP="00A43B5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общественных территорий планируемых к благоустройству в рамках программы</w:t>
      </w:r>
    </w:p>
    <w:p w:rsidR="00943AED" w:rsidRDefault="00943AED" w:rsidP="00A43B5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комфортной городской среды Надеждинского сельского поселения </w:t>
      </w:r>
    </w:p>
    <w:p w:rsidR="00943AED" w:rsidRDefault="00943AED" w:rsidP="00A43B5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Омского муниципального района Омской области на 2018 год»</w:t>
      </w:r>
    </w:p>
    <w:p w:rsidR="00943AED" w:rsidRPr="0015160A" w:rsidRDefault="00943AED" w:rsidP="00A43B5D">
      <w:pPr>
        <w:pStyle w:val="Default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2479"/>
        <w:gridCol w:w="2236"/>
        <w:gridCol w:w="827"/>
        <w:gridCol w:w="1317"/>
        <w:gridCol w:w="2097"/>
      </w:tblGrid>
      <w:tr w:rsidR="00943AED" w:rsidRPr="00F339E2" w:rsidTr="00F10109">
        <w:trPr>
          <w:trHeight w:val="480"/>
        </w:trPr>
        <w:tc>
          <w:tcPr>
            <w:tcW w:w="642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№ п/п</w:t>
            </w:r>
          </w:p>
        </w:tc>
        <w:tc>
          <w:tcPr>
            <w:tcW w:w="2666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Наименование общественной территории</w:t>
            </w:r>
          </w:p>
        </w:tc>
        <w:tc>
          <w:tcPr>
            <w:tcW w:w="2466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2206" w:type="dxa"/>
            <w:gridSpan w:val="2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Целевой показатель</w:t>
            </w:r>
          </w:p>
        </w:tc>
        <w:tc>
          <w:tcPr>
            <w:tcW w:w="2157" w:type="dxa"/>
            <w:vMerge w:val="restart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Ориентировочная стоимость, рублей</w:t>
            </w:r>
          </w:p>
        </w:tc>
      </w:tr>
      <w:tr w:rsidR="00943AED" w:rsidRPr="00F339E2" w:rsidTr="00F10109">
        <w:trPr>
          <w:trHeight w:val="480"/>
        </w:trPr>
        <w:tc>
          <w:tcPr>
            <w:tcW w:w="642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66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466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Ед. изм.</w:t>
            </w:r>
          </w:p>
        </w:tc>
        <w:tc>
          <w:tcPr>
            <w:tcW w:w="131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Количество</w:t>
            </w:r>
          </w:p>
        </w:tc>
        <w:tc>
          <w:tcPr>
            <w:tcW w:w="2157" w:type="dxa"/>
            <w:vMerge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943AED" w:rsidRPr="00F339E2" w:rsidTr="00F10109">
        <w:tc>
          <w:tcPr>
            <w:tcW w:w="642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1</w:t>
            </w:r>
          </w:p>
        </w:tc>
        <w:tc>
          <w:tcPr>
            <w:tcW w:w="2666" w:type="dxa"/>
          </w:tcPr>
          <w:p w:rsidR="00943AED" w:rsidRPr="00F339E2" w:rsidRDefault="00943AED" w:rsidP="00F10109">
            <w:pPr>
              <w:pStyle w:val="Default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Центральная площадь </w:t>
            </w:r>
            <w:r>
              <w:rPr>
                <w:sz w:val="22"/>
                <w:szCs w:val="22"/>
              </w:rPr>
              <w:t>с. Надеждино</w:t>
            </w:r>
          </w:p>
        </w:tc>
        <w:tc>
          <w:tcPr>
            <w:tcW w:w="2466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943AED" w:rsidRPr="00F339E2" w:rsidTr="00F10109">
        <w:tc>
          <w:tcPr>
            <w:tcW w:w="642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66" w:type="dxa"/>
          </w:tcPr>
          <w:p w:rsidR="00943AED" w:rsidRPr="00F339E2" w:rsidRDefault="00943AED" w:rsidP="00F1010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 СДК «Надеждинский»</w:t>
            </w:r>
          </w:p>
        </w:tc>
        <w:tc>
          <w:tcPr>
            <w:tcW w:w="2466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943AED" w:rsidRPr="00F339E2" w:rsidTr="00F10109">
        <w:tc>
          <w:tcPr>
            <w:tcW w:w="642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66" w:type="dxa"/>
          </w:tcPr>
          <w:p w:rsidR="00943AED" w:rsidRPr="00F339E2" w:rsidRDefault="00943AED" w:rsidP="00F1010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66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943AED" w:rsidRPr="00F339E2" w:rsidTr="00F10109">
        <w:tc>
          <w:tcPr>
            <w:tcW w:w="642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66" w:type="dxa"/>
          </w:tcPr>
          <w:p w:rsidR="00943AED" w:rsidRPr="00F339E2" w:rsidRDefault="00943AED" w:rsidP="00F1010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66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943AED" w:rsidRPr="00F339E2" w:rsidTr="00F10109">
        <w:tc>
          <w:tcPr>
            <w:tcW w:w="642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66" w:type="dxa"/>
          </w:tcPr>
          <w:p w:rsidR="00943AED" w:rsidRPr="00F339E2" w:rsidRDefault="00943AED" w:rsidP="00F1010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66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943AED" w:rsidRPr="00F339E2" w:rsidTr="00F10109">
        <w:tc>
          <w:tcPr>
            <w:tcW w:w="642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66" w:type="dxa"/>
          </w:tcPr>
          <w:p w:rsidR="00943AED" w:rsidRPr="00F339E2" w:rsidRDefault="00943AED" w:rsidP="00F1010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66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943AED" w:rsidRPr="00F339E2" w:rsidTr="00F10109">
        <w:tc>
          <w:tcPr>
            <w:tcW w:w="642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66" w:type="dxa"/>
          </w:tcPr>
          <w:p w:rsidR="00943AED" w:rsidRPr="00F339E2" w:rsidRDefault="00943AED" w:rsidP="00F1010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66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57" w:type="dxa"/>
          </w:tcPr>
          <w:p w:rsidR="00943AED" w:rsidRPr="00F339E2" w:rsidRDefault="00943AED" w:rsidP="00F1010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43AED" w:rsidRPr="00037344" w:rsidRDefault="00943AED" w:rsidP="00A43B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3AED" w:rsidRDefault="00943AED" w:rsidP="00A43B5D">
      <w:pPr>
        <w:rPr>
          <w:sz w:val="28"/>
          <w:szCs w:val="28"/>
        </w:rPr>
      </w:pPr>
    </w:p>
    <w:p w:rsidR="00943AED" w:rsidRPr="00962815" w:rsidRDefault="00943AED" w:rsidP="00A43B5D">
      <w:pPr>
        <w:rPr>
          <w:sz w:val="28"/>
          <w:szCs w:val="28"/>
        </w:rPr>
      </w:pPr>
    </w:p>
    <w:p w:rsidR="00943AED" w:rsidRPr="00962815" w:rsidRDefault="00943AED" w:rsidP="00A43B5D">
      <w:pPr>
        <w:rPr>
          <w:sz w:val="28"/>
          <w:szCs w:val="28"/>
        </w:rPr>
      </w:pPr>
    </w:p>
    <w:p w:rsidR="00943AED" w:rsidRPr="00962815" w:rsidRDefault="00943AED" w:rsidP="00A43B5D">
      <w:pPr>
        <w:rPr>
          <w:sz w:val="28"/>
          <w:szCs w:val="28"/>
        </w:rPr>
      </w:pPr>
    </w:p>
    <w:p w:rsidR="00943AED" w:rsidRPr="00962815" w:rsidRDefault="00943AED" w:rsidP="00A43B5D">
      <w:pPr>
        <w:rPr>
          <w:sz w:val="28"/>
          <w:szCs w:val="28"/>
        </w:rPr>
      </w:pPr>
    </w:p>
    <w:p w:rsidR="00943AED" w:rsidRPr="00962815" w:rsidRDefault="00943AED" w:rsidP="00A43B5D">
      <w:pPr>
        <w:rPr>
          <w:sz w:val="28"/>
          <w:szCs w:val="28"/>
        </w:rPr>
      </w:pPr>
    </w:p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943AED" w:rsidRDefault="00943AED" w:rsidP="008F0603">
      <w:pPr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к  программе</w:t>
      </w:r>
    </w:p>
    <w:p w:rsidR="00943AED" w:rsidRDefault="00943AED" w:rsidP="008F0603">
      <w:pPr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«Формирование комфортной  городской среды </w:t>
      </w:r>
    </w:p>
    <w:p w:rsidR="00943AED" w:rsidRDefault="00943AED" w:rsidP="008F0603">
      <w:pPr>
        <w:spacing w:line="100" w:lineRule="atLeast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Надеждинского сельского поселения </w:t>
      </w:r>
    </w:p>
    <w:p w:rsidR="00943AED" w:rsidRDefault="00943AED" w:rsidP="008F0603">
      <w:pPr>
        <w:spacing w:line="100" w:lineRule="atLeast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Омского муниципального района</w:t>
      </w:r>
    </w:p>
    <w:p w:rsidR="00943AED" w:rsidRDefault="00943AED" w:rsidP="008F0603">
      <w:pPr>
        <w:spacing w:line="100" w:lineRule="atLeast"/>
        <w:ind w:left="4963"/>
        <w:jc w:val="right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Омской области </w:t>
      </w:r>
      <w:r>
        <w:rPr>
          <w:sz w:val="28"/>
          <w:szCs w:val="28"/>
        </w:rPr>
        <w:t>на 2018-2022 годы»</w:t>
      </w:r>
    </w:p>
    <w:p w:rsidR="00943AED" w:rsidRPr="00737948" w:rsidRDefault="00943AED" w:rsidP="00A43B5D">
      <w:pPr>
        <w:suppressAutoHyphens/>
        <w:jc w:val="center"/>
        <w:rPr>
          <w:rStyle w:val="fontstyle01"/>
          <w:b/>
          <w:szCs w:val="28"/>
        </w:rPr>
      </w:pPr>
      <w:r w:rsidRPr="00737948">
        <w:rPr>
          <w:rStyle w:val="fontstyle01"/>
          <w:b/>
          <w:szCs w:val="28"/>
        </w:rPr>
        <w:t xml:space="preserve">ПЕРЕЧЕНЬ </w:t>
      </w:r>
    </w:p>
    <w:p w:rsidR="00943AED" w:rsidRPr="00F46005" w:rsidRDefault="00943AED" w:rsidP="00A43B5D">
      <w:pPr>
        <w:jc w:val="center"/>
        <w:rPr>
          <w:rStyle w:val="fontstyle01"/>
          <w:szCs w:val="28"/>
        </w:rPr>
      </w:pPr>
      <w:r w:rsidRPr="00F46005">
        <w:rPr>
          <w:rStyle w:val="fontstyle01"/>
          <w:szCs w:val="28"/>
        </w:rPr>
        <w:t>Адресный перечень, подлежащих капитальному ремонту и ремонту дворовых территорий</w:t>
      </w:r>
      <w:r>
        <w:rPr>
          <w:rStyle w:val="fontstyle01"/>
          <w:szCs w:val="28"/>
        </w:rPr>
        <w:t xml:space="preserve"> многоквартирных домов, проездов к дворовым территориям многоквартирных домов населенных пунктов</w:t>
      </w:r>
      <w:r w:rsidRPr="00F46005">
        <w:rPr>
          <w:rStyle w:val="fontstyle01"/>
          <w:szCs w:val="28"/>
        </w:rPr>
        <w:t xml:space="preserve"> в 201</w:t>
      </w:r>
      <w:r>
        <w:rPr>
          <w:rStyle w:val="fontstyle01"/>
          <w:szCs w:val="28"/>
        </w:rPr>
        <w:t>8</w:t>
      </w:r>
      <w:r w:rsidRPr="00F46005">
        <w:rPr>
          <w:rStyle w:val="fontstyle01"/>
          <w:szCs w:val="28"/>
        </w:rPr>
        <w:t xml:space="preserve"> году. </w:t>
      </w:r>
    </w:p>
    <w:p w:rsidR="00943AED" w:rsidRPr="00037344" w:rsidRDefault="00943AED" w:rsidP="00A43B5D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jc w:val="center"/>
        <w:tblInd w:w="-2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4536"/>
        <w:gridCol w:w="4076"/>
      </w:tblGrid>
      <w:tr w:rsidR="00943AED" w:rsidRPr="00037344" w:rsidTr="00F10109">
        <w:trPr>
          <w:jc w:val="center"/>
        </w:trPr>
        <w:tc>
          <w:tcPr>
            <w:tcW w:w="678" w:type="dxa"/>
            <w:vAlign w:val="center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>№ п/п</w:t>
            </w:r>
          </w:p>
        </w:tc>
        <w:tc>
          <w:tcPr>
            <w:tcW w:w="4536" w:type="dxa"/>
            <w:vAlign w:val="center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4076" w:type="dxa"/>
            <w:vAlign w:val="center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114B">
              <w:rPr>
                <w:sz w:val="28"/>
                <w:szCs w:val="28"/>
              </w:rPr>
              <w:t>Перечень видов работ, планируемых к выполнению</w:t>
            </w:r>
          </w:p>
        </w:tc>
      </w:tr>
      <w:tr w:rsidR="00943AED" w:rsidRPr="00037344" w:rsidTr="00F10109">
        <w:trPr>
          <w:jc w:val="center"/>
        </w:trPr>
        <w:tc>
          <w:tcPr>
            <w:tcW w:w="9290" w:type="dxa"/>
            <w:gridSpan w:val="3"/>
            <w:vAlign w:val="center"/>
          </w:tcPr>
          <w:p w:rsidR="00943AED" w:rsidRPr="00824E12" w:rsidRDefault="00943AED" w:rsidP="00A43B5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24E12">
              <w:rPr>
                <w:b/>
                <w:sz w:val="28"/>
                <w:szCs w:val="28"/>
              </w:rPr>
              <w:t xml:space="preserve">Основной перечень с. </w:t>
            </w:r>
            <w:r>
              <w:rPr>
                <w:b/>
                <w:sz w:val="28"/>
                <w:szCs w:val="28"/>
              </w:rPr>
              <w:t>Надеждино</w:t>
            </w:r>
          </w:p>
        </w:tc>
      </w:tr>
      <w:tr w:rsidR="00943AED" w:rsidRPr="00037344" w:rsidTr="00F10109">
        <w:trPr>
          <w:jc w:val="center"/>
        </w:trPr>
        <w:tc>
          <w:tcPr>
            <w:tcW w:w="678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Центральная, 17</w:t>
            </w:r>
          </w:p>
        </w:tc>
        <w:tc>
          <w:tcPr>
            <w:tcW w:w="4076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Style w:val="fontstyle01"/>
                <w:szCs w:val="28"/>
              </w:rPr>
              <w:t xml:space="preserve">Ремонт </w:t>
            </w:r>
            <w:r w:rsidRPr="00F46005">
              <w:rPr>
                <w:rStyle w:val="fontstyle01"/>
                <w:szCs w:val="28"/>
              </w:rPr>
              <w:t>дворовых территорий</w:t>
            </w:r>
            <w:r>
              <w:rPr>
                <w:rStyle w:val="fontstyle01"/>
                <w:szCs w:val="28"/>
              </w:rPr>
              <w:t xml:space="preserve"> многоквартирных домов</w:t>
            </w:r>
          </w:p>
        </w:tc>
      </w:tr>
      <w:tr w:rsidR="00943AED" w:rsidRPr="00037344" w:rsidTr="00F10109">
        <w:trPr>
          <w:jc w:val="center"/>
        </w:trPr>
        <w:tc>
          <w:tcPr>
            <w:tcW w:w="678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Центральная,19</w:t>
            </w:r>
          </w:p>
        </w:tc>
        <w:tc>
          <w:tcPr>
            <w:tcW w:w="4076" w:type="dxa"/>
          </w:tcPr>
          <w:p w:rsidR="00943AED" w:rsidRDefault="00943AED" w:rsidP="00F10109">
            <w:r w:rsidRPr="003A79AA">
              <w:rPr>
                <w:rStyle w:val="fontstyle01"/>
                <w:szCs w:val="28"/>
              </w:rPr>
              <w:t>Ремонт дворовых территорий многоквартирных домов</w:t>
            </w:r>
          </w:p>
        </w:tc>
      </w:tr>
      <w:tr w:rsidR="00943AED" w:rsidRPr="00037344" w:rsidTr="00F10109">
        <w:trPr>
          <w:jc w:val="center"/>
        </w:trPr>
        <w:tc>
          <w:tcPr>
            <w:tcW w:w="678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Центральная,21</w:t>
            </w:r>
          </w:p>
        </w:tc>
        <w:tc>
          <w:tcPr>
            <w:tcW w:w="4076" w:type="dxa"/>
          </w:tcPr>
          <w:p w:rsidR="00943AED" w:rsidRDefault="00943AED" w:rsidP="00F10109">
            <w:r w:rsidRPr="003A79AA">
              <w:rPr>
                <w:rStyle w:val="fontstyle01"/>
                <w:szCs w:val="28"/>
              </w:rPr>
              <w:t>Ремонт дворовых территорий многоквартирных домов</w:t>
            </w:r>
          </w:p>
        </w:tc>
      </w:tr>
      <w:tr w:rsidR="00943AED" w:rsidRPr="00037344" w:rsidTr="00F10109">
        <w:trPr>
          <w:jc w:val="center"/>
        </w:trPr>
        <w:tc>
          <w:tcPr>
            <w:tcW w:w="678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Ул.Новая,1а</w:t>
            </w:r>
          </w:p>
        </w:tc>
        <w:tc>
          <w:tcPr>
            <w:tcW w:w="4076" w:type="dxa"/>
          </w:tcPr>
          <w:p w:rsidR="00943AED" w:rsidRDefault="00943AED" w:rsidP="006E09E2">
            <w:r w:rsidRPr="003A79AA">
              <w:rPr>
                <w:rStyle w:val="fontstyle01"/>
                <w:szCs w:val="28"/>
              </w:rPr>
              <w:t>Ремонт дворовых территорий многоквартирных домов</w:t>
            </w:r>
          </w:p>
        </w:tc>
      </w:tr>
    </w:tbl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</w:p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</w:p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</w:p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</w:p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</w:p>
    <w:p w:rsidR="00943AED" w:rsidRDefault="00943AED" w:rsidP="00A43B5D">
      <w:pPr>
        <w:spacing w:line="100" w:lineRule="atLeast"/>
        <w:ind w:left="5760"/>
        <w:jc w:val="right"/>
        <w:rPr>
          <w:sz w:val="28"/>
          <w:szCs w:val="28"/>
        </w:rPr>
      </w:pPr>
    </w:p>
    <w:p w:rsidR="00943AED" w:rsidRDefault="00943AED" w:rsidP="00B32E7C">
      <w:pPr>
        <w:spacing w:line="100" w:lineRule="atLeast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6</w:t>
      </w:r>
    </w:p>
    <w:p w:rsidR="00943AED" w:rsidRDefault="00943AED" w:rsidP="00B32E7C">
      <w:pPr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к  программе</w:t>
      </w:r>
    </w:p>
    <w:p w:rsidR="00943AED" w:rsidRDefault="00943AED" w:rsidP="00B32E7C">
      <w:pPr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«Формирование комфортной  городской среды </w:t>
      </w:r>
    </w:p>
    <w:p w:rsidR="00943AED" w:rsidRDefault="00943AED" w:rsidP="00B32E7C">
      <w:pPr>
        <w:spacing w:line="100" w:lineRule="atLeast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Надеждинского сельского поселения </w:t>
      </w:r>
    </w:p>
    <w:p w:rsidR="00943AED" w:rsidRDefault="00943AED" w:rsidP="00B32E7C">
      <w:pPr>
        <w:spacing w:line="100" w:lineRule="atLeast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Омского муниципального района</w:t>
      </w:r>
    </w:p>
    <w:p w:rsidR="00943AED" w:rsidRDefault="00943AED" w:rsidP="00B32E7C">
      <w:pPr>
        <w:spacing w:line="100" w:lineRule="atLeast"/>
        <w:ind w:left="4963"/>
        <w:jc w:val="right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Омской области </w:t>
      </w:r>
      <w:r>
        <w:rPr>
          <w:sz w:val="28"/>
          <w:szCs w:val="28"/>
        </w:rPr>
        <w:t>на 2018 год»</w:t>
      </w:r>
    </w:p>
    <w:p w:rsidR="00943AED" w:rsidRDefault="00943AED" w:rsidP="00A43B5D">
      <w:pPr>
        <w:suppressAutoHyphens/>
        <w:jc w:val="center"/>
        <w:rPr>
          <w:rStyle w:val="fontstyle01"/>
          <w:b/>
          <w:szCs w:val="28"/>
        </w:rPr>
      </w:pPr>
    </w:p>
    <w:p w:rsidR="00943AED" w:rsidRPr="00824E12" w:rsidRDefault="00943AED" w:rsidP="00A43B5D">
      <w:pPr>
        <w:suppressAutoHyphens/>
        <w:jc w:val="center"/>
        <w:rPr>
          <w:rStyle w:val="fontstyle01"/>
          <w:b/>
          <w:szCs w:val="28"/>
        </w:rPr>
      </w:pPr>
      <w:r w:rsidRPr="00824E12">
        <w:rPr>
          <w:rStyle w:val="fontstyle01"/>
          <w:b/>
          <w:szCs w:val="28"/>
        </w:rPr>
        <w:t xml:space="preserve">ПЕРЕЧЕНЬ </w:t>
      </w:r>
    </w:p>
    <w:p w:rsidR="00943AED" w:rsidRPr="00037344" w:rsidRDefault="00943AED" w:rsidP="00A43B5D">
      <w:pPr>
        <w:jc w:val="center"/>
        <w:rPr>
          <w:color w:val="000000"/>
          <w:sz w:val="28"/>
          <w:szCs w:val="28"/>
        </w:rPr>
      </w:pPr>
      <w:r w:rsidRPr="00F46005">
        <w:rPr>
          <w:rStyle w:val="fontstyle01"/>
          <w:szCs w:val="28"/>
        </w:rPr>
        <w:t>Адресный перечень подлежащих благоустройству дворовых территорий многоквартирных домов в 201</w:t>
      </w:r>
      <w:r>
        <w:rPr>
          <w:rStyle w:val="fontstyle01"/>
          <w:szCs w:val="28"/>
        </w:rPr>
        <w:t>8-2022</w:t>
      </w:r>
      <w:r w:rsidRPr="00F46005">
        <w:rPr>
          <w:rStyle w:val="fontstyle01"/>
          <w:szCs w:val="28"/>
        </w:rPr>
        <w:t xml:space="preserve"> год</w:t>
      </w:r>
      <w:r>
        <w:rPr>
          <w:rStyle w:val="fontstyle01"/>
          <w:szCs w:val="28"/>
        </w:rPr>
        <w:t>ах</w:t>
      </w:r>
      <w:r w:rsidRPr="00F46005">
        <w:rPr>
          <w:rStyle w:val="fontstyle01"/>
          <w:szCs w:val="28"/>
        </w:rPr>
        <w:t xml:space="preserve"> </w:t>
      </w:r>
    </w:p>
    <w:p w:rsidR="00943AED" w:rsidRDefault="00943AED" w:rsidP="00A43B5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jc w:val="center"/>
        <w:tblInd w:w="-2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8"/>
        <w:gridCol w:w="4913"/>
        <w:gridCol w:w="3699"/>
      </w:tblGrid>
      <w:tr w:rsidR="00943AED" w:rsidRPr="00037344" w:rsidTr="00F10109">
        <w:trPr>
          <w:trHeight w:val="658"/>
          <w:jc w:val="center"/>
        </w:trPr>
        <w:tc>
          <w:tcPr>
            <w:tcW w:w="678" w:type="dxa"/>
            <w:vAlign w:val="center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>№ п/п</w:t>
            </w:r>
          </w:p>
        </w:tc>
        <w:tc>
          <w:tcPr>
            <w:tcW w:w="4913" w:type="dxa"/>
            <w:vAlign w:val="center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3699" w:type="dxa"/>
            <w:vAlign w:val="center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114B">
              <w:rPr>
                <w:sz w:val="28"/>
                <w:szCs w:val="28"/>
              </w:rPr>
              <w:t>Перечень видов работ, планируемых к выполнению</w:t>
            </w:r>
          </w:p>
        </w:tc>
      </w:tr>
      <w:tr w:rsidR="00943AED" w:rsidRPr="00037344" w:rsidTr="00F10109">
        <w:trPr>
          <w:jc w:val="center"/>
        </w:trPr>
        <w:tc>
          <w:tcPr>
            <w:tcW w:w="9290" w:type="dxa"/>
            <w:gridSpan w:val="3"/>
            <w:vAlign w:val="center"/>
          </w:tcPr>
          <w:p w:rsidR="00943AED" w:rsidRPr="00824E12" w:rsidRDefault="00943AED" w:rsidP="00A43B5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24E12">
              <w:rPr>
                <w:b/>
                <w:sz w:val="28"/>
                <w:szCs w:val="28"/>
              </w:rPr>
              <w:t>Основной перечень с.</w:t>
            </w:r>
            <w:r>
              <w:rPr>
                <w:b/>
                <w:sz w:val="28"/>
                <w:szCs w:val="28"/>
              </w:rPr>
              <w:t>Надеждино</w:t>
            </w:r>
          </w:p>
        </w:tc>
      </w:tr>
      <w:tr w:rsidR="00943AED" w:rsidRPr="00037344" w:rsidTr="00F10109">
        <w:trPr>
          <w:jc w:val="center"/>
        </w:trPr>
        <w:tc>
          <w:tcPr>
            <w:tcW w:w="678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13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Центральная, 17</w:t>
            </w:r>
          </w:p>
        </w:tc>
        <w:tc>
          <w:tcPr>
            <w:tcW w:w="3699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скамеек, урн</w:t>
            </w:r>
          </w:p>
        </w:tc>
      </w:tr>
      <w:tr w:rsidR="00943AED" w:rsidRPr="00037344" w:rsidTr="00F10109">
        <w:trPr>
          <w:jc w:val="center"/>
        </w:trPr>
        <w:tc>
          <w:tcPr>
            <w:tcW w:w="678" w:type="dxa"/>
          </w:tcPr>
          <w:p w:rsidR="00943AED" w:rsidRDefault="00943AED" w:rsidP="00F101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13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Центральная, 19</w:t>
            </w:r>
          </w:p>
        </w:tc>
        <w:tc>
          <w:tcPr>
            <w:tcW w:w="3699" w:type="dxa"/>
          </w:tcPr>
          <w:p w:rsidR="00943AED" w:rsidRDefault="00943AED" w:rsidP="00F101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скамеек, урн</w:t>
            </w:r>
          </w:p>
        </w:tc>
      </w:tr>
      <w:tr w:rsidR="00943AED" w:rsidRPr="00037344" w:rsidTr="00F10109">
        <w:trPr>
          <w:jc w:val="center"/>
        </w:trPr>
        <w:tc>
          <w:tcPr>
            <w:tcW w:w="678" w:type="dxa"/>
          </w:tcPr>
          <w:p w:rsidR="00943AED" w:rsidRDefault="00943AED" w:rsidP="00F101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13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Центральная, 21</w:t>
            </w:r>
          </w:p>
        </w:tc>
        <w:tc>
          <w:tcPr>
            <w:tcW w:w="3699" w:type="dxa"/>
          </w:tcPr>
          <w:p w:rsidR="00943AED" w:rsidRDefault="00943AED" w:rsidP="00F10109">
            <w:r w:rsidRPr="00472A96">
              <w:rPr>
                <w:sz w:val="28"/>
                <w:szCs w:val="28"/>
              </w:rPr>
              <w:t>Установка скамеек, урн</w:t>
            </w:r>
          </w:p>
        </w:tc>
      </w:tr>
      <w:tr w:rsidR="00943AED" w:rsidRPr="00037344" w:rsidTr="00F10109">
        <w:trPr>
          <w:jc w:val="center"/>
        </w:trPr>
        <w:tc>
          <w:tcPr>
            <w:tcW w:w="678" w:type="dxa"/>
          </w:tcPr>
          <w:p w:rsidR="00943AED" w:rsidRDefault="00943AED" w:rsidP="00F1010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13" w:type="dxa"/>
          </w:tcPr>
          <w:p w:rsidR="00943AED" w:rsidRPr="00037344" w:rsidRDefault="00943AED" w:rsidP="00F101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3734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Новая, 1а</w:t>
            </w:r>
          </w:p>
        </w:tc>
        <w:tc>
          <w:tcPr>
            <w:tcW w:w="3699" w:type="dxa"/>
          </w:tcPr>
          <w:p w:rsidR="00943AED" w:rsidRDefault="00943AED" w:rsidP="00F10109">
            <w:r w:rsidRPr="00472A96">
              <w:rPr>
                <w:sz w:val="28"/>
                <w:szCs w:val="28"/>
              </w:rPr>
              <w:t>Установка скамеек, урн</w:t>
            </w:r>
          </w:p>
        </w:tc>
      </w:tr>
    </w:tbl>
    <w:p w:rsidR="00943AED" w:rsidRDefault="00943AED" w:rsidP="00F53E5F">
      <w:pPr>
        <w:spacing w:after="0" w:line="240" w:lineRule="auto"/>
        <w:rPr>
          <w:rFonts w:ascii="Times New Roman" w:hAnsi="Times New Roman"/>
          <w:sz w:val="28"/>
          <w:szCs w:val="28"/>
        </w:rPr>
        <w:sectPr w:rsidR="00943AED" w:rsidSect="000067B3">
          <w:footerReference w:type="default" r:id="rId11"/>
          <w:footerReference w:type="first" r:id="rId12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943AED" w:rsidRPr="00785527" w:rsidRDefault="00943AED" w:rsidP="00975BE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43AED" w:rsidRPr="00975BED" w:rsidRDefault="00943AED" w:rsidP="00785527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Pr="00975BED">
        <w:rPr>
          <w:rFonts w:ascii="Times New Roman" w:hAnsi="Times New Roman"/>
          <w:sz w:val="28"/>
          <w:szCs w:val="28"/>
        </w:rPr>
        <w:t>2</w:t>
      </w:r>
    </w:p>
    <w:p w:rsidR="00943AED" w:rsidRPr="00F53E5F" w:rsidRDefault="00943AED" w:rsidP="00785527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53E5F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943AED" w:rsidRPr="00F53E5F" w:rsidRDefault="00943AED" w:rsidP="00785527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53E5F">
        <w:rPr>
          <w:rFonts w:ascii="Times New Roman" w:hAnsi="Times New Roman"/>
          <w:sz w:val="28"/>
          <w:szCs w:val="28"/>
        </w:rPr>
        <w:t>«Формирование современной</w:t>
      </w:r>
    </w:p>
    <w:p w:rsidR="00943AED" w:rsidRDefault="00943AED" w:rsidP="00785527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53E5F">
        <w:rPr>
          <w:rFonts w:ascii="Times New Roman" w:hAnsi="Times New Roman"/>
          <w:sz w:val="28"/>
          <w:szCs w:val="28"/>
        </w:rPr>
        <w:t xml:space="preserve">городской среды </w:t>
      </w:r>
      <w:r>
        <w:rPr>
          <w:rFonts w:ascii="Times New Roman" w:hAnsi="Times New Roman"/>
          <w:sz w:val="28"/>
          <w:szCs w:val="28"/>
        </w:rPr>
        <w:t>Надеждинского поселения</w:t>
      </w:r>
    </w:p>
    <w:p w:rsidR="00943AED" w:rsidRPr="00F53E5F" w:rsidRDefault="00943AED" w:rsidP="00785527">
      <w:pPr>
        <w:tabs>
          <w:tab w:val="left" w:pos="8860"/>
        </w:tabs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 год»</w:t>
      </w:r>
    </w:p>
    <w:p w:rsidR="00943AED" w:rsidRPr="00972F41" w:rsidRDefault="00943AED" w:rsidP="00975BED">
      <w:pPr>
        <w:spacing w:after="0" w:line="240" w:lineRule="auto"/>
        <w:rPr>
          <w:rFonts w:ascii="Times New Roman" w:hAnsi="Times New Roman"/>
          <w:b/>
        </w:rPr>
      </w:pPr>
    </w:p>
    <w:p w:rsidR="00943AED" w:rsidRPr="00975BED" w:rsidRDefault="00943AED" w:rsidP="00975BE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43AED" w:rsidRPr="00975BED" w:rsidRDefault="00943AED" w:rsidP="00975BE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43AED" w:rsidRPr="00975BED" w:rsidRDefault="00943AED" w:rsidP="00975B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 xml:space="preserve"> ПЕРЕЧЕНЬ </w:t>
      </w:r>
    </w:p>
    <w:p w:rsidR="00943AED" w:rsidRPr="00975BED" w:rsidRDefault="00943AED" w:rsidP="00975B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 xml:space="preserve">х мероприятий  </w:t>
      </w:r>
      <w:r w:rsidRPr="00FB41B8">
        <w:rPr>
          <w:rFonts w:ascii="Times New Roman" w:hAnsi="Times New Roman"/>
          <w:sz w:val="28"/>
          <w:szCs w:val="28"/>
        </w:rPr>
        <w:t xml:space="preserve">программы </w:t>
      </w:r>
    </w:p>
    <w:p w:rsidR="00943AED" w:rsidRPr="00975BED" w:rsidRDefault="00943AED" w:rsidP="00975B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3AED" w:rsidRPr="00975BED" w:rsidRDefault="00943AED" w:rsidP="00975B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3AED" w:rsidRDefault="00943AED" w:rsidP="00975BE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4508" w:type="dxa"/>
        <w:tblLayout w:type="fixed"/>
        <w:tblLook w:val="00A0"/>
      </w:tblPr>
      <w:tblGrid>
        <w:gridCol w:w="2447"/>
        <w:gridCol w:w="53"/>
        <w:gridCol w:w="2648"/>
        <w:gridCol w:w="1620"/>
        <w:gridCol w:w="1620"/>
        <w:gridCol w:w="2160"/>
        <w:gridCol w:w="1800"/>
        <w:gridCol w:w="2160"/>
      </w:tblGrid>
      <w:tr w:rsidR="00943AED" w:rsidRPr="00FB41B8" w:rsidTr="003E5EE7">
        <w:trPr>
          <w:trHeight w:val="435"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2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Срок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Основные  направления реализации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Связь с показателями Программы (подпрограммы) </w:t>
            </w:r>
          </w:p>
        </w:tc>
      </w:tr>
      <w:tr w:rsidR="00943AED" w:rsidRPr="00FB41B8" w:rsidTr="003E5EE7">
        <w:trPr>
          <w:trHeight w:val="617"/>
          <w:tblHeader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начала реализации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3AED" w:rsidRPr="00FB41B8" w:rsidTr="003E5EE7">
        <w:trPr>
          <w:trHeight w:val="300"/>
        </w:trPr>
        <w:tc>
          <w:tcPr>
            <w:tcW w:w="14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Задача 1 </w:t>
            </w:r>
          </w:p>
        </w:tc>
      </w:tr>
      <w:tr w:rsidR="00943AED" w:rsidRPr="00FB41B8" w:rsidTr="001F4F3F">
        <w:trPr>
          <w:trHeight w:val="436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1F4F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1.1. </w:t>
            </w:r>
            <w:r w:rsidRPr="00FB41B8">
              <w:rPr>
                <w:rFonts w:ascii="Times New Roman" w:hAnsi="Times New Roman"/>
                <w:sz w:val="28"/>
                <w:szCs w:val="28"/>
              </w:rPr>
              <w:t>Мероприятия: Разработка проектно– сметной документации на выполнение ремонта дворовых территории МКД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1F4F3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1F4F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1F4F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1F4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sz w:val="28"/>
                <w:szCs w:val="28"/>
              </w:rPr>
              <w:t>локально – сметных расчетов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1F4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FB41B8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Показатель 1 (Наименование)</w:t>
            </w: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Показатель 2 (Наименование)</w:t>
            </w: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…</w:t>
            </w:r>
          </w:p>
        </w:tc>
      </w:tr>
      <w:tr w:rsidR="00943AED" w:rsidRPr="00FB41B8" w:rsidTr="001F4F3F">
        <w:trPr>
          <w:trHeight w:val="1224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1F4F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1.2 </w:t>
            </w:r>
            <w:r w:rsidRPr="00FB41B8">
              <w:rPr>
                <w:rFonts w:ascii="Times New Roman" w:hAnsi="Times New Roman"/>
                <w:sz w:val="28"/>
                <w:szCs w:val="28"/>
              </w:rPr>
              <w:t>Ремонт дорожного покрытия дворовых территорий МКД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1F4F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1F4F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1F4F3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1F4F3F">
            <w:pPr>
              <w:rPr>
                <w:rFonts w:ascii="Times New Roman" w:hAnsi="Times New Roman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sz w:val="28"/>
                <w:szCs w:val="28"/>
              </w:rPr>
              <w:t xml:space="preserve">проведен ремонт асфальтобетонного покрытия, устройство тротуаров и парковочных мест площадь отремонтированного дорожного покрытия дворовых территорий  МКД, составит 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  <w:r w:rsidRPr="00FB41B8">
              <w:rPr>
                <w:rFonts w:ascii="Times New Roman" w:hAnsi="Times New Roman"/>
                <w:sz w:val="28"/>
                <w:szCs w:val="28"/>
              </w:rPr>
              <w:t xml:space="preserve"> кв. м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1F4F3F">
            <w:pPr>
              <w:rPr>
                <w:rFonts w:ascii="Times New Roman" w:hAnsi="Times New Roman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FB41B8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Показатель 1 (Наименование)</w:t>
            </w: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Показатель 2 (Наименование)</w:t>
            </w: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  <w:t>…</w:t>
            </w:r>
          </w:p>
        </w:tc>
      </w:tr>
      <w:tr w:rsidR="00943AED" w:rsidRPr="00FB41B8" w:rsidTr="003E5EE7">
        <w:trPr>
          <w:trHeight w:val="436"/>
        </w:trPr>
        <w:tc>
          <w:tcPr>
            <w:tcW w:w="145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2.  У</w:t>
            </w:r>
            <w:r w:rsidRPr="00FB41B8">
              <w:rPr>
                <w:rFonts w:ascii="Times New Roman" w:hAnsi="Times New Roman"/>
                <w:sz w:val="28"/>
                <w:szCs w:val="28"/>
              </w:rPr>
              <w:t>стройство малых архитектурных форм на дворовых территориях МКД</w:t>
            </w:r>
          </w:p>
        </w:tc>
      </w:tr>
      <w:tr w:rsidR="00943AED" w:rsidRPr="00FB41B8" w:rsidTr="001F4F3F">
        <w:trPr>
          <w:trHeight w:val="436"/>
        </w:trPr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1F4F3F">
            <w:pPr>
              <w:pStyle w:val="1"/>
              <w:numPr>
                <w:ilvl w:val="1"/>
                <w:numId w:val="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sz w:val="28"/>
                <w:szCs w:val="28"/>
              </w:rPr>
              <w:t>Мероприятия: Размещение малых архитектурных форм на дворовых территориях МКД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sz w:val="28"/>
                <w:szCs w:val="28"/>
              </w:rPr>
              <w:t>____ малых архитектурных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1F4F3F">
            <w:pPr>
              <w:rPr>
                <w:rFonts w:ascii="Times New Roman" w:hAnsi="Times New Roman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лей муниципа</w:t>
            </w:r>
            <w:r w:rsidRPr="00FB41B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льной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FB41B8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AED" w:rsidRPr="00FB41B8" w:rsidTr="003E5EE7">
        <w:trPr>
          <w:trHeight w:val="265"/>
        </w:trPr>
        <w:tc>
          <w:tcPr>
            <w:tcW w:w="145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sz w:val="28"/>
                <w:szCs w:val="28"/>
              </w:rPr>
              <w:t>Задача 3</w:t>
            </w:r>
            <w:r>
              <w:rPr>
                <w:rFonts w:ascii="Times New Roman" w:hAnsi="Times New Roman"/>
                <w:sz w:val="28"/>
                <w:szCs w:val="28"/>
              </w:rPr>
              <w:t>. П</w:t>
            </w:r>
            <w:r w:rsidRPr="00FB41B8">
              <w:rPr>
                <w:rFonts w:ascii="Times New Roman" w:hAnsi="Times New Roman"/>
                <w:sz w:val="28"/>
                <w:szCs w:val="28"/>
              </w:rPr>
              <w:t>ривлечение населения к участию в благоустройстве дворовых территорий МКД</w:t>
            </w:r>
          </w:p>
        </w:tc>
      </w:tr>
      <w:tr w:rsidR="00943AED" w:rsidRPr="00FB41B8" w:rsidTr="001F4F3F">
        <w:trPr>
          <w:trHeight w:val="1224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1944C9" w:rsidRDefault="00943AED" w:rsidP="001F4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3.1 Мероприятия: информирование населения о проводимых мероприятий по благоустройству дворовых территории МКД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100 % уровень информирования о мероприятиях по благоустройству дворовых территорий МКД , доля участия населения в мероприятиях, проводимых в рамках Программы, составит 100%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1944C9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</w:t>
            </w:r>
            <w:r w:rsidRPr="001944C9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программы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AED" w:rsidRPr="00FB41B8" w:rsidTr="003E5EE7">
        <w:trPr>
          <w:trHeight w:val="485"/>
        </w:trPr>
        <w:tc>
          <w:tcPr>
            <w:tcW w:w="14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Задача 4 проведение ремонта и комплексного  обустройства  мест массового отдыха</w:t>
            </w:r>
          </w:p>
        </w:tc>
      </w:tr>
      <w:tr w:rsidR="00943AED" w:rsidRPr="00FB41B8" w:rsidTr="001F4F3F">
        <w:trPr>
          <w:trHeight w:val="1224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1944C9" w:rsidRDefault="00943AED" w:rsidP="001F4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4.1 Мероприятия: Разработка проектно– сметной документации на выполнение ремонта территорий общего пользования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 ___локально – сметных расчета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1944C9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</w:t>
            </w:r>
            <w:r w:rsidRPr="001944C9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программы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AED" w:rsidRPr="00FB41B8" w:rsidTr="001F4F3F">
        <w:trPr>
          <w:trHeight w:val="1224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1944C9" w:rsidRDefault="00943AED" w:rsidP="001F4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4.2 Мероприятия:</w:t>
            </w:r>
          </w:p>
          <w:p w:rsidR="00943AED" w:rsidRPr="001944C9" w:rsidRDefault="00943AED" w:rsidP="001F4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проведение ремонта и комплексного  обустройства  мест массового отдыха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 xml:space="preserve">проведен ремонт асфальтобетонного покрытия, устройство тротуаров, установка МАФ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1944C9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1944C9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/>
              <w:rPr>
                <w:rFonts w:ascii="Times New Roman" w:hAnsi="Times New Roman"/>
              </w:rPr>
            </w:pPr>
          </w:p>
        </w:tc>
      </w:tr>
      <w:tr w:rsidR="00943AED" w:rsidRPr="00FB41B8" w:rsidTr="003E5EE7">
        <w:trPr>
          <w:trHeight w:val="357"/>
        </w:trPr>
        <w:tc>
          <w:tcPr>
            <w:tcW w:w="14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Задача 5</w:t>
            </w:r>
            <w:r>
              <w:rPr>
                <w:rFonts w:ascii="Times New Roman" w:hAnsi="Times New Roman"/>
                <w:sz w:val="28"/>
                <w:szCs w:val="28"/>
              </w:rPr>
              <w:t>. П</w:t>
            </w:r>
            <w:r w:rsidRPr="001944C9">
              <w:rPr>
                <w:rFonts w:ascii="Times New Roman" w:hAnsi="Times New Roman"/>
                <w:sz w:val="28"/>
                <w:szCs w:val="28"/>
              </w:rPr>
              <w:t>овышение уровня благоустройства муниципальных территорий общего пользования</w:t>
            </w:r>
          </w:p>
        </w:tc>
      </w:tr>
      <w:tr w:rsidR="00943AED" w:rsidRPr="00FB41B8" w:rsidTr="001F4F3F">
        <w:trPr>
          <w:trHeight w:val="1224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1944C9" w:rsidRDefault="00943AED" w:rsidP="001F4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5.1 Мероприятия:</w:t>
            </w:r>
          </w:p>
          <w:p w:rsidR="00943AED" w:rsidRPr="001944C9" w:rsidRDefault="00943AED" w:rsidP="001F4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1944C9" w:rsidRDefault="00943AED" w:rsidP="003370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</w:rPr>
              <w:t>Площадь благоустроенной территории общего пользования ___ Га, доля площади благоустроенной территории общего пользования ____%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1944C9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  <w:r w:rsidRPr="001944C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1944C9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/>
              <w:rPr>
                <w:rFonts w:ascii="Times New Roman" w:hAnsi="Times New Roman"/>
              </w:rPr>
            </w:pPr>
          </w:p>
        </w:tc>
      </w:tr>
      <w:tr w:rsidR="00943AED" w:rsidRPr="00FB41B8" w:rsidTr="003E5EE7">
        <w:trPr>
          <w:trHeight w:val="439"/>
        </w:trPr>
        <w:tc>
          <w:tcPr>
            <w:tcW w:w="145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03761E" w:rsidRDefault="00943AED" w:rsidP="0033702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</w:rPr>
              <w:t>Задача  6</w:t>
            </w:r>
            <w:r>
              <w:rPr>
                <w:rFonts w:ascii="Times New Roman" w:hAnsi="Times New Roman"/>
                <w:sz w:val="28"/>
                <w:szCs w:val="28"/>
              </w:rPr>
              <w:t>.  П</w:t>
            </w:r>
            <w:r w:rsidRPr="0003761E">
              <w:rPr>
                <w:rFonts w:ascii="Times New Roman" w:hAnsi="Times New Roman"/>
                <w:sz w:val="28"/>
                <w:szCs w:val="28"/>
              </w:rPr>
              <w:t>ривлечение населения к участию в благоустройстве территории общего пользования</w:t>
            </w:r>
          </w:p>
        </w:tc>
      </w:tr>
      <w:tr w:rsidR="00943AED" w:rsidRPr="00FB41B8" w:rsidTr="001F4F3F">
        <w:trPr>
          <w:trHeight w:val="1224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03761E" w:rsidRDefault="00943AED" w:rsidP="001F4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</w:rPr>
              <w:t>6.1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3761E">
              <w:rPr>
                <w:rFonts w:ascii="Times New Roman" w:hAnsi="Times New Roman"/>
                <w:sz w:val="28"/>
                <w:szCs w:val="28"/>
              </w:rPr>
              <w:t xml:space="preserve"> Мероприятия: информирование населения о проводимых мероприятий по благоустройству территории общего пользования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03761E" w:rsidRDefault="00943AED" w:rsidP="003370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03761E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03761E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03761E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</w:rPr>
              <w:t xml:space="preserve">100 % уровень информирования о мероприятиях по благоустройству территории общего пользования,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03761E" w:rsidRDefault="00943AED" w:rsidP="00337026">
            <w:pPr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</w:t>
            </w:r>
            <w:r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3761E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/>
              <w:rPr>
                <w:rFonts w:ascii="Times New Roman" w:hAnsi="Times New Roman"/>
              </w:rPr>
            </w:pPr>
          </w:p>
        </w:tc>
      </w:tr>
      <w:tr w:rsidR="00943AED" w:rsidRPr="00FB41B8" w:rsidTr="001F4F3F">
        <w:trPr>
          <w:trHeight w:val="1224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03761E" w:rsidRDefault="00943AED" w:rsidP="001F4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</w:rPr>
              <w:t>6.2 Мероприятия: повышение уровня вовлеченности заинтересованных граждан, организаций в реализацию мероприятий по благоустройству территорий общего пользования</w:t>
            </w:r>
          </w:p>
        </w:tc>
        <w:tc>
          <w:tcPr>
            <w:tcW w:w="2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03761E" w:rsidRDefault="00943AED" w:rsidP="003370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03761E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03761E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03761E" w:rsidRDefault="00943AED" w:rsidP="0033702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</w:rPr>
              <w:t>доля участия населения в мероприятиях, проводимых в рамках Программы, составит 100%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03761E" w:rsidRDefault="00943AED" w:rsidP="001F4F3F">
            <w:pPr>
              <w:rPr>
                <w:rFonts w:ascii="Times New Roman" w:hAnsi="Times New Roman"/>
                <w:sz w:val="28"/>
                <w:szCs w:val="28"/>
              </w:rPr>
            </w:pPr>
            <w:r w:rsidRPr="0003761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муниципальной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3761E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программы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943AED" w:rsidRPr="00FB41B8" w:rsidRDefault="00943AED" w:rsidP="00975BED">
      <w:pPr>
        <w:rPr>
          <w:rFonts w:ascii="Times New Roman" w:hAnsi="Times New Roman"/>
        </w:rPr>
      </w:pPr>
    </w:p>
    <w:p w:rsidR="00943AED" w:rsidRPr="00FB41B8" w:rsidRDefault="00943AED" w:rsidP="00975BED">
      <w:pPr>
        <w:rPr>
          <w:rFonts w:ascii="Times New Roman" w:hAnsi="Times New Roman"/>
        </w:rPr>
      </w:pPr>
    </w:p>
    <w:p w:rsidR="00943AED" w:rsidRPr="00975BED" w:rsidRDefault="00943AED" w:rsidP="001F4F3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FB41B8">
        <w:rPr>
          <w:rFonts w:ascii="Times New Roman" w:hAnsi="Times New Roman"/>
          <w:sz w:val="28"/>
          <w:szCs w:val="28"/>
        </w:rPr>
        <w:t xml:space="preserve">Приложение № </w:t>
      </w:r>
      <w:r w:rsidRPr="00975BED">
        <w:rPr>
          <w:rFonts w:ascii="Times New Roman" w:hAnsi="Times New Roman"/>
          <w:sz w:val="28"/>
          <w:szCs w:val="28"/>
        </w:rPr>
        <w:t>3</w:t>
      </w:r>
    </w:p>
    <w:p w:rsidR="00943AED" w:rsidRPr="00FB41B8" w:rsidRDefault="00943AED" w:rsidP="001F4F3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943AED" w:rsidRPr="00FB41B8" w:rsidRDefault="00943AED" w:rsidP="001F4F3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>«Формирование современной</w:t>
      </w:r>
    </w:p>
    <w:p w:rsidR="00943AED" w:rsidRPr="00FB41B8" w:rsidRDefault="00943AED" w:rsidP="001F4F3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 xml:space="preserve">городской среды </w:t>
      </w:r>
      <w:r>
        <w:rPr>
          <w:rFonts w:ascii="Times New Roman" w:hAnsi="Times New Roman"/>
          <w:sz w:val="28"/>
          <w:szCs w:val="28"/>
        </w:rPr>
        <w:t>Надеждинского сельского поселения</w:t>
      </w:r>
    </w:p>
    <w:p w:rsidR="00943AED" w:rsidRPr="00FB41B8" w:rsidRDefault="00943AED" w:rsidP="001F4F3F">
      <w:pPr>
        <w:tabs>
          <w:tab w:val="left" w:pos="8860"/>
        </w:tabs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 год»</w:t>
      </w:r>
    </w:p>
    <w:p w:rsidR="00943AED" w:rsidRPr="001F4F3F" w:rsidRDefault="00943AED" w:rsidP="00975BED">
      <w:pPr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  <w:r w:rsidRPr="00FB41B8">
        <w:rPr>
          <w:rFonts w:ascii="Times New Roman" w:hAnsi="Times New Roman"/>
        </w:rPr>
        <w:t xml:space="preserve"> </w:t>
      </w:r>
    </w:p>
    <w:tbl>
      <w:tblPr>
        <w:tblW w:w="5000" w:type="pct"/>
        <w:tblLayout w:type="fixed"/>
        <w:tblLook w:val="00A0"/>
      </w:tblPr>
      <w:tblGrid>
        <w:gridCol w:w="2006"/>
        <w:gridCol w:w="4838"/>
        <w:gridCol w:w="1108"/>
        <w:gridCol w:w="969"/>
        <w:gridCol w:w="1108"/>
        <w:gridCol w:w="1108"/>
        <w:gridCol w:w="969"/>
        <w:gridCol w:w="2396"/>
      </w:tblGrid>
      <w:tr w:rsidR="00943AED" w:rsidRPr="00FB41B8" w:rsidTr="00337026">
        <w:trPr>
          <w:trHeight w:val="960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Ресурсное обеспечение реализ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ации муниципальной</w:t>
            </w:r>
            <w:r w:rsidRPr="00FB41B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  <w:r w:rsidRPr="00FB41B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Pr="00FB41B8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 </w:t>
            </w:r>
          </w:p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943AED" w:rsidRPr="00FB41B8" w:rsidTr="00337026">
        <w:trPr>
          <w:trHeight w:val="222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43AED" w:rsidRPr="00FB41B8" w:rsidTr="00337026">
        <w:trPr>
          <w:trHeight w:val="300"/>
        </w:trPr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соисполнитель, муниципальный</w:t>
            </w: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заказчик-координатор, участник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14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Объемы бюджетных ассигнований (тыс. рублей) </w:t>
            </w:r>
          </w:p>
        </w:tc>
      </w:tr>
      <w:tr w:rsidR="00943AED" w:rsidRPr="00FB41B8" w:rsidTr="00337026">
        <w:trPr>
          <w:trHeight w:val="479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 xml:space="preserve">Рз  </w:t>
            </w:r>
            <w:r w:rsidRPr="00FB41B8">
              <w:rPr>
                <w:rFonts w:ascii="Times New Roman" w:hAnsi="Times New Roman"/>
                <w:color w:val="000000"/>
                <w:lang w:eastAsia="ru-RU"/>
              </w:rPr>
              <w:br/>
              <w:t>Пр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ВР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3AED" w:rsidRPr="00FB41B8" w:rsidTr="00337026">
        <w:trPr>
          <w:trHeight w:val="892"/>
        </w:trPr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43AED" w:rsidRPr="00FB41B8" w:rsidRDefault="00943AED" w:rsidP="001F4F3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униципал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ьная программа</w:t>
            </w:r>
          </w:p>
        </w:tc>
        <w:tc>
          <w:tcPr>
            <w:tcW w:w="1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всего в том числе: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43AED" w:rsidRPr="00FB41B8" w:rsidTr="00337026">
        <w:trPr>
          <w:trHeight w:val="619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(наименование ответственного исполнителя)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43AED" w:rsidRPr="00FB41B8" w:rsidTr="00337026">
        <w:trPr>
          <w:trHeight w:val="134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(наименование соисполнителя)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43AED" w:rsidRPr="00FB41B8" w:rsidTr="00337026">
        <w:trPr>
          <w:trHeight w:val="893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(наименование государственного (муниципального) заказчика-координатора)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43AED" w:rsidRPr="00FB41B8" w:rsidTr="00337026">
        <w:trPr>
          <w:trHeight w:val="447"/>
        </w:trPr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(наименование участника)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  <w:p w:rsidR="00943AED" w:rsidRPr="00FB41B8" w:rsidRDefault="00943AED" w:rsidP="0033702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B41B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943AED" w:rsidRPr="00FB41B8" w:rsidRDefault="00943AED" w:rsidP="00975BED">
      <w:pPr>
        <w:rPr>
          <w:rFonts w:ascii="Times New Roman" w:hAnsi="Times New Roman"/>
        </w:rPr>
      </w:pPr>
    </w:p>
    <w:p w:rsidR="00943AED" w:rsidRPr="00FB41B8" w:rsidRDefault="00943AED" w:rsidP="00975BED">
      <w:pPr>
        <w:rPr>
          <w:rFonts w:ascii="Times New Roman" w:hAnsi="Times New Roman"/>
        </w:rPr>
      </w:pPr>
    </w:p>
    <w:p w:rsidR="00943AED" w:rsidRPr="00FB41B8" w:rsidRDefault="00943AED" w:rsidP="00975BED">
      <w:pPr>
        <w:rPr>
          <w:rFonts w:ascii="Times New Roman" w:hAnsi="Times New Roman"/>
        </w:rPr>
      </w:pPr>
    </w:p>
    <w:p w:rsidR="00943AED" w:rsidRPr="00FB41B8" w:rsidRDefault="00943AED" w:rsidP="005518E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FB41B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en-US"/>
        </w:rPr>
        <w:t>4</w:t>
      </w:r>
    </w:p>
    <w:p w:rsidR="00943AED" w:rsidRPr="00FB41B8" w:rsidRDefault="00943AED" w:rsidP="005518E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943AED" w:rsidRPr="00FB41B8" w:rsidRDefault="00943AED" w:rsidP="005518E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>«Формирование современной</w:t>
      </w:r>
    </w:p>
    <w:p w:rsidR="00943AED" w:rsidRPr="00FB41B8" w:rsidRDefault="00943AED" w:rsidP="003B1E38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 xml:space="preserve">городской среды </w:t>
      </w:r>
      <w:r>
        <w:rPr>
          <w:rFonts w:ascii="Times New Roman" w:hAnsi="Times New Roman"/>
          <w:sz w:val="28"/>
          <w:szCs w:val="28"/>
        </w:rPr>
        <w:t xml:space="preserve"> Надеждинского поселения на 2018 год»</w:t>
      </w:r>
    </w:p>
    <w:p w:rsidR="00943AED" w:rsidRPr="00FB41B8" w:rsidRDefault="00943AED" w:rsidP="005518EF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center"/>
        <w:rPr>
          <w:rFonts w:ascii="Times New Roman" w:hAnsi="Times New Roman"/>
        </w:rPr>
      </w:pPr>
    </w:p>
    <w:p w:rsidR="00943AED" w:rsidRPr="00972F41" w:rsidRDefault="00943AED" w:rsidP="00975BE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972F41">
        <w:rPr>
          <w:rFonts w:ascii="Times New Roman" w:hAnsi="Times New Roman"/>
          <w:sz w:val="28"/>
          <w:szCs w:val="28"/>
        </w:rPr>
        <w:t>План реализа</w:t>
      </w:r>
      <w:r>
        <w:rPr>
          <w:rFonts w:ascii="Times New Roman" w:hAnsi="Times New Roman"/>
          <w:sz w:val="28"/>
          <w:szCs w:val="28"/>
        </w:rPr>
        <w:t>ции Муниципальной программы</w:t>
      </w:r>
    </w:p>
    <w:p w:rsidR="00943AED" w:rsidRPr="00FB41B8" w:rsidRDefault="00943AED" w:rsidP="00975BED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4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35"/>
        <w:gridCol w:w="5088"/>
        <w:gridCol w:w="2500"/>
        <w:gridCol w:w="1217"/>
        <w:gridCol w:w="1275"/>
        <w:gridCol w:w="1276"/>
        <w:gridCol w:w="1213"/>
      </w:tblGrid>
      <w:tr w:rsidR="00943AED" w:rsidRPr="00FB41B8" w:rsidTr="00BF5F7A">
        <w:trPr>
          <w:trHeight w:val="255"/>
        </w:trPr>
        <w:tc>
          <w:tcPr>
            <w:tcW w:w="1935" w:type="dxa"/>
            <w:vMerge w:val="restart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Pr="005518EF">
              <w:rPr>
                <w:rFonts w:ascii="Times New Roman" w:hAnsi="Times New Roman"/>
                <w:sz w:val="28"/>
                <w:szCs w:val="28"/>
              </w:rPr>
              <w:t xml:space="preserve">контрольного события </w:t>
            </w:r>
            <w:hyperlink r:id="rId13" w:history="1">
              <w:r w:rsidRPr="005518EF">
                <w:rPr>
                  <w:rStyle w:val="Hyperlink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программы</w:t>
              </w:r>
            </w:hyperlink>
          </w:p>
        </w:tc>
        <w:tc>
          <w:tcPr>
            <w:tcW w:w="5088" w:type="dxa"/>
            <w:vMerge w:val="restart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Статус</w:t>
            </w:r>
          </w:p>
        </w:tc>
        <w:tc>
          <w:tcPr>
            <w:tcW w:w="2500" w:type="dxa"/>
            <w:vMerge w:val="restart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981" w:type="dxa"/>
            <w:gridSpan w:val="4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Срок наступления контрольного события (дата)</w:t>
            </w:r>
          </w:p>
        </w:tc>
      </w:tr>
      <w:tr w:rsidR="00943AED" w:rsidRPr="00FB41B8" w:rsidTr="00BF5F7A">
        <w:trPr>
          <w:trHeight w:val="255"/>
        </w:trPr>
        <w:tc>
          <w:tcPr>
            <w:tcW w:w="1935" w:type="dxa"/>
            <w:vMerge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  <w:vMerge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dxa"/>
            <w:vMerge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4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972F4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943AED" w:rsidRPr="00FB41B8" w:rsidTr="00BF5F7A">
        <w:trPr>
          <w:trHeight w:val="255"/>
        </w:trPr>
        <w:tc>
          <w:tcPr>
            <w:tcW w:w="1935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7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I квартал</w:t>
            </w:r>
          </w:p>
        </w:tc>
        <w:tc>
          <w:tcPr>
            <w:tcW w:w="1275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II квартал</w:t>
            </w:r>
          </w:p>
        </w:tc>
        <w:tc>
          <w:tcPr>
            <w:tcW w:w="1276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III квартал</w:t>
            </w:r>
          </w:p>
        </w:tc>
        <w:tc>
          <w:tcPr>
            <w:tcW w:w="1213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943AED" w:rsidRPr="00FB41B8" w:rsidTr="00BF5F7A">
        <w:tc>
          <w:tcPr>
            <w:tcW w:w="1935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Контрольное событие № 1</w:t>
            </w:r>
          </w:p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Опубликование для общественного обсуждения проект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972F41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/>
                <w:sz w:val="28"/>
                <w:szCs w:val="28"/>
              </w:rPr>
              <w:t>ой программы</w:t>
            </w:r>
          </w:p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3AED" w:rsidRPr="00972F41" w:rsidRDefault="00943AED" w:rsidP="00337026">
            <w:pPr>
              <w:ind w:left="4247"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dxa"/>
            <w:vAlign w:val="bottom"/>
          </w:tcPr>
          <w:p w:rsidR="00943AED" w:rsidRPr="00972F41" w:rsidRDefault="00943AED" w:rsidP="003370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7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AED" w:rsidRPr="00FB41B8" w:rsidTr="00BF5F7A">
        <w:tc>
          <w:tcPr>
            <w:tcW w:w="1935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Контрольное событие №2</w:t>
            </w:r>
          </w:p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8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2F41">
              <w:rPr>
                <w:rFonts w:ascii="Times New Roman" w:hAnsi="Times New Roman"/>
                <w:sz w:val="28"/>
                <w:szCs w:val="28"/>
              </w:rPr>
              <w:t>Утверждение муниципальной программы с учетом обсуждения с заинтересованными лицами</w:t>
            </w:r>
          </w:p>
          <w:p w:rsidR="00943AED" w:rsidRPr="00972F41" w:rsidRDefault="00943AED" w:rsidP="00337026">
            <w:pPr>
              <w:ind w:left="4247" w:firstLine="709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dxa"/>
            <w:vAlign w:val="bottom"/>
          </w:tcPr>
          <w:p w:rsidR="00943AED" w:rsidRPr="00972F41" w:rsidRDefault="00943AED" w:rsidP="003370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7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943AED" w:rsidRPr="00972F41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AED" w:rsidRPr="00FB41B8" w:rsidTr="00BF5F7A">
        <w:tc>
          <w:tcPr>
            <w:tcW w:w="1935" w:type="dxa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8" w:type="dxa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0" w:type="dxa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81" w:type="dxa"/>
            <w:gridSpan w:val="4"/>
          </w:tcPr>
          <w:p w:rsidR="00943AED" w:rsidRPr="00FB41B8" w:rsidRDefault="00943AED" w:rsidP="003370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43AED" w:rsidRPr="00972F41" w:rsidRDefault="00943AED" w:rsidP="00536FA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FB41B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5</w:t>
      </w:r>
    </w:p>
    <w:p w:rsidR="00943AED" w:rsidRPr="00FB41B8" w:rsidRDefault="00943AED" w:rsidP="00536FA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943AED" w:rsidRPr="00FB41B8" w:rsidRDefault="00943AED" w:rsidP="00536FA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>«Формирование современной</w:t>
      </w:r>
    </w:p>
    <w:p w:rsidR="00943AED" w:rsidRPr="00FB41B8" w:rsidRDefault="00943AED" w:rsidP="003B1E38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 xml:space="preserve">городской среды </w:t>
      </w:r>
      <w:r>
        <w:rPr>
          <w:rFonts w:ascii="Times New Roman" w:hAnsi="Times New Roman"/>
          <w:sz w:val="28"/>
          <w:szCs w:val="28"/>
        </w:rPr>
        <w:t>Надеждинского сельского поселения на 2018 год»</w:t>
      </w:r>
    </w:p>
    <w:p w:rsidR="00943AED" w:rsidRPr="003F75EB" w:rsidRDefault="00943AED" w:rsidP="00975BED">
      <w:pPr>
        <w:rPr>
          <w:rFonts w:ascii="Times New Roman" w:hAnsi="Times New Roman"/>
        </w:rPr>
      </w:pPr>
    </w:p>
    <w:p w:rsidR="00943AED" w:rsidRPr="003F75EB" w:rsidRDefault="00943AED" w:rsidP="00975BED">
      <w:pPr>
        <w:rPr>
          <w:rFonts w:ascii="Times New Roman" w:hAnsi="Times New Roman"/>
        </w:rPr>
      </w:pPr>
    </w:p>
    <w:p w:rsidR="00943AED" w:rsidRPr="003F75EB" w:rsidRDefault="00943AED" w:rsidP="00975BED">
      <w:pPr>
        <w:spacing w:after="0" w:line="240" w:lineRule="auto"/>
        <w:outlineLvl w:val="0"/>
        <w:rPr>
          <w:rFonts w:ascii="Times New Roman" w:hAnsi="Times New Roman"/>
        </w:rPr>
      </w:pPr>
    </w:p>
    <w:p w:rsidR="00943AED" w:rsidRPr="00972F41" w:rsidRDefault="00943AED" w:rsidP="00975B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2F41">
        <w:rPr>
          <w:rFonts w:ascii="Times New Roman" w:hAnsi="Times New Roman"/>
          <w:sz w:val="28"/>
          <w:szCs w:val="28"/>
        </w:rPr>
        <w:t xml:space="preserve">Финансовое обеспечение муниципальной программы  </w:t>
      </w:r>
    </w:p>
    <w:p w:rsidR="00943AED" w:rsidRPr="00FB41B8" w:rsidRDefault="00943AED" w:rsidP="00975BE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X="1224" w:tblpY="87"/>
        <w:tblW w:w="12348" w:type="dxa"/>
        <w:tblLayout w:type="fixed"/>
        <w:tblLook w:val="00A0"/>
      </w:tblPr>
      <w:tblGrid>
        <w:gridCol w:w="6480"/>
        <w:gridCol w:w="5868"/>
      </w:tblGrid>
      <w:tr w:rsidR="00943AED" w:rsidRPr="00FB41B8" w:rsidTr="00337026">
        <w:trPr>
          <w:trHeight w:val="893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</w:rPr>
              <w:t>Источники и направления финансирования</w:t>
            </w:r>
          </w:p>
        </w:tc>
        <w:tc>
          <w:tcPr>
            <w:tcW w:w="5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</w:rPr>
              <w:t>Финансовые затраты, тыс. руб.</w:t>
            </w:r>
          </w:p>
        </w:tc>
      </w:tr>
      <w:tr w:rsidR="00943AED" w:rsidRPr="00FB41B8" w:rsidTr="00337026">
        <w:trPr>
          <w:trHeight w:val="262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943AED" w:rsidRPr="00FB41B8" w:rsidTr="00337026">
        <w:trPr>
          <w:trHeight w:val="6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FB41B8" w:rsidRDefault="00943AED" w:rsidP="003370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</w:rPr>
              <w:t>Всего,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43AED" w:rsidRPr="00FB41B8" w:rsidRDefault="00943AED" w:rsidP="00337026">
            <w:pPr>
              <w:ind w:hanging="13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43AED" w:rsidRPr="00FB41B8" w:rsidTr="00337026">
        <w:trPr>
          <w:trHeight w:val="70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FB41B8" w:rsidRDefault="00943AED" w:rsidP="003370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AED" w:rsidRPr="00FB41B8" w:rsidTr="00337026">
        <w:trPr>
          <w:trHeight w:val="427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FB41B8" w:rsidRDefault="00943AED" w:rsidP="003370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</w:rPr>
              <w:t>бюджет Российской Федерации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AED" w:rsidRPr="00FB41B8" w:rsidRDefault="00943AED" w:rsidP="00337026">
            <w:pPr>
              <w:ind w:hanging="13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AED" w:rsidRPr="00FB41B8" w:rsidTr="00337026">
        <w:trPr>
          <w:trHeight w:val="33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FB41B8" w:rsidRDefault="00943AED" w:rsidP="00536FAF">
            <w:pPr>
              <w:rPr>
                <w:rFonts w:ascii="Times New Roman" w:hAnsi="Times New Roman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AED" w:rsidRPr="00FB41B8" w:rsidTr="00337026">
        <w:trPr>
          <w:trHeight w:val="332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FB41B8" w:rsidRDefault="00943AED" w:rsidP="0033702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B41B8">
              <w:rPr>
                <w:rFonts w:ascii="Times New Roman" w:hAnsi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AED" w:rsidRPr="00FB41B8" w:rsidRDefault="00943AED" w:rsidP="00337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Pr="00FB41B8" w:rsidRDefault="00943AED" w:rsidP="00975BED">
      <w:pPr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43AED" w:rsidRDefault="00943AED" w:rsidP="00F53E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3AED" w:rsidRDefault="00943AED" w:rsidP="002C7D1C">
      <w:pPr>
        <w:spacing w:after="0" w:line="240" w:lineRule="auto"/>
        <w:ind w:left="5760" w:firstLine="2880"/>
        <w:rPr>
          <w:rFonts w:ascii="Times New Roman" w:hAnsi="Times New Roman"/>
          <w:sz w:val="28"/>
          <w:szCs w:val="28"/>
        </w:rPr>
      </w:pPr>
    </w:p>
    <w:p w:rsidR="00943AED" w:rsidRDefault="00943AED" w:rsidP="002C7D1C">
      <w:pPr>
        <w:spacing w:after="0" w:line="240" w:lineRule="auto"/>
        <w:ind w:left="5760" w:firstLine="2880"/>
        <w:rPr>
          <w:rFonts w:ascii="Times New Roman" w:hAnsi="Times New Roman"/>
          <w:sz w:val="28"/>
          <w:szCs w:val="28"/>
        </w:rPr>
      </w:pPr>
    </w:p>
    <w:p w:rsidR="00943AED" w:rsidRDefault="00943AED" w:rsidP="002C7D1C">
      <w:pPr>
        <w:spacing w:after="0" w:line="240" w:lineRule="auto"/>
        <w:ind w:left="5760" w:firstLine="2880"/>
        <w:rPr>
          <w:rFonts w:ascii="Times New Roman" w:hAnsi="Times New Roman"/>
          <w:sz w:val="28"/>
          <w:szCs w:val="28"/>
        </w:rPr>
      </w:pPr>
    </w:p>
    <w:p w:rsidR="00943AED" w:rsidRPr="00972F41" w:rsidRDefault="00943AED" w:rsidP="00536FA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6</w:t>
      </w:r>
    </w:p>
    <w:p w:rsidR="00943AED" w:rsidRPr="00FB41B8" w:rsidRDefault="00943AED" w:rsidP="00536FA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943AED" w:rsidRPr="00FB41B8" w:rsidRDefault="00943AED" w:rsidP="00536FAF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>«Формирование современной</w:t>
      </w:r>
    </w:p>
    <w:p w:rsidR="00943AED" w:rsidRPr="00FB41B8" w:rsidRDefault="00943AED" w:rsidP="003B1E38">
      <w:pPr>
        <w:spacing w:after="0" w:line="240" w:lineRule="auto"/>
        <w:ind w:left="5760" w:firstLine="2880"/>
        <w:jc w:val="right"/>
        <w:rPr>
          <w:rFonts w:ascii="Times New Roman" w:hAnsi="Times New Roman"/>
          <w:sz w:val="28"/>
          <w:szCs w:val="28"/>
        </w:rPr>
      </w:pPr>
      <w:r w:rsidRPr="00FB41B8">
        <w:rPr>
          <w:rFonts w:ascii="Times New Roman" w:hAnsi="Times New Roman"/>
          <w:sz w:val="28"/>
          <w:szCs w:val="28"/>
        </w:rPr>
        <w:t xml:space="preserve">городской среды </w:t>
      </w:r>
      <w:r>
        <w:rPr>
          <w:rFonts w:ascii="Times New Roman" w:hAnsi="Times New Roman"/>
          <w:sz w:val="28"/>
          <w:szCs w:val="28"/>
        </w:rPr>
        <w:t>Надеждинского сельского поселения на 2018 год»</w:t>
      </w:r>
    </w:p>
    <w:p w:rsidR="00943AED" w:rsidRPr="003F75EB" w:rsidRDefault="00943AED" w:rsidP="00536FAF">
      <w:pPr>
        <w:jc w:val="right"/>
        <w:rPr>
          <w:rFonts w:ascii="Times New Roman" w:hAnsi="Times New Roman"/>
        </w:rPr>
      </w:pPr>
    </w:p>
    <w:p w:rsidR="00943AED" w:rsidRDefault="00943AED" w:rsidP="00A71A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3AED" w:rsidRDefault="00943AED" w:rsidP="00A71A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работ трудового участия, с указанной</w:t>
      </w:r>
      <w:r w:rsidRPr="002B0E05">
        <w:rPr>
          <w:rFonts w:ascii="Times New Roman" w:hAnsi="Times New Roman"/>
          <w:sz w:val="28"/>
          <w:szCs w:val="28"/>
        </w:rPr>
        <w:t xml:space="preserve"> нормативн</w:t>
      </w:r>
      <w:r>
        <w:rPr>
          <w:rFonts w:ascii="Times New Roman" w:hAnsi="Times New Roman"/>
          <w:sz w:val="28"/>
          <w:szCs w:val="28"/>
        </w:rPr>
        <w:t>ой</w:t>
      </w:r>
      <w:r w:rsidRPr="002B0E05">
        <w:rPr>
          <w:rFonts w:ascii="Times New Roman" w:hAnsi="Times New Roman"/>
          <w:sz w:val="28"/>
          <w:szCs w:val="28"/>
        </w:rPr>
        <w:t xml:space="preserve"> стоимост</w:t>
      </w:r>
      <w:r>
        <w:rPr>
          <w:rFonts w:ascii="Times New Roman" w:hAnsi="Times New Roman"/>
          <w:sz w:val="28"/>
          <w:szCs w:val="28"/>
        </w:rPr>
        <w:t>ью</w:t>
      </w:r>
      <w:r w:rsidRPr="002B0E05">
        <w:rPr>
          <w:rFonts w:ascii="Times New Roman" w:hAnsi="Times New Roman"/>
          <w:sz w:val="28"/>
          <w:szCs w:val="28"/>
        </w:rPr>
        <w:t xml:space="preserve"> (единичные расценки) </w:t>
      </w:r>
    </w:p>
    <w:p w:rsidR="00943AED" w:rsidRDefault="00943AED" w:rsidP="00A71A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031" w:type="dxa"/>
        <w:tblInd w:w="113" w:type="dxa"/>
        <w:tblLook w:val="00A0"/>
      </w:tblPr>
      <w:tblGrid>
        <w:gridCol w:w="661"/>
        <w:gridCol w:w="3800"/>
        <w:gridCol w:w="1405"/>
        <w:gridCol w:w="1528"/>
        <w:gridCol w:w="1691"/>
        <w:gridCol w:w="3946"/>
      </w:tblGrid>
      <w:tr w:rsidR="00943AED" w:rsidRPr="00A71AEB" w:rsidTr="00A71AEB">
        <w:trPr>
          <w:trHeight w:val="315"/>
        </w:trPr>
        <w:tc>
          <w:tcPr>
            <w:tcW w:w="13031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rPr>
                <w:rFonts w:cs="Calibri"/>
                <w:b/>
                <w:bCs/>
                <w:color w:val="000000"/>
                <w:lang w:eastAsia="ru-RU"/>
              </w:rPr>
            </w:pPr>
          </w:p>
        </w:tc>
      </w:tr>
      <w:tr w:rsidR="00943AED" w:rsidRPr="00A71AEB" w:rsidTr="00A71AEB">
        <w:trPr>
          <w:trHeight w:val="855"/>
        </w:trPr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A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№ пп.</w:t>
            </w:r>
          </w:p>
        </w:tc>
        <w:tc>
          <w:tcPr>
            <w:tcW w:w="3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A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A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bCs/>
                <w:color w:val="000000"/>
                <w:lang w:eastAsia="ru-RU"/>
              </w:rPr>
              <w:t>Стоимость с материалом, руб.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bCs/>
                <w:color w:val="000000"/>
                <w:lang w:eastAsia="ru-RU"/>
              </w:rPr>
              <w:t>Трудозатраты, чел.-час.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AE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Вид</w:t>
            </w:r>
          </w:p>
        </w:tc>
      </w:tr>
      <w:tr w:rsidR="00943AED" w:rsidRPr="00A71AEB" w:rsidTr="00762BC4">
        <w:trPr>
          <w:trHeight w:val="691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Посев газона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1м2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0,51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5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Устройство клумбы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1м2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2,01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698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Установка вазона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 шт.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3,27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7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536F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Посадка деревьев-саженцев, кустарника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 шт.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2,04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9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Ограждения для детской или спортивной площадки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1м.п.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1,47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819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536F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 xml:space="preserve">Ремонт металлических ограждений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 м2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9,61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943AED" w:rsidRPr="00A71AEB" w:rsidRDefault="00943AED" w:rsidP="00A71AEB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  <w:p w:rsidR="00943AED" w:rsidRPr="00A71AEB" w:rsidRDefault="00943AED" w:rsidP="00A71AEB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84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Масляная окраска металлических ограждений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1м2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0,36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8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536F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Ремонт деревянных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ограждений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 калитка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1,62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836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536F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A71AEB">
              <w:rPr>
                <w:rFonts w:ascii="Times New Roman" w:hAnsi="Times New Roman"/>
                <w:color w:val="000000"/>
                <w:lang w:eastAsia="ru-RU"/>
              </w:rPr>
              <w:t xml:space="preserve">асляная окраска деревянных </w:t>
            </w:r>
            <w:r>
              <w:rPr>
                <w:rFonts w:ascii="Times New Roman" w:hAnsi="Times New Roman"/>
                <w:color w:val="000000"/>
                <w:lang w:eastAsia="ru-RU"/>
              </w:rPr>
              <w:t>ограждений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 м2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0,78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853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536F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 xml:space="preserve">Корчевка пней вручную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 шт.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3,70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698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536F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 xml:space="preserve">Формовочная обрезка деревьев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 шт.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0,98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67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762BC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Выкашивание газонов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1м2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0,01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943AED" w:rsidRPr="00A71AEB" w:rsidRDefault="00943AED" w:rsidP="00A71AEB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  <w:p w:rsidR="00943AED" w:rsidRPr="00A71AEB" w:rsidRDefault="00943AED" w:rsidP="00A71AEB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894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536FA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Омоложение живых изгородей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(кустарников)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1п.м.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0,25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943AED" w:rsidRPr="00A71AEB" w:rsidRDefault="00943AED" w:rsidP="00A71AEB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  <w:p w:rsidR="00943AED" w:rsidRPr="00A71AEB" w:rsidRDefault="00943AED" w:rsidP="00A71AEB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544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Земляные работы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 м2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0,08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1106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1м2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0,24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629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Очистка участка от мусора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1м2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0,04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43AED" w:rsidRPr="00A71AEB" w:rsidTr="00762BC4">
        <w:trPr>
          <w:trHeight w:val="698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762BC4" w:rsidRDefault="00943AED" w:rsidP="00762B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762BC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 xml:space="preserve">Ручная побелка деревьев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1 дерево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71AEB">
              <w:rPr>
                <w:rFonts w:ascii="Times New Roman" w:hAnsi="Times New Roman"/>
                <w:color w:val="000000"/>
                <w:lang w:eastAsia="ru-RU"/>
              </w:rPr>
              <w:t>0,01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3AED" w:rsidRPr="00A71AEB" w:rsidRDefault="00943AED" w:rsidP="00A71A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943AED" w:rsidRDefault="00943AED" w:rsidP="00A71A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943AED" w:rsidSect="00A40BAE">
      <w:footerReference w:type="default" r:id="rId14"/>
      <w:pgSz w:w="16838" w:h="11906" w:orient="landscape"/>
      <w:pgMar w:top="1134" w:right="851" w:bottom="1134" w:left="170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AED" w:rsidRDefault="00943AED">
      <w:r>
        <w:separator/>
      </w:r>
    </w:p>
  </w:endnote>
  <w:endnote w:type="continuationSeparator" w:id="0">
    <w:p w:rsidR="00943AED" w:rsidRDefault="00943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ED" w:rsidRDefault="00943AED" w:rsidP="000067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3AED" w:rsidRDefault="00943AED" w:rsidP="000067B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ED" w:rsidRDefault="00943AED" w:rsidP="000067B3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ED" w:rsidRDefault="00943AED" w:rsidP="000067B3">
    <w:pPr>
      <w:pStyle w:val="Footer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ED" w:rsidRDefault="00943AED" w:rsidP="00A86043">
    <w:pPr>
      <w:pStyle w:val="Footer"/>
      <w:framePr w:wrap="around" w:vAnchor="text" w:hAnchor="margin" w:xAlign="right" w:y="1"/>
      <w:rPr>
        <w:rStyle w:val="PageNumber"/>
      </w:rPr>
    </w:pPr>
  </w:p>
  <w:p w:rsidR="00943AED" w:rsidRDefault="00943AED" w:rsidP="000067B3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ED" w:rsidRDefault="00943AED" w:rsidP="00CF0B96">
    <w:pPr>
      <w:pStyle w:val="Footer"/>
      <w:ind w:right="360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ED" w:rsidRDefault="00943AED" w:rsidP="00A86043">
    <w:pPr>
      <w:pStyle w:val="Footer"/>
      <w:framePr w:wrap="around" w:vAnchor="text" w:hAnchor="margin" w:xAlign="right" w:y="1"/>
      <w:rPr>
        <w:rStyle w:val="PageNumber"/>
      </w:rPr>
    </w:pPr>
  </w:p>
  <w:p w:rsidR="00943AED" w:rsidRDefault="00943AED" w:rsidP="000067B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AED" w:rsidRDefault="00943AED">
      <w:r>
        <w:separator/>
      </w:r>
    </w:p>
  </w:footnote>
  <w:footnote w:type="continuationSeparator" w:id="0">
    <w:p w:rsidR="00943AED" w:rsidRDefault="00943A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ED" w:rsidRDefault="00943AED" w:rsidP="00614F39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497F"/>
    <w:multiLevelType w:val="hybridMultilevel"/>
    <w:tmpl w:val="A2D8C9C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sz w:val="24"/>
      </w:rPr>
    </w:lvl>
  </w:abstractNum>
  <w:abstractNum w:abstractNumId="2">
    <w:nsid w:val="3B2131A2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560AC7"/>
    <w:multiLevelType w:val="hybridMultilevel"/>
    <w:tmpl w:val="85A8FCE0"/>
    <w:lvl w:ilvl="0" w:tplc="003444A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A3E29CA4">
      <w:start w:val="12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F276EEA"/>
    <w:multiLevelType w:val="hybridMultilevel"/>
    <w:tmpl w:val="5EE28D9A"/>
    <w:lvl w:ilvl="0" w:tplc="6D36541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1EC4888"/>
    <w:multiLevelType w:val="multilevel"/>
    <w:tmpl w:val="AE9AE36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63AE5DEE"/>
    <w:multiLevelType w:val="hybridMultilevel"/>
    <w:tmpl w:val="1898CD0A"/>
    <w:lvl w:ilvl="0" w:tplc="A4CEFC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7F3A25A8"/>
    <w:multiLevelType w:val="hybridMultilevel"/>
    <w:tmpl w:val="E5E0839E"/>
    <w:lvl w:ilvl="0" w:tplc="4122211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A7B083C8">
      <w:start w:val="13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2008"/>
    <w:rsid w:val="00003896"/>
    <w:rsid w:val="00005601"/>
    <w:rsid w:val="000067B3"/>
    <w:rsid w:val="000203AB"/>
    <w:rsid w:val="00024EC5"/>
    <w:rsid w:val="00025CE1"/>
    <w:rsid w:val="0003510F"/>
    <w:rsid w:val="00035E75"/>
    <w:rsid w:val="00037344"/>
    <w:rsid w:val="0003761E"/>
    <w:rsid w:val="000377EA"/>
    <w:rsid w:val="00063039"/>
    <w:rsid w:val="00065CD6"/>
    <w:rsid w:val="00066C7D"/>
    <w:rsid w:val="00067074"/>
    <w:rsid w:val="0007731B"/>
    <w:rsid w:val="000842AC"/>
    <w:rsid w:val="000852EA"/>
    <w:rsid w:val="00085B65"/>
    <w:rsid w:val="0009066B"/>
    <w:rsid w:val="0009096C"/>
    <w:rsid w:val="000A0ABB"/>
    <w:rsid w:val="000A6E9D"/>
    <w:rsid w:val="000B43AC"/>
    <w:rsid w:val="000C54A0"/>
    <w:rsid w:val="000D0E96"/>
    <w:rsid w:val="000D10D8"/>
    <w:rsid w:val="000D7ECD"/>
    <w:rsid w:val="000E09CB"/>
    <w:rsid w:val="000E1AE4"/>
    <w:rsid w:val="000E34A3"/>
    <w:rsid w:val="000E6716"/>
    <w:rsid w:val="000E7966"/>
    <w:rsid w:val="000E799E"/>
    <w:rsid w:val="000F056C"/>
    <w:rsid w:val="000F4032"/>
    <w:rsid w:val="000F408D"/>
    <w:rsid w:val="000F7FC1"/>
    <w:rsid w:val="001078F9"/>
    <w:rsid w:val="00130292"/>
    <w:rsid w:val="00141E9F"/>
    <w:rsid w:val="00142406"/>
    <w:rsid w:val="001473A7"/>
    <w:rsid w:val="0015160A"/>
    <w:rsid w:val="0016237B"/>
    <w:rsid w:val="001677DD"/>
    <w:rsid w:val="00171200"/>
    <w:rsid w:val="001729CD"/>
    <w:rsid w:val="00181232"/>
    <w:rsid w:val="001944C9"/>
    <w:rsid w:val="0019490E"/>
    <w:rsid w:val="001A659B"/>
    <w:rsid w:val="001B4934"/>
    <w:rsid w:val="001C57F3"/>
    <w:rsid w:val="001C6488"/>
    <w:rsid w:val="001D11A7"/>
    <w:rsid w:val="001D7573"/>
    <w:rsid w:val="001E49B0"/>
    <w:rsid w:val="001E6668"/>
    <w:rsid w:val="001F2DFE"/>
    <w:rsid w:val="001F4F3F"/>
    <w:rsid w:val="0020096E"/>
    <w:rsid w:val="002040C2"/>
    <w:rsid w:val="002143F8"/>
    <w:rsid w:val="0023243C"/>
    <w:rsid w:val="00240928"/>
    <w:rsid w:val="00251BF5"/>
    <w:rsid w:val="00251FE1"/>
    <w:rsid w:val="0025672A"/>
    <w:rsid w:val="0025726B"/>
    <w:rsid w:val="00264A2B"/>
    <w:rsid w:val="00265A30"/>
    <w:rsid w:val="0027498D"/>
    <w:rsid w:val="00275E14"/>
    <w:rsid w:val="002864C2"/>
    <w:rsid w:val="00286BBE"/>
    <w:rsid w:val="0029043F"/>
    <w:rsid w:val="0029104B"/>
    <w:rsid w:val="002A0BD6"/>
    <w:rsid w:val="002A114B"/>
    <w:rsid w:val="002A3D60"/>
    <w:rsid w:val="002A4EFE"/>
    <w:rsid w:val="002A699F"/>
    <w:rsid w:val="002A7459"/>
    <w:rsid w:val="002B0DA9"/>
    <w:rsid w:val="002B0E05"/>
    <w:rsid w:val="002B2B15"/>
    <w:rsid w:val="002B38E8"/>
    <w:rsid w:val="002B5EF2"/>
    <w:rsid w:val="002B6BA6"/>
    <w:rsid w:val="002C3E29"/>
    <w:rsid w:val="002C7D1C"/>
    <w:rsid w:val="002D12B4"/>
    <w:rsid w:val="002D151F"/>
    <w:rsid w:val="002D34E1"/>
    <w:rsid w:val="002D3D7C"/>
    <w:rsid w:val="002D449F"/>
    <w:rsid w:val="002E5D5D"/>
    <w:rsid w:val="002F73AE"/>
    <w:rsid w:val="00301D17"/>
    <w:rsid w:val="0030433C"/>
    <w:rsid w:val="00321E2D"/>
    <w:rsid w:val="00336BBE"/>
    <w:rsid w:val="00337026"/>
    <w:rsid w:val="003406AC"/>
    <w:rsid w:val="00346FD9"/>
    <w:rsid w:val="003523BE"/>
    <w:rsid w:val="00355775"/>
    <w:rsid w:val="003576D6"/>
    <w:rsid w:val="00365B26"/>
    <w:rsid w:val="003735FA"/>
    <w:rsid w:val="00373B76"/>
    <w:rsid w:val="003749E4"/>
    <w:rsid w:val="003946C9"/>
    <w:rsid w:val="003951CC"/>
    <w:rsid w:val="0039603E"/>
    <w:rsid w:val="003A3793"/>
    <w:rsid w:val="003A5765"/>
    <w:rsid w:val="003A79AA"/>
    <w:rsid w:val="003B05C7"/>
    <w:rsid w:val="003B1E38"/>
    <w:rsid w:val="003C1EEB"/>
    <w:rsid w:val="003D0D09"/>
    <w:rsid w:val="003D3B63"/>
    <w:rsid w:val="003E43AE"/>
    <w:rsid w:val="003E5EE7"/>
    <w:rsid w:val="003E73AE"/>
    <w:rsid w:val="003F1396"/>
    <w:rsid w:val="003F6D1A"/>
    <w:rsid w:val="003F75EB"/>
    <w:rsid w:val="00405EDC"/>
    <w:rsid w:val="0040684F"/>
    <w:rsid w:val="00406D50"/>
    <w:rsid w:val="00411D36"/>
    <w:rsid w:val="00417044"/>
    <w:rsid w:val="00441463"/>
    <w:rsid w:val="00441722"/>
    <w:rsid w:val="004456CE"/>
    <w:rsid w:val="004604A3"/>
    <w:rsid w:val="00464DD6"/>
    <w:rsid w:val="00464E21"/>
    <w:rsid w:val="004707A8"/>
    <w:rsid w:val="004710E2"/>
    <w:rsid w:val="00472A96"/>
    <w:rsid w:val="0048044B"/>
    <w:rsid w:val="00490AD6"/>
    <w:rsid w:val="00495425"/>
    <w:rsid w:val="004968F5"/>
    <w:rsid w:val="004A1046"/>
    <w:rsid w:val="004C282E"/>
    <w:rsid w:val="004C43A8"/>
    <w:rsid w:val="004C544E"/>
    <w:rsid w:val="004E276A"/>
    <w:rsid w:val="004E3755"/>
    <w:rsid w:val="004E55BF"/>
    <w:rsid w:val="004E62E8"/>
    <w:rsid w:val="004F1DAC"/>
    <w:rsid w:val="005033CE"/>
    <w:rsid w:val="00506504"/>
    <w:rsid w:val="005116F9"/>
    <w:rsid w:val="00514FCE"/>
    <w:rsid w:val="00535183"/>
    <w:rsid w:val="00536FAF"/>
    <w:rsid w:val="00537E95"/>
    <w:rsid w:val="005509C2"/>
    <w:rsid w:val="00551856"/>
    <w:rsid w:val="005518EF"/>
    <w:rsid w:val="00556445"/>
    <w:rsid w:val="00563594"/>
    <w:rsid w:val="00570014"/>
    <w:rsid w:val="0058747C"/>
    <w:rsid w:val="005A0B16"/>
    <w:rsid w:val="005B09D6"/>
    <w:rsid w:val="005C231F"/>
    <w:rsid w:val="005C4D1F"/>
    <w:rsid w:val="005D4397"/>
    <w:rsid w:val="005E1B1B"/>
    <w:rsid w:val="005E26D4"/>
    <w:rsid w:val="005E56AF"/>
    <w:rsid w:val="005F22B9"/>
    <w:rsid w:val="005F2F84"/>
    <w:rsid w:val="00603476"/>
    <w:rsid w:val="00614F39"/>
    <w:rsid w:val="0061584C"/>
    <w:rsid w:val="00632757"/>
    <w:rsid w:val="00641A8B"/>
    <w:rsid w:val="006442D1"/>
    <w:rsid w:val="00661894"/>
    <w:rsid w:val="00670DEA"/>
    <w:rsid w:val="00674073"/>
    <w:rsid w:val="00674F92"/>
    <w:rsid w:val="00675525"/>
    <w:rsid w:val="006760A1"/>
    <w:rsid w:val="006765EF"/>
    <w:rsid w:val="0069483A"/>
    <w:rsid w:val="00697AFC"/>
    <w:rsid w:val="006A0581"/>
    <w:rsid w:val="006C47EE"/>
    <w:rsid w:val="006C4906"/>
    <w:rsid w:val="006C533A"/>
    <w:rsid w:val="006D0D57"/>
    <w:rsid w:val="006D530B"/>
    <w:rsid w:val="006D5328"/>
    <w:rsid w:val="006D5EA6"/>
    <w:rsid w:val="006D77E5"/>
    <w:rsid w:val="006E09E2"/>
    <w:rsid w:val="006E1D27"/>
    <w:rsid w:val="006F0A4F"/>
    <w:rsid w:val="007004C7"/>
    <w:rsid w:val="00703A84"/>
    <w:rsid w:val="00704628"/>
    <w:rsid w:val="00704746"/>
    <w:rsid w:val="00710A41"/>
    <w:rsid w:val="00714C75"/>
    <w:rsid w:val="00717BDB"/>
    <w:rsid w:val="00735CCC"/>
    <w:rsid w:val="00736900"/>
    <w:rsid w:val="00737948"/>
    <w:rsid w:val="00741058"/>
    <w:rsid w:val="00753E07"/>
    <w:rsid w:val="00755D02"/>
    <w:rsid w:val="00762BC4"/>
    <w:rsid w:val="007634B6"/>
    <w:rsid w:val="00777EC4"/>
    <w:rsid w:val="00784984"/>
    <w:rsid w:val="00785527"/>
    <w:rsid w:val="00796ADC"/>
    <w:rsid w:val="00797E5F"/>
    <w:rsid w:val="007A23FF"/>
    <w:rsid w:val="007A3F5B"/>
    <w:rsid w:val="007A497F"/>
    <w:rsid w:val="007B7866"/>
    <w:rsid w:val="007C2F79"/>
    <w:rsid w:val="007C71B6"/>
    <w:rsid w:val="007D387A"/>
    <w:rsid w:val="007E0F3C"/>
    <w:rsid w:val="007F1031"/>
    <w:rsid w:val="007F2337"/>
    <w:rsid w:val="007F47C8"/>
    <w:rsid w:val="007F4FF5"/>
    <w:rsid w:val="007F5679"/>
    <w:rsid w:val="00802BA4"/>
    <w:rsid w:val="00802F22"/>
    <w:rsid w:val="0080496B"/>
    <w:rsid w:val="0080753A"/>
    <w:rsid w:val="00810802"/>
    <w:rsid w:val="0081310F"/>
    <w:rsid w:val="00821B18"/>
    <w:rsid w:val="00824E12"/>
    <w:rsid w:val="008268AF"/>
    <w:rsid w:val="008365FA"/>
    <w:rsid w:val="0085438F"/>
    <w:rsid w:val="0085667B"/>
    <w:rsid w:val="00862F21"/>
    <w:rsid w:val="00870999"/>
    <w:rsid w:val="008718CD"/>
    <w:rsid w:val="00871AD1"/>
    <w:rsid w:val="008750A5"/>
    <w:rsid w:val="00882124"/>
    <w:rsid w:val="0088463F"/>
    <w:rsid w:val="008865F5"/>
    <w:rsid w:val="0089254A"/>
    <w:rsid w:val="008A27B6"/>
    <w:rsid w:val="008A3243"/>
    <w:rsid w:val="008B6CDE"/>
    <w:rsid w:val="008C09F7"/>
    <w:rsid w:val="008E1239"/>
    <w:rsid w:val="008F0603"/>
    <w:rsid w:val="008F2008"/>
    <w:rsid w:val="008F2BFC"/>
    <w:rsid w:val="00901F3A"/>
    <w:rsid w:val="00902DD9"/>
    <w:rsid w:val="00903B34"/>
    <w:rsid w:val="00917ED6"/>
    <w:rsid w:val="00930E5E"/>
    <w:rsid w:val="009315C6"/>
    <w:rsid w:val="00934811"/>
    <w:rsid w:val="0093706C"/>
    <w:rsid w:val="00937298"/>
    <w:rsid w:val="0094154F"/>
    <w:rsid w:val="00943AED"/>
    <w:rsid w:val="00944B81"/>
    <w:rsid w:val="00950A17"/>
    <w:rsid w:val="00952B96"/>
    <w:rsid w:val="0095388C"/>
    <w:rsid w:val="00956F09"/>
    <w:rsid w:val="00962815"/>
    <w:rsid w:val="0096290F"/>
    <w:rsid w:val="00963CE7"/>
    <w:rsid w:val="00972C15"/>
    <w:rsid w:val="00972F41"/>
    <w:rsid w:val="00974EFB"/>
    <w:rsid w:val="00975BED"/>
    <w:rsid w:val="00985B77"/>
    <w:rsid w:val="00987215"/>
    <w:rsid w:val="00991413"/>
    <w:rsid w:val="009A0F44"/>
    <w:rsid w:val="009A2D96"/>
    <w:rsid w:val="009C1A7A"/>
    <w:rsid w:val="009D450E"/>
    <w:rsid w:val="009E30D9"/>
    <w:rsid w:val="009E3CC2"/>
    <w:rsid w:val="00A04904"/>
    <w:rsid w:val="00A05F8F"/>
    <w:rsid w:val="00A11ADE"/>
    <w:rsid w:val="00A125A9"/>
    <w:rsid w:val="00A14C69"/>
    <w:rsid w:val="00A158D1"/>
    <w:rsid w:val="00A23FF2"/>
    <w:rsid w:val="00A31A50"/>
    <w:rsid w:val="00A337DF"/>
    <w:rsid w:val="00A35769"/>
    <w:rsid w:val="00A40BAE"/>
    <w:rsid w:val="00A43B5D"/>
    <w:rsid w:val="00A55A45"/>
    <w:rsid w:val="00A569B3"/>
    <w:rsid w:val="00A662B5"/>
    <w:rsid w:val="00A71AEB"/>
    <w:rsid w:val="00A72806"/>
    <w:rsid w:val="00A755C1"/>
    <w:rsid w:val="00A758F8"/>
    <w:rsid w:val="00A86043"/>
    <w:rsid w:val="00A927B4"/>
    <w:rsid w:val="00AB6270"/>
    <w:rsid w:val="00AC679C"/>
    <w:rsid w:val="00AD2F33"/>
    <w:rsid w:val="00AF288D"/>
    <w:rsid w:val="00AF38D3"/>
    <w:rsid w:val="00AF6B64"/>
    <w:rsid w:val="00B03B78"/>
    <w:rsid w:val="00B17EED"/>
    <w:rsid w:val="00B21259"/>
    <w:rsid w:val="00B240C2"/>
    <w:rsid w:val="00B32E7C"/>
    <w:rsid w:val="00B41D2C"/>
    <w:rsid w:val="00B42784"/>
    <w:rsid w:val="00B42B7A"/>
    <w:rsid w:val="00B4399D"/>
    <w:rsid w:val="00B4454F"/>
    <w:rsid w:val="00B62C1A"/>
    <w:rsid w:val="00B6796D"/>
    <w:rsid w:val="00B72D4A"/>
    <w:rsid w:val="00B7707B"/>
    <w:rsid w:val="00B84459"/>
    <w:rsid w:val="00B87646"/>
    <w:rsid w:val="00BC08F8"/>
    <w:rsid w:val="00BC6994"/>
    <w:rsid w:val="00BC75B8"/>
    <w:rsid w:val="00BC77D7"/>
    <w:rsid w:val="00BD19FA"/>
    <w:rsid w:val="00BD36A8"/>
    <w:rsid w:val="00BE2976"/>
    <w:rsid w:val="00BE5167"/>
    <w:rsid w:val="00BF31AD"/>
    <w:rsid w:val="00BF382A"/>
    <w:rsid w:val="00BF5F7A"/>
    <w:rsid w:val="00BF6B14"/>
    <w:rsid w:val="00BF747D"/>
    <w:rsid w:val="00BF7566"/>
    <w:rsid w:val="00BF7D9E"/>
    <w:rsid w:val="00C0518D"/>
    <w:rsid w:val="00C173BD"/>
    <w:rsid w:val="00C23501"/>
    <w:rsid w:val="00C30AD9"/>
    <w:rsid w:val="00C350C9"/>
    <w:rsid w:val="00C44F59"/>
    <w:rsid w:val="00C4503B"/>
    <w:rsid w:val="00C614E0"/>
    <w:rsid w:val="00C638DD"/>
    <w:rsid w:val="00C759C5"/>
    <w:rsid w:val="00C833A3"/>
    <w:rsid w:val="00C836D8"/>
    <w:rsid w:val="00C9098D"/>
    <w:rsid w:val="00C93139"/>
    <w:rsid w:val="00C95736"/>
    <w:rsid w:val="00C9580A"/>
    <w:rsid w:val="00CA1CC3"/>
    <w:rsid w:val="00CA4761"/>
    <w:rsid w:val="00CB1CAB"/>
    <w:rsid w:val="00CB4ECB"/>
    <w:rsid w:val="00CB5407"/>
    <w:rsid w:val="00CB7878"/>
    <w:rsid w:val="00CC0951"/>
    <w:rsid w:val="00CC6712"/>
    <w:rsid w:val="00CD15ED"/>
    <w:rsid w:val="00CD2176"/>
    <w:rsid w:val="00CD224D"/>
    <w:rsid w:val="00CD7B7E"/>
    <w:rsid w:val="00CE113C"/>
    <w:rsid w:val="00CF0B96"/>
    <w:rsid w:val="00D00A32"/>
    <w:rsid w:val="00D023C4"/>
    <w:rsid w:val="00D123AE"/>
    <w:rsid w:val="00D175AD"/>
    <w:rsid w:val="00D21463"/>
    <w:rsid w:val="00D40302"/>
    <w:rsid w:val="00D46EAD"/>
    <w:rsid w:val="00D55857"/>
    <w:rsid w:val="00D65A9D"/>
    <w:rsid w:val="00D67C08"/>
    <w:rsid w:val="00D71601"/>
    <w:rsid w:val="00D725A4"/>
    <w:rsid w:val="00D72F8D"/>
    <w:rsid w:val="00D81D0E"/>
    <w:rsid w:val="00D82D5A"/>
    <w:rsid w:val="00D94F09"/>
    <w:rsid w:val="00DA4CCE"/>
    <w:rsid w:val="00DB532E"/>
    <w:rsid w:val="00DC6E0A"/>
    <w:rsid w:val="00DE1798"/>
    <w:rsid w:val="00DE27E8"/>
    <w:rsid w:val="00DF587C"/>
    <w:rsid w:val="00DF6D38"/>
    <w:rsid w:val="00E02354"/>
    <w:rsid w:val="00E22B20"/>
    <w:rsid w:val="00E23CB6"/>
    <w:rsid w:val="00E25A49"/>
    <w:rsid w:val="00E35EA0"/>
    <w:rsid w:val="00E500A6"/>
    <w:rsid w:val="00E578A7"/>
    <w:rsid w:val="00E61BB4"/>
    <w:rsid w:val="00E65998"/>
    <w:rsid w:val="00E7177D"/>
    <w:rsid w:val="00E734F6"/>
    <w:rsid w:val="00E766C9"/>
    <w:rsid w:val="00E80BE5"/>
    <w:rsid w:val="00E815A3"/>
    <w:rsid w:val="00E84B89"/>
    <w:rsid w:val="00E85BB5"/>
    <w:rsid w:val="00EA3B9C"/>
    <w:rsid w:val="00EB0BAD"/>
    <w:rsid w:val="00EB34B7"/>
    <w:rsid w:val="00EC15CC"/>
    <w:rsid w:val="00EC7B8E"/>
    <w:rsid w:val="00EC7E3E"/>
    <w:rsid w:val="00ED00CB"/>
    <w:rsid w:val="00ED2541"/>
    <w:rsid w:val="00ED6B94"/>
    <w:rsid w:val="00ED6FE1"/>
    <w:rsid w:val="00EE1B01"/>
    <w:rsid w:val="00EE6E78"/>
    <w:rsid w:val="00EE7009"/>
    <w:rsid w:val="00EF0730"/>
    <w:rsid w:val="00EF3AC7"/>
    <w:rsid w:val="00F02015"/>
    <w:rsid w:val="00F04EED"/>
    <w:rsid w:val="00F05661"/>
    <w:rsid w:val="00F10109"/>
    <w:rsid w:val="00F1184A"/>
    <w:rsid w:val="00F13BE2"/>
    <w:rsid w:val="00F14706"/>
    <w:rsid w:val="00F24D4D"/>
    <w:rsid w:val="00F339E2"/>
    <w:rsid w:val="00F33CD0"/>
    <w:rsid w:val="00F34D35"/>
    <w:rsid w:val="00F3590D"/>
    <w:rsid w:val="00F36045"/>
    <w:rsid w:val="00F436C7"/>
    <w:rsid w:val="00F46005"/>
    <w:rsid w:val="00F50B16"/>
    <w:rsid w:val="00F53E5F"/>
    <w:rsid w:val="00F6391D"/>
    <w:rsid w:val="00F67AF2"/>
    <w:rsid w:val="00F71BF9"/>
    <w:rsid w:val="00F80E68"/>
    <w:rsid w:val="00F80F42"/>
    <w:rsid w:val="00F8111F"/>
    <w:rsid w:val="00FA168C"/>
    <w:rsid w:val="00FA36BA"/>
    <w:rsid w:val="00FA382D"/>
    <w:rsid w:val="00FA5EAC"/>
    <w:rsid w:val="00FB186D"/>
    <w:rsid w:val="00FB3802"/>
    <w:rsid w:val="00FB41B8"/>
    <w:rsid w:val="00FC0E43"/>
    <w:rsid w:val="00FC2648"/>
    <w:rsid w:val="00FD00D0"/>
    <w:rsid w:val="00FD6F1A"/>
    <w:rsid w:val="00FE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0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8F2008"/>
    <w:pPr>
      <w:ind w:left="720"/>
      <w:contextualSpacing/>
    </w:pPr>
  </w:style>
  <w:style w:type="paragraph" w:customStyle="1" w:styleId="10">
    <w:name w:val="Без интервала1"/>
    <w:link w:val="NoSpacingChar"/>
    <w:uiPriority w:val="99"/>
    <w:rsid w:val="008F2008"/>
    <w:rPr>
      <w:rFonts w:ascii="Calibri" w:hAnsi="Calibri"/>
    </w:rPr>
  </w:style>
  <w:style w:type="character" w:customStyle="1" w:styleId="NoSpacingChar">
    <w:name w:val="No Spacing Char"/>
    <w:link w:val="10"/>
    <w:uiPriority w:val="99"/>
    <w:locked/>
    <w:rsid w:val="008F2008"/>
    <w:rPr>
      <w:rFonts w:ascii="Calibri" w:hAnsi="Calibri"/>
      <w:sz w:val="22"/>
      <w:lang w:val="ru-RU" w:eastAsia="ru-RU"/>
    </w:rPr>
  </w:style>
  <w:style w:type="paragraph" w:customStyle="1" w:styleId="ConsPlusNormal">
    <w:name w:val="ConsPlusNormal"/>
    <w:uiPriority w:val="99"/>
    <w:rsid w:val="00641A8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fn2r">
    <w:name w:val="fn2r"/>
    <w:basedOn w:val="Normal"/>
    <w:uiPriority w:val="99"/>
    <w:rsid w:val="00821B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740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Normal"/>
    <w:uiPriority w:val="99"/>
    <w:rsid w:val="00A357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E27E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975BE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975BE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D449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2DFE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2D449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D449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2DFE"/>
    <w:rPr>
      <w:rFonts w:ascii="Calibri" w:hAnsi="Calibri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rsid w:val="00D00A3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00A32"/>
    <w:rPr>
      <w:rFonts w:ascii="Segoe UI" w:hAnsi="Segoe UI" w:cs="Times New Roman"/>
      <w:sz w:val="18"/>
      <w:lang w:eastAsia="en-US"/>
    </w:rPr>
  </w:style>
  <w:style w:type="paragraph" w:customStyle="1" w:styleId="Standard">
    <w:name w:val="Standard"/>
    <w:uiPriority w:val="99"/>
    <w:rsid w:val="00346FD9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ListParagraph">
    <w:name w:val="List Paragraph"/>
    <w:basedOn w:val="Normal"/>
    <w:uiPriority w:val="99"/>
    <w:qFormat/>
    <w:rsid w:val="00762BC4"/>
    <w:pPr>
      <w:ind w:left="720"/>
      <w:contextualSpacing/>
    </w:pPr>
  </w:style>
  <w:style w:type="table" w:styleId="TableGrid">
    <w:name w:val="Table Grid"/>
    <w:basedOn w:val="TableNormal"/>
    <w:uiPriority w:val="99"/>
    <w:rsid w:val="005518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нак Знак2"/>
    <w:uiPriority w:val="99"/>
    <w:rsid w:val="00A43B5D"/>
    <w:rPr>
      <w:sz w:val="24"/>
    </w:rPr>
  </w:style>
  <w:style w:type="paragraph" w:customStyle="1" w:styleId="msonormalcxspmiddle">
    <w:name w:val="msonormalcxspmiddle"/>
    <w:basedOn w:val="Normal"/>
    <w:uiPriority w:val="99"/>
    <w:rsid w:val="00A43B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43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1"/>
    <w:uiPriority w:val="99"/>
    <w:rsid w:val="00A43B5D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0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B5407"/>
    <w:rPr>
      <w:rFonts w:ascii="Calibri" w:hAnsi="Calibri" w:cs="Times New Roman"/>
      <w:lang w:eastAsia="en-US"/>
    </w:rPr>
  </w:style>
  <w:style w:type="character" w:customStyle="1" w:styleId="BodyTextChar1">
    <w:name w:val="Body Text Char1"/>
    <w:link w:val="BodyText"/>
    <w:uiPriority w:val="99"/>
    <w:locked/>
    <w:rsid w:val="00A43B5D"/>
    <w:rPr>
      <w:rFonts w:eastAsia="Times New Roman"/>
      <w:kern w:val="1"/>
      <w:sz w:val="24"/>
      <w:lang w:eastAsia="hi-IN" w:bidi="hi-IN"/>
    </w:rPr>
  </w:style>
  <w:style w:type="paragraph" w:styleId="NoSpacing">
    <w:name w:val="No Spacing"/>
    <w:uiPriority w:val="99"/>
    <w:qFormat/>
    <w:rsid w:val="00A43B5D"/>
    <w:pPr>
      <w:suppressAutoHyphens/>
    </w:pPr>
    <w:rPr>
      <w:rFonts w:ascii="Calibri" w:hAnsi="Calibri" w:cs="Calibri"/>
      <w:lang w:eastAsia="ar-SA"/>
    </w:rPr>
  </w:style>
  <w:style w:type="character" w:customStyle="1" w:styleId="fontstyle01">
    <w:name w:val="fontstyle01"/>
    <w:uiPriority w:val="99"/>
    <w:rsid w:val="00A43B5D"/>
    <w:rPr>
      <w:rFonts w:ascii="Times New Roman" w:hAnsi="Times New Roman"/>
      <w:color w:val="000000"/>
      <w:sz w:val="28"/>
    </w:rPr>
  </w:style>
  <w:style w:type="paragraph" w:customStyle="1" w:styleId="Default">
    <w:name w:val="Default"/>
    <w:uiPriority w:val="99"/>
    <w:rsid w:val="00A43B5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consultantplus://offline/ref=1BB76CE11A32CE855BABD4642DE9CA9A73E42BE33B356D9C17D88B3AFC1FB24311B95BC565AFE903aEFDJ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1478</TotalTime>
  <Pages>37</Pages>
  <Words>5490</Words>
  <Characters>31298</Characters>
  <Application>Microsoft Office Outlook</Application>
  <DocSecurity>0</DocSecurity>
  <Lines>0</Lines>
  <Paragraphs>0</Paragraphs>
  <ScaleCrop>false</ScaleCrop>
  <Company>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ASRock-3</cp:lastModifiedBy>
  <cp:revision>51</cp:revision>
  <cp:lastPrinted>2017-11-28T02:47:00Z</cp:lastPrinted>
  <dcterms:created xsi:type="dcterms:W3CDTF">2017-02-27T11:38:00Z</dcterms:created>
  <dcterms:modified xsi:type="dcterms:W3CDTF">2017-11-28T02:48:00Z</dcterms:modified>
</cp:coreProperties>
</file>