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21" w:rsidRDefault="00793421" w:rsidP="008619C2">
      <w:pPr>
        <w:shd w:val="clear" w:color="auto" w:fill="FFFFFF"/>
        <w:spacing w:line="360" w:lineRule="auto"/>
        <w:jc w:val="center"/>
        <w:rPr>
          <w:b/>
          <w:bCs/>
          <w:color w:val="000000"/>
        </w:rPr>
      </w:pPr>
    </w:p>
    <w:p w:rsidR="00793421" w:rsidRDefault="00793421" w:rsidP="008619C2">
      <w:pPr>
        <w:shd w:val="clear" w:color="auto" w:fill="FFFFFF"/>
        <w:spacing w:line="360" w:lineRule="auto"/>
        <w:jc w:val="center"/>
      </w:pPr>
      <w:r w:rsidRPr="001346AC">
        <w:rPr>
          <w:b/>
          <w:bCs/>
          <w:color w:val="000000"/>
        </w:rPr>
        <w:t>ОМСК</w:t>
      </w:r>
      <w:r>
        <w:rPr>
          <w:b/>
          <w:bCs/>
          <w:color w:val="000000"/>
        </w:rPr>
        <w:t>ИЙ</w:t>
      </w:r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  <w:r w:rsidRPr="001346AC">
        <w:rPr>
          <w:b/>
          <w:bCs/>
          <w:color w:val="000000"/>
        </w:rPr>
        <w:t>МУНИЦИПАЛЬН</w:t>
      </w:r>
      <w:r>
        <w:rPr>
          <w:b/>
          <w:bCs/>
          <w:color w:val="000000"/>
        </w:rPr>
        <w:t>ЫЙ</w:t>
      </w:r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  <w:r w:rsidRPr="001346AC">
        <w:rPr>
          <w:b/>
          <w:bCs/>
          <w:color w:val="000000"/>
        </w:rPr>
        <w:t>РАЙОН</w:t>
      </w:r>
      <w:r w:rsidRPr="00FE649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ОМСКОЙ</w:t>
      </w:r>
      <w:r w:rsidRPr="001346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ОБЛАСТИ</w:t>
      </w:r>
    </w:p>
    <w:p w:rsidR="00793421" w:rsidRPr="00FE6494" w:rsidRDefault="00793421" w:rsidP="008619C2">
      <w:pPr>
        <w:shd w:val="clear" w:color="auto" w:fill="FFFFFF"/>
        <w:rPr>
          <w:b/>
          <w:color w:val="000000"/>
          <w:sz w:val="40"/>
          <w:szCs w:val="40"/>
        </w:rPr>
      </w:pPr>
      <w:r w:rsidRPr="00FE6494">
        <w:rPr>
          <w:b/>
          <w:color w:val="000000"/>
          <w:sz w:val="40"/>
          <w:szCs w:val="40"/>
        </w:rPr>
        <w:t xml:space="preserve">Администрация Надеждинского сельского </w:t>
      </w:r>
      <w:r>
        <w:rPr>
          <w:b/>
          <w:color w:val="000000"/>
          <w:sz w:val="40"/>
          <w:szCs w:val="40"/>
        </w:rPr>
        <w:t>п</w:t>
      </w:r>
      <w:r w:rsidRPr="00FE6494">
        <w:rPr>
          <w:b/>
          <w:color w:val="000000"/>
          <w:sz w:val="40"/>
          <w:szCs w:val="40"/>
        </w:rPr>
        <w:t>оселения</w:t>
      </w:r>
    </w:p>
    <w:p w:rsidR="00793421" w:rsidRPr="00EC238C" w:rsidRDefault="00793421" w:rsidP="008619C2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TableGrid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857"/>
      </w:tblGrid>
      <w:tr w:rsidR="00793421" w:rsidTr="00DF022D">
        <w:trPr>
          <w:trHeight w:val="237"/>
        </w:trPr>
        <w:tc>
          <w:tcPr>
            <w:tcW w:w="9857" w:type="dxa"/>
            <w:tcBorders>
              <w:top w:val="thinThickSmallGap" w:sz="24" w:space="0" w:color="auto"/>
            </w:tcBorders>
          </w:tcPr>
          <w:p w:rsidR="00793421" w:rsidRPr="00EC238C" w:rsidRDefault="00793421" w:rsidP="00DF022D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793421" w:rsidRDefault="00793421" w:rsidP="008619C2">
      <w:pPr>
        <w:shd w:val="clear" w:color="auto" w:fill="FFFFFF"/>
        <w:jc w:val="center"/>
        <w:rPr>
          <w:color w:val="000000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793421" w:rsidRDefault="00793421" w:rsidP="008619C2">
      <w:pPr>
        <w:ind w:left="-360"/>
        <w:jc w:val="center"/>
        <w:outlineLvl w:val="0"/>
        <w:rPr>
          <w:sz w:val="28"/>
          <w:szCs w:val="28"/>
        </w:rPr>
      </w:pPr>
    </w:p>
    <w:p w:rsidR="00793421" w:rsidRPr="00064A98" w:rsidRDefault="00793421" w:rsidP="00332D00">
      <w:pPr>
        <w:jc w:val="center"/>
        <w:outlineLvl w:val="0"/>
        <w:rPr>
          <w:sz w:val="28"/>
          <w:szCs w:val="28"/>
        </w:rPr>
      </w:pPr>
    </w:p>
    <w:p w:rsidR="00793421" w:rsidRPr="004B7EC5" w:rsidRDefault="00793421" w:rsidP="00332D0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01.11.2017  </w:t>
      </w:r>
      <w:r w:rsidRPr="004B7EC5">
        <w:rPr>
          <w:sz w:val="28"/>
          <w:szCs w:val="28"/>
        </w:rPr>
        <w:t>№</w:t>
      </w:r>
      <w:r>
        <w:rPr>
          <w:sz w:val="28"/>
          <w:szCs w:val="28"/>
        </w:rPr>
        <w:t xml:space="preserve"> 283</w:t>
      </w:r>
    </w:p>
    <w:p w:rsidR="00793421" w:rsidRDefault="00793421" w:rsidP="00332D0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793421" w:rsidRDefault="00793421" w:rsidP="00F13937">
      <w:pPr>
        <w:pStyle w:val="12"/>
        <w:shd w:val="clear" w:color="auto" w:fill="auto"/>
        <w:spacing w:after="0" w:line="360" w:lineRule="auto"/>
        <w:ind w:right="20"/>
        <w:jc w:val="both"/>
      </w:pPr>
      <w:r w:rsidRPr="00F361F2">
        <w:rPr>
          <w:spacing w:val="0"/>
          <w:sz w:val="28"/>
          <w:szCs w:val="28"/>
          <w:lang w:eastAsia="ar-SA"/>
        </w:rPr>
        <w:t xml:space="preserve">Об </w:t>
      </w:r>
      <w:r>
        <w:rPr>
          <w:spacing w:val="0"/>
          <w:sz w:val="28"/>
          <w:szCs w:val="28"/>
          <w:lang w:eastAsia="ar-SA"/>
        </w:rPr>
        <w:t>оценке эффективности предоставленных и планируемых к предоставлению налоговых льгот</w:t>
      </w:r>
    </w:p>
    <w:p w:rsidR="00793421" w:rsidRDefault="00793421" w:rsidP="00F13937">
      <w:pPr>
        <w:spacing w:line="360" w:lineRule="auto"/>
        <w:jc w:val="both"/>
        <w:rPr>
          <w:sz w:val="28"/>
          <w:szCs w:val="28"/>
        </w:rPr>
      </w:pPr>
    </w:p>
    <w:p w:rsidR="00793421" w:rsidRPr="008A50F9" w:rsidRDefault="00793421" w:rsidP="00F1393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0F9">
        <w:rPr>
          <w:rFonts w:ascii="Times New Roman" w:hAnsi="Times New Roman" w:cs="Times New Roman"/>
          <w:sz w:val="28"/>
          <w:szCs w:val="28"/>
        </w:rPr>
        <w:t xml:space="preserve">В целях проведения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Надеждинского сельского поселения Омского </w:t>
      </w:r>
      <w:r w:rsidRPr="008A50F9">
        <w:rPr>
          <w:rFonts w:ascii="Times New Roman" w:hAnsi="Times New Roman" w:cs="Times New Roman"/>
          <w:sz w:val="28"/>
          <w:szCs w:val="28"/>
        </w:rPr>
        <w:t>муниципального района Омской области единой политики в области финансов</w:t>
      </w:r>
      <w:r>
        <w:rPr>
          <w:rFonts w:ascii="Times New Roman" w:hAnsi="Times New Roman" w:cs="Times New Roman"/>
          <w:sz w:val="28"/>
          <w:szCs w:val="28"/>
        </w:rPr>
        <w:t>, руководствуясь У</w:t>
      </w:r>
      <w:r w:rsidRPr="008A50F9">
        <w:rPr>
          <w:rFonts w:ascii="Times New Roman" w:hAnsi="Times New Roman" w:cs="Times New Roman"/>
          <w:sz w:val="28"/>
          <w:szCs w:val="28"/>
        </w:rPr>
        <w:t xml:space="preserve">ставом </w:t>
      </w:r>
      <w:r>
        <w:rPr>
          <w:rFonts w:ascii="Times New Roman" w:hAnsi="Times New Roman" w:cs="Times New Roman"/>
          <w:sz w:val="28"/>
          <w:szCs w:val="28"/>
        </w:rPr>
        <w:t>Надеждинского</w:t>
      </w:r>
      <w:r w:rsidRPr="008A50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Омского</w:t>
      </w:r>
      <w:r w:rsidRPr="008A50F9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ципального района Омской области,</w:t>
      </w:r>
    </w:p>
    <w:p w:rsidR="00793421" w:rsidRPr="00F361F2" w:rsidRDefault="00793421" w:rsidP="00F13937">
      <w:pPr>
        <w:spacing w:line="360" w:lineRule="auto"/>
        <w:ind w:firstLine="709"/>
        <w:jc w:val="both"/>
        <w:rPr>
          <w:sz w:val="28"/>
          <w:szCs w:val="28"/>
        </w:rPr>
      </w:pPr>
    </w:p>
    <w:p w:rsidR="00793421" w:rsidRPr="009929E8" w:rsidRDefault="00793421" w:rsidP="00F13937">
      <w:pPr>
        <w:spacing w:line="360" w:lineRule="auto"/>
        <w:jc w:val="both"/>
        <w:rPr>
          <w:sz w:val="28"/>
          <w:szCs w:val="28"/>
        </w:rPr>
      </w:pPr>
      <w:r w:rsidRPr="009929E8">
        <w:rPr>
          <w:sz w:val="28"/>
          <w:szCs w:val="28"/>
        </w:rPr>
        <w:t>ПОСТАНОВЛЯЮ:</w:t>
      </w:r>
    </w:p>
    <w:p w:rsidR="00793421" w:rsidRPr="009929E8" w:rsidRDefault="00793421" w:rsidP="00F13937">
      <w:pPr>
        <w:spacing w:line="360" w:lineRule="auto"/>
        <w:ind w:firstLine="709"/>
        <w:jc w:val="both"/>
        <w:rPr>
          <w:sz w:val="28"/>
          <w:szCs w:val="28"/>
        </w:rPr>
      </w:pPr>
    </w:p>
    <w:p w:rsidR="00793421" w:rsidRDefault="00793421" w:rsidP="00F1393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Порядок оценки</w:t>
      </w:r>
      <w:r w:rsidRPr="00CB648B">
        <w:rPr>
          <w:sz w:val="28"/>
          <w:szCs w:val="28"/>
        </w:rPr>
        <w:t xml:space="preserve"> </w:t>
      </w:r>
      <w:r>
        <w:rPr>
          <w:sz w:val="28"/>
          <w:szCs w:val="28"/>
        </w:rPr>
        <w:t>эффективности предоставленных и планируемых к предоставлению налоговых льгот.</w:t>
      </w:r>
    </w:p>
    <w:p w:rsidR="00793421" w:rsidRPr="00CB648B" w:rsidRDefault="00793421" w:rsidP="00F13937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B648B">
        <w:rPr>
          <w:sz w:val="28"/>
          <w:szCs w:val="28"/>
        </w:rPr>
        <w:t xml:space="preserve">Текущий контроль за исполнением настоящего постановления возложить на </w:t>
      </w:r>
      <w:r>
        <w:rPr>
          <w:sz w:val="28"/>
          <w:szCs w:val="28"/>
        </w:rPr>
        <w:t>главного специалиста по финансам, бюджету и налоговой политике</w:t>
      </w:r>
      <w:r w:rsidRPr="00CB648B">
        <w:rPr>
          <w:sz w:val="28"/>
          <w:szCs w:val="28"/>
        </w:rPr>
        <w:t>, общий контроль оставляю за собой.</w:t>
      </w:r>
    </w:p>
    <w:p w:rsidR="00793421" w:rsidRDefault="00793421" w:rsidP="00A33291">
      <w:pPr>
        <w:jc w:val="both"/>
        <w:rPr>
          <w:sz w:val="28"/>
          <w:szCs w:val="28"/>
        </w:rPr>
      </w:pPr>
    </w:p>
    <w:p w:rsidR="00793421" w:rsidRDefault="00793421" w:rsidP="00A33291">
      <w:pPr>
        <w:jc w:val="both"/>
        <w:rPr>
          <w:sz w:val="28"/>
          <w:szCs w:val="28"/>
        </w:rPr>
      </w:pPr>
    </w:p>
    <w:p w:rsidR="00793421" w:rsidRDefault="00793421" w:rsidP="00A33291">
      <w:pPr>
        <w:jc w:val="both"/>
        <w:rPr>
          <w:sz w:val="28"/>
          <w:szCs w:val="28"/>
        </w:rPr>
      </w:pPr>
    </w:p>
    <w:p w:rsidR="00793421" w:rsidRDefault="00793421" w:rsidP="00A33291">
      <w:pPr>
        <w:jc w:val="both"/>
        <w:rPr>
          <w:sz w:val="28"/>
          <w:szCs w:val="28"/>
        </w:rPr>
      </w:pPr>
    </w:p>
    <w:p w:rsidR="00793421" w:rsidRDefault="00793421" w:rsidP="00A33291">
      <w:pPr>
        <w:jc w:val="both"/>
        <w:rPr>
          <w:sz w:val="28"/>
          <w:szCs w:val="28"/>
        </w:rPr>
      </w:pPr>
    </w:p>
    <w:p w:rsidR="00793421" w:rsidRDefault="00793421" w:rsidP="00A33291">
      <w:pPr>
        <w:jc w:val="both"/>
        <w:rPr>
          <w:sz w:val="28"/>
          <w:szCs w:val="28"/>
        </w:rPr>
      </w:pPr>
      <w:r w:rsidRPr="009929E8">
        <w:rPr>
          <w:sz w:val="28"/>
          <w:szCs w:val="28"/>
        </w:rPr>
        <w:t>Глава сельского поселения</w:t>
      </w:r>
      <w:r w:rsidRPr="009929E8">
        <w:rPr>
          <w:sz w:val="28"/>
          <w:szCs w:val="28"/>
        </w:rPr>
        <w:tab/>
      </w:r>
      <w:r w:rsidRPr="009929E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Pr="009929E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А.И. Миронова</w:t>
      </w:r>
    </w:p>
    <w:p w:rsidR="00793421" w:rsidRDefault="00793421" w:rsidP="005A257A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793421" w:rsidRDefault="00793421" w:rsidP="005A257A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793421" w:rsidRDefault="00793421" w:rsidP="005A257A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793421" w:rsidRDefault="00793421" w:rsidP="005A257A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793421" w:rsidRDefault="00793421" w:rsidP="005A257A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793421" w:rsidRDefault="00793421" w:rsidP="00F13937">
      <w:pPr>
        <w:autoSpaceDE w:val="0"/>
        <w:autoSpaceDN w:val="0"/>
        <w:adjustRightInd w:val="0"/>
        <w:ind w:left="5103"/>
        <w:rPr>
          <w:sz w:val="28"/>
          <w:szCs w:val="28"/>
        </w:rPr>
      </w:pPr>
    </w:p>
    <w:p w:rsidR="00793421" w:rsidRDefault="00793421" w:rsidP="00F13937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793421" w:rsidRDefault="00793421" w:rsidP="00F13937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93421" w:rsidRDefault="00793421" w:rsidP="00F13937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Надеждинского сельского поселения</w:t>
      </w:r>
    </w:p>
    <w:p w:rsidR="00793421" w:rsidRDefault="00793421" w:rsidP="00F13937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>От 01.11.2017 №  283</w:t>
      </w:r>
    </w:p>
    <w:p w:rsidR="00793421" w:rsidRDefault="00793421" w:rsidP="005A257A">
      <w:pPr>
        <w:pStyle w:val="3"/>
        <w:shd w:val="clear" w:color="auto" w:fill="auto"/>
        <w:spacing w:after="0" w:line="260" w:lineRule="exact"/>
        <w:ind w:left="20"/>
        <w:jc w:val="center"/>
      </w:pPr>
    </w:p>
    <w:p w:rsidR="00793421" w:rsidRDefault="00793421" w:rsidP="00F13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93421" w:rsidRPr="006B5F42" w:rsidRDefault="00793421" w:rsidP="00F13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ПОРЯДОК</w:t>
      </w:r>
    </w:p>
    <w:p w:rsidR="00793421" w:rsidRPr="006B5F42" w:rsidRDefault="00793421" w:rsidP="00F13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оценки эффективности предоставленных и планируемых</w:t>
      </w:r>
    </w:p>
    <w:p w:rsidR="00793421" w:rsidRPr="006B5F42" w:rsidRDefault="00793421" w:rsidP="00F13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к предоставлению налоговых льгот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421" w:rsidRPr="006B5F42" w:rsidRDefault="00793421" w:rsidP="00F1393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93421" w:rsidRPr="006B5F42" w:rsidRDefault="00793421" w:rsidP="00F139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3421" w:rsidRPr="006B5F42" w:rsidRDefault="00793421" w:rsidP="00F139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правила проведения и цели оценки эффективности предоставленных и планируемых к предоставлению налоговых льгот </w:t>
      </w:r>
      <w:r>
        <w:rPr>
          <w:rFonts w:ascii="Times New Roman" w:hAnsi="Times New Roman" w:cs="Times New Roman"/>
          <w:sz w:val="28"/>
          <w:szCs w:val="28"/>
        </w:rPr>
        <w:t>на территории Надеждинского сельского поселения Омского муниципального района Омской области</w:t>
      </w:r>
      <w:r w:rsidRPr="006B5F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F42">
        <w:rPr>
          <w:rFonts w:ascii="Times New Roman" w:hAnsi="Times New Roman" w:cs="Times New Roman"/>
          <w:sz w:val="28"/>
          <w:szCs w:val="28"/>
        </w:rPr>
        <w:t>перечень и последовательность действий при ее проведении, а также результат указанной оценки.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Правила, определенные настоящим Порядком, применяются в отношении установленных и планируемых к установлению дифференцированных налоговых ставок.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2. Оценка эффективности налоговых льгот производится: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при рассмотрении эффективности ранее предоставленных налоговых льгот;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при внесении предложений о предоставлении налоговых льгот отдельным категориям налогоплательщиков.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3. Оценка эффективности предоставленных и планируемых к предоставлению налоговых льгот осуществляется в отношении следующих налогов:</w:t>
      </w:r>
    </w:p>
    <w:p w:rsidR="00793421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земельный налог;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 на имущество физических лиц.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4. Оценка эффективности предоставленных и планируемых к предоставлению налоговых льгот не осуществляется для налоговых льгот, установленных в отношении:</w:t>
      </w:r>
    </w:p>
    <w:p w:rsidR="00793421" w:rsidRDefault="00793421" w:rsidP="00F13937">
      <w:pPr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Pr="006B5F42"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  <w:lang w:eastAsia="ru-RU"/>
        </w:rPr>
        <w:t>органов</w:t>
      </w:r>
      <w:r w:rsidRPr="00F13937">
        <w:rPr>
          <w:color w:val="000000"/>
          <w:sz w:val="28"/>
          <w:szCs w:val="28"/>
          <w:lang w:eastAsia="ru-RU"/>
        </w:rPr>
        <w:t xml:space="preserve"> мес</w:t>
      </w:r>
      <w:r>
        <w:rPr>
          <w:color w:val="000000"/>
          <w:sz w:val="28"/>
          <w:szCs w:val="28"/>
          <w:lang w:eastAsia="ru-RU"/>
        </w:rPr>
        <w:t>тного самоуправления;</w:t>
      </w:r>
    </w:p>
    <w:p w:rsidR="00793421" w:rsidRDefault="00793421" w:rsidP="00F13937">
      <w:pPr>
        <w:jc w:val="both"/>
        <w:rPr>
          <w:b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ab/>
        <w:t>- учреждений</w:t>
      </w:r>
      <w:r w:rsidRPr="00F13937">
        <w:rPr>
          <w:color w:val="000000"/>
          <w:sz w:val="28"/>
          <w:szCs w:val="28"/>
          <w:lang w:eastAsia="ru-RU"/>
        </w:rPr>
        <w:t xml:space="preserve"> образования, здравоохранения, социального обеспечения, молодёжной политики, культуры, физической культуры и спорта, финансируемых </w:t>
      </w:r>
      <w:r w:rsidRPr="00F13937">
        <w:rPr>
          <w:bCs/>
          <w:color w:val="000000"/>
          <w:sz w:val="28"/>
          <w:szCs w:val="28"/>
          <w:lang w:eastAsia="ru-RU"/>
        </w:rPr>
        <w:t>из местного бюджета</w:t>
      </w:r>
      <w:r>
        <w:rPr>
          <w:bCs/>
          <w:color w:val="000000"/>
          <w:sz w:val="28"/>
          <w:szCs w:val="28"/>
          <w:lang w:eastAsia="ru-RU"/>
        </w:rPr>
        <w:t>;</w:t>
      </w:r>
    </w:p>
    <w:p w:rsidR="00793421" w:rsidRPr="00F13937" w:rsidRDefault="00793421" w:rsidP="00F13937">
      <w:pPr>
        <w:jc w:val="both"/>
        <w:rPr>
          <w:color w:val="000000"/>
          <w:sz w:val="20"/>
          <w:szCs w:val="20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</w:r>
      <w:r w:rsidRPr="006B5F42">
        <w:rPr>
          <w:sz w:val="28"/>
          <w:szCs w:val="28"/>
        </w:rPr>
        <w:t>- физических лиц.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5. Целями проведения оценки эффективности налоговых льгот являются:</w:t>
      </w:r>
    </w:p>
    <w:p w:rsidR="00793421" w:rsidRPr="006B5F42" w:rsidRDefault="00793421" w:rsidP="00E85D6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5F42">
        <w:rPr>
          <w:rFonts w:ascii="Times New Roman" w:hAnsi="Times New Roman" w:cs="Times New Roman"/>
          <w:sz w:val="28"/>
          <w:szCs w:val="28"/>
        </w:rPr>
        <w:t>- оптимизация системы налоговых льгот;</w:t>
      </w:r>
    </w:p>
    <w:p w:rsidR="00793421" w:rsidRPr="006B5F42" w:rsidRDefault="00793421" w:rsidP="00E85D6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5F42">
        <w:rPr>
          <w:rFonts w:ascii="Times New Roman" w:hAnsi="Times New Roman" w:cs="Times New Roman"/>
          <w:sz w:val="28"/>
          <w:szCs w:val="28"/>
        </w:rPr>
        <w:t>- обеспечение увеличения налоговых доходов 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B5F42">
        <w:rPr>
          <w:rFonts w:ascii="Times New Roman" w:hAnsi="Times New Roman" w:cs="Times New Roman"/>
          <w:sz w:val="28"/>
          <w:szCs w:val="28"/>
        </w:rPr>
        <w:t>;</w:t>
      </w:r>
    </w:p>
    <w:p w:rsidR="00793421" w:rsidRPr="006B5F42" w:rsidRDefault="00793421" w:rsidP="00E85D6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B5F42">
        <w:rPr>
          <w:rFonts w:ascii="Times New Roman" w:hAnsi="Times New Roman" w:cs="Times New Roman"/>
          <w:sz w:val="28"/>
          <w:szCs w:val="28"/>
        </w:rPr>
        <w:t xml:space="preserve">- создание благоприятных экономических условий для развития инвестиционной и инновационной деятельности на территории </w:t>
      </w:r>
      <w:r>
        <w:rPr>
          <w:rFonts w:ascii="Times New Roman" w:hAnsi="Times New Roman" w:cs="Times New Roman"/>
          <w:sz w:val="28"/>
          <w:szCs w:val="28"/>
        </w:rPr>
        <w:t>Надеждинского сельского поселения Омского муниципального района Омской области.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 xml:space="preserve">6. Оценка эффективности предоставленных и планируемых к предоставлению налоговых льгот осуществляется </w:t>
      </w:r>
      <w:r>
        <w:rPr>
          <w:rFonts w:ascii="Times New Roman" w:hAnsi="Times New Roman" w:cs="Times New Roman"/>
          <w:sz w:val="28"/>
          <w:szCs w:val="28"/>
        </w:rPr>
        <w:t>Администрацией  Надеждинского сельского поселения Омского муниципального района Омской области</w:t>
      </w:r>
      <w:r w:rsidRPr="006B5F42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орган).</w:t>
      </w:r>
    </w:p>
    <w:p w:rsidR="00793421" w:rsidRPr="006B5F42" w:rsidRDefault="00793421" w:rsidP="00F139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3421" w:rsidRPr="006B5F42" w:rsidRDefault="00793421" w:rsidP="00F1393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2. Оценка эффективности планируемых</w:t>
      </w:r>
    </w:p>
    <w:p w:rsidR="00793421" w:rsidRPr="006B5F42" w:rsidRDefault="00793421" w:rsidP="00F139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к предоставлению налоговых льгот</w:t>
      </w:r>
    </w:p>
    <w:p w:rsidR="00793421" w:rsidRPr="006B5F42" w:rsidRDefault="00793421" w:rsidP="00F139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7. Оценка эффективности планируемых к предоставлению налоговых льгот про</w:t>
      </w:r>
      <w:r>
        <w:rPr>
          <w:rFonts w:ascii="Times New Roman" w:hAnsi="Times New Roman" w:cs="Times New Roman"/>
          <w:sz w:val="28"/>
          <w:szCs w:val="28"/>
        </w:rPr>
        <w:t xml:space="preserve">водится в случае возникновения у уполномоченного органа </w:t>
      </w:r>
      <w:r w:rsidRPr="006B5F42">
        <w:rPr>
          <w:rFonts w:ascii="Times New Roman" w:hAnsi="Times New Roman" w:cs="Times New Roman"/>
          <w:sz w:val="28"/>
          <w:szCs w:val="28"/>
        </w:rPr>
        <w:t>предложений о предоставлении налоговой льготы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 Надеждинского сельского поселения Омского муниципального района </w:t>
      </w:r>
      <w:r w:rsidRPr="006B5F42">
        <w:rPr>
          <w:rFonts w:ascii="Times New Roman" w:hAnsi="Times New Roman" w:cs="Times New Roman"/>
          <w:sz w:val="28"/>
          <w:szCs w:val="28"/>
        </w:rPr>
        <w:t xml:space="preserve"> Омской области (далее - предложение) с приложением показателей финансово-экономической деятельности по отдельной категории налогоплательщиков, которым планируется предоставление налоговой льготы, указанных в </w:t>
      </w:r>
      <w:hyperlink w:anchor="P118" w:history="1">
        <w:r>
          <w:rPr>
            <w:rFonts w:ascii="Times New Roman" w:hAnsi="Times New Roman" w:cs="Times New Roman"/>
            <w:sz w:val="28"/>
            <w:szCs w:val="28"/>
          </w:rPr>
          <w:t xml:space="preserve">приложении № </w:t>
        </w:r>
        <w:r w:rsidRPr="00E85D6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E85D64">
        <w:rPr>
          <w:rFonts w:ascii="Times New Roman" w:hAnsi="Times New Roman" w:cs="Times New Roman"/>
          <w:sz w:val="28"/>
          <w:szCs w:val="28"/>
        </w:rPr>
        <w:t xml:space="preserve"> </w:t>
      </w:r>
      <w:r w:rsidRPr="006B5F42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Предложение содержит следующие сведения: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категория налогоплательщиков, которым планируется предоставление налоговой льготы;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срок действия планируемых к предоставлению налоговых льгот;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обоснование целесообразности предоставления налоговых льгот;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оценка суммы потерь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B5F42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налоговых льгот.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сумма потерь бюджета Надеждинского сельского поселения Омского муниципального района Омской области (далее – бюджет поселения) </w:t>
      </w:r>
      <w:r w:rsidRPr="006B5F42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ПБ (за год) = (НБ x СН) - (НБ x СН</w:t>
      </w:r>
      <w:r w:rsidRPr="006B5F42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6B5F42">
        <w:rPr>
          <w:rFonts w:ascii="Times New Roman" w:hAnsi="Times New Roman" w:cs="Times New Roman"/>
          <w:sz w:val="28"/>
          <w:szCs w:val="28"/>
        </w:rPr>
        <w:t>), где: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ПБ (за год) - сумма потерь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6B5F42">
        <w:rPr>
          <w:rFonts w:ascii="Times New Roman" w:hAnsi="Times New Roman" w:cs="Times New Roman"/>
          <w:sz w:val="28"/>
          <w:szCs w:val="28"/>
        </w:rPr>
        <w:t>за год;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НБ - налогооблагаемая база;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СН - ставка налога, установленная в соответствии с законодательством о налогах и сборах;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СН</w:t>
      </w:r>
      <w:r w:rsidRPr="006B5F42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6B5F42">
        <w:rPr>
          <w:rFonts w:ascii="Times New Roman" w:hAnsi="Times New Roman" w:cs="Times New Roman"/>
          <w:sz w:val="28"/>
          <w:szCs w:val="28"/>
        </w:rPr>
        <w:t xml:space="preserve"> - ставка налога, применяемая с учетом предоставления налоговых льгот.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Pr="00A96CB6">
        <w:rPr>
          <w:rFonts w:ascii="Times New Roman" w:hAnsi="Times New Roman" w:cs="Times New Roman"/>
          <w:sz w:val="28"/>
          <w:szCs w:val="28"/>
        </w:rPr>
        <w:t xml:space="preserve">Налоговая льгота признается эффективной, если достигнута положительная динамика не менее чем по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96CB6">
        <w:rPr>
          <w:rFonts w:ascii="Times New Roman" w:hAnsi="Times New Roman" w:cs="Times New Roman"/>
          <w:sz w:val="28"/>
          <w:szCs w:val="28"/>
        </w:rPr>
        <w:t xml:space="preserve"> показателям финансово-экономической деятельности. При достижении положительной динамики менее чем по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96CB6">
        <w:rPr>
          <w:rFonts w:ascii="Times New Roman" w:hAnsi="Times New Roman" w:cs="Times New Roman"/>
          <w:sz w:val="28"/>
          <w:szCs w:val="28"/>
        </w:rPr>
        <w:t xml:space="preserve"> показателям финансово-экономической деятельности налоговая льгота имеет отрицательную оценку эффективности.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9. Оценка эффективности планируемых к предоставлению налоговых льгот осуществляется уполномоченным органом в течение 30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возникновения</w:t>
      </w:r>
      <w:r w:rsidRPr="006B5F42">
        <w:rPr>
          <w:rFonts w:ascii="Times New Roman" w:hAnsi="Times New Roman" w:cs="Times New Roman"/>
          <w:sz w:val="28"/>
          <w:szCs w:val="28"/>
        </w:rPr>
        <w:t xml:space="preserve"> предложения.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По итогам рассмотрения предложения уполномоченный орган готовит заключение о положительной или отрицательной оценке эффективности планируемых к предоставлению налоговых льгот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3421" w:rsidRPr="006B5F42" w:rsidRDefault="00793421" w:rsidP="00F139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3421" w:rsidRPr="006B5F42" w:rsidRDefault="00793421" w:rsidP="00F1393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3. Оценка эффективности предоставленных налоговых льгот</w:t>
      </w:r>
    </w:p>
    <w:p w:rsidR="00793421" w:rsidRPr="006B5F42" w:rsidRDefault="00793421" w:rsidP="00F139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10. Оценка эффективности предоставленных налоговых льгот проводится ежегодно до 15 сентября года, следующего за отчетным, и включает в себя: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оценку социальной и экономической эффективности предоставленных налоговых льгот - в целях оценки влияния использования налоговых льгот на динамику финансово-экономических и социальных показателей деятельности отдельной категории налогоплательщиков, применяющих налоговые льготы;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оценку бюджетной эффективности предоставления налоговых льгот - в целях оценки влияния предостав</w:t>
      </w:r>
      <w:r>
        <w:rPr>
          <w:rFonts w:ascii="Times New Roman" w:hAnsi="Times New Roman" w:cs="Times New Roman"/>
          <w:sz w:val="28"/>
          <w:szCs w:val="28"/>
        </w:rPr>
        <w:t xml:space="preserve">ления налоговых льгот на доходы </w:t>
      </w:r>
      <w:r w:rsidRPr="006B5F42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B5F42">
        <w:rPr>
          <w:rFonts w:ascii="Times New Roman" w:hAnsi="Times New Roman" w:cs="Times New Roman"/>
          <w:sz w:val="28"/>
          <w:szCs w:val="28"/>
        </w:rPr>
        <w:t>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11. Для оценки эффективности предост</w:t>
      </w:r>
      <w:r>
        <w:rPr>
          <w:rFonts w:ascii="Times New Roman" w:hAnsi="Times New Roman" w:cs="Times New Roman"/>
          <w:sz w:val="28"/>
          <w:szCs w:val="28"/>
        </w:rPr>
        <w:t xml:space="preserve">авленных налоговых льгот уполномоченный орган </w:t>
      </w:r>
      <w:r w:rsidRPr="006B5F42">
        <w:rPr>
          <w:rFonts w:ascii="Times New Roman" w:hAnsi="Times New Roman" w:cs="Times New Roman"/>
          <w:sz w:val="28"/>
          <w:szCs w:val="28"/>
        </w:rPr>
        <w:t xml:space="preserve">до 15 июля текущего года </w:t>
      </w:r>
      <w:r>
        <w:rPr>
          <w:rFonts w:ascii="Times New Roman" w:hAnsi="Times New Roman" w:cs="Times New Roman"/>
          <w:sz w:val="28"/>
          <w:szCs w:val="28"/>
        </w:rPr>
        <w:t>собирает информацию по расчетам</w:t>
      </w:r>
      <w:r w:rsidRPr="006B5F42">
        <w:rPr>
          <w:rFonts w:ascii="Times New Roman" w:hAnsi="Times New Roman" w:cs="Times New Roman"/>
          <w:sz w:val="28"/>
          <w:szCs w:val="28"/>
        </w:rPr>
        <w:t xml:space="preserve"> динамики: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0"/>
      <w:bookmarkEnd w:id="0"/>
      <w:r w:rsidRPr="006B5F42">
        <w:rPr>
          <w:rFonts w:ascii="Times New Roman" w:hAnsi="Times New Roman" w:cs="Times New Roman"/>
          <w:sz w:val="28"/>
          <w:szCs w:val="28"/>
        </w:rPr>
        <w:t xml:space="preserve">- финансово-экономических и социальных показателей деятельности налогоплательщика, который воспользовался налоговой льготой за отчетный год, в соответствии с </w:t>
      </w:r>
      <w:hyperlink w:anchor="P229" w:history="1">
        <w:r>
          <w:rPr>
            <w:rFonts w:ascii="Times New Roman" w:hAnsi="Times New Roman" w:cs="Times New Roman"/>
            <w:sz w:val="28"/>
            <w:szCs w:val="28"/>
          </w:rPr>
          <w:t xml:space="preserve">приложением № </w:t>
        </w:r>
        <w:r w:rsidRPr="001D5091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6B5F42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1"/>
      <w:bookmarkEnd w:id="1"/>
      <w:r w:rsidRPr="006B5F42">
        <w:rPr>
          <w:rFonts w:ascii="Times New Roman" w:hAnsi="Times New Roman" w:cs="Times New Roman"/>
          <w:sz w:val="28"/>
          <w:szCs w:val="28"/>
        </w:rPr>
        <w:t>- сумм налог</w:t>
      </w:r>
      <w:r>
        <w:rPr>
          <w:rFonts w:ascii="Times New Roman" w:hAnsi="Times New Roman" w:cs="Times New Roman"/>
          <w:sz w:val="28"/>
          <w:szCs w:val="28"/>
        </w:rPr>
        <w:t>ов, уплаченных в бюджет</w:t>
      </w:r>
      <w:r w:rsidRPr="006B5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B5F42">
        <w:rPr>
          <w:rFonts w:ascii="Times New Roman" w:hAnsi="Times New Roman" w:cs="Times New Roman"/>
          <w:sz w:val="28"/>
          <w:szCs w:val="28"/>
        </w:rPr>
        <w:t xml:space="preserve">налогоплательщиком, который воспользовался налоговой льготой за отчетный год, в соответствии с </w:t>
      </w:r>
      <w:hyperlink w:anchor="P302" w:history="1">
        <w:r>
          <w:rPr>
            <w:rFonts w:ascii="Times New Roman" w:hAnsi="Times New Roman" w:cs="Times New Roman"/>
            <w:sz w:val="28"/>
            <w:szCs w:val="28"/>
          </w:rPr>
          <w:t xml:space="preserve">приложением № </w:t>
        </w:r>
        <w:r w:rsidRPr="001D5091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6B5F42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12. Оценка бюджетной, социальной и экономической эффективности предоставленных налоговых льгот проводится по каждому виду налога в отношении каждой из предоставленных налоговых льгот с уче</w:t>
      </w:r>
      <w:r>
        <w:rPr>
          <w:rFonts w:ascii="Times New Roman" w:hAnsi="Times New Roman" w:cs="Times New Roman"/>
          <w:sz w:val="28"/>
          <w:szCs w:val="28"/>
        </w:rPr>
        <w:t xml:space="preserve">том данных </w:t>
      </w:r>
      <w:r w:rsidRPr="006B5F42">
        <w:rPr>
          <w:rFonts w:ascii="Times New Roman" w:hAnsi="Times New Roman" w:cs="Times New Roman"/>
          <w:sz w:val="28"/>
          <w:szCs w:val="28"/>
        </w:rPr>
        <w:t>о финансово-экономических и социальных показателях деятельности налогоплательщика, который воспользовался налоговой льготой.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Оценка бюджетной, социальной и экономической эффективности налоговой льготы, которой воспользовался налогоплательщик, созданный менее чем за год до начала использования налоговой льготы, проводится начиная с года, следующего за годом начала использования налоговой льготы.</w:t>
      </w:r>
    </w:p>
    <w:p w:rsidR="00793421" w:rsidRPr="001D5091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13. Оценка социальной и экономической эффективности налоговых льгот осуществляе</w:t>
      </w:r>
      <w:r>
        <w:rPr>
          <w:rFonts w:ascii="Times New Roman" w:hAnsi="Times New Roman" w:cs="Times New Roman"/>
          <w:sz w:val="28"/>
          <w:szCs w:val="28"/>
        </w:rPr>
        <w:t xml:space="preserve">тся на основании </w:t>
      </w:r>
      <w:r w:rsidRPr="006B5F42">
        <w:rPr>
          <w:rFonts w:ascii="Times New Roman" w:hAnsi="Times New Roman" w:cs="Times New Roman"/>
          <w:sz w:val="28"/>
          <w:szCs w:val="28"/>
        </w:rPr>
        <w:t xml:space="preserve">расчетов, указанных в </w:t>
      </w:r>
      <w:hyperlink w:anchor="P90" w:history="1">
        <w:r w:rsidRPr="001D5091">
          <w:rPr>
            <w:rFonts w:ascii="Times New Roman" w:hAnsi="Times New Roman" w:cs="Times New Roman"/>
            <w:sz w:val="28"/>
            <w:szCs w:val="28"/>
          </w:rPr>
          <w:t>абзаце втором пункта 11</w:t>
        </w:r>
      </w:hyperlink>
      <w:r w:rsidRPr="001D509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CB6">
        <w:rPr>
          <w:rFonts w:ascii="Times New Roman" w:hAnsi="Times New Roman" w:cs="Times New Roman"/>
          <w:sz w:val="28"/>
          <w:szCs w:val="28"/>
        </w:rPr>
        <w:t xml:space="preserve">Налоговые льготы имеют положительную социальную и экономическую эффективность, если достигнута положительная динамика не менее чем по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96CB6">
        <w:rPr>
          <w:rFonts w:ascii="Times New Roman" w:hAnsi="Times New Roman" w:cs="Times New Roman"/>
          <w:sz w:val="28"/>
          <w:szCs w:val="28"/>
        </w:rPr>
        <w:t xml:space="preserve"> финансово-экономическим и социальным показателям деятельности категории налогоплательщиков.</w:t>
      </w:r>
    </w:p>
    <w:p w:rsidR="00793421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 xml:space="preserve">14. </w:t>
      </w:r>
      <w:r>
        <w:rPr>
          <w:rFonts w:ascii="Times New Roman" w:hAnsi="Times New Roman" w:cs="Times New Roman"/>
          <w:sz w:val="28"/>
          <w:szCs w:val="28"/>
        </w:rPr>
        <w:t>Оценка бюджетной эффективности налоговых льгот осуществляется на основании расчетов, указанных в абзаце третьем пункта 11 настоящего Порядка.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 xml:space="preserve">Оценка бюджетной эффективности налоговых льгот проводится на основании динамики поступлений налоговых платежей в бюджет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B5F42">
        <w:rPr>
          <w:rFonts w:ascii="Times New Roman" w:hAnsi="Times New Roman" w:cs="Times New Roman"/>
          <w:sz w:val="28"/>
          <w:szCs w:val="28"/>
        </w:rPr>
        <w:t>по итогам отчетного года относительно года, предшествующего году, в котором налогоплательщик начал применять налоговую льготу.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Налоговые льготы имеют положительную бюджетную эффективность, если получен прирост поступлений налоговых платежей по итогам отчетного года относительно года, предшествующего году, в котором налогоплательщик начал применять налоговую льготу.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15. Налоговая льгота признается эффективной, если достигнута положительная социальная и экономическая эффективность и (или) бюджетная эффективность.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 xml:space="preserve">16.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F42">
        <w:rPr>
          <w:rFonts w:ascii="Times New Roman" w:hAnsi="Times New Roman" w:cs="Times New Roman"/>
          <w:sz w:val="28"/>
          <w:szCs w:val="28"/>
        </w:rPr>
        <w:t>Результаты оценки эффективности предоставленных налоговых льгот отражаются в аналитической записке, подготавливаемой уполномоченным органом.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В аналитической записке отражается информация: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об изменении количества (перечня) категорий налогоплательщиков, которым предоставлены налоговые льготы;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о динамике финансово-экономических и социальных показателей деятельности отдельных категорий налогоплательщиков;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о сумме налоговых льгот в разрезе видов налогов по данным Управления Федеральной налоговой службы по Омской области;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 xml:space="preserve">- об изменении поступлений налоговых платежей в бюджет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B5F42">
        <w:rPr>
          <w:rFonts w:ascii="Times New Roman" w:hAnsi="Times New Roman" w:cs="Times New Roman"/>
          <w:sz w:val="28"/>
          <w:szCs w:val="28"/>
        </w:rPr>
        <w:t>по отдельным категориям налогоплательщиков, которым предоставлены налоговые льготы;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5F42">
        <w:rPr>
          <w:rFonts w:ascii="Times New Roman" w:hAnsi="Times New Roman" w:cs="Times New Roman"/>
          <w:sz w:val="28"/>
          <w:szCs w:val="28"/>
        </w:rPr>
        <w:t>- иная информация, связанная с достижением целей проведения оценки эффективности предоставленных налоговых льгот.</w:t>
      </w:r>
    </w:p>
    <w:p w:rsidR="00793421" w:rsidRPr="006B5F42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CB6">
        <w:rPr>
          <w:rFonts w:ascii="Times New Roman" w:hAnsi="Times New Roman" w:cs="Times New Roman"/>
          <w:sz w:val="28"/>
          <w:szCs w:val="28"/>
        </w:rPr>
        <w:t>17. Аналитическая записка об оценке эффективности налоговых льгот за ан</w:t>
      </w:r>
      <w:r>
        <w:rPr>
          <w:rFonts w:ascii="Times New Roman" w:hAnsi="Times New Roman" w:cs="Times New Roman"/>
          <w:sz w:val="28"/>
          <w:szCs w:val="28"/>
        </w:rPr>
        <w:t xml:space="preserve">ализируемый период направляется Председателю Совета Надеждинского сельского поселения Омского муниципального района Омской области в срок </w:t>
      </w:r>
      <w:r>
        <w:rPr>
          <w:rFonts w:ascii="Times New Roman" w:hAnsi="Times New Roman" w:cs="Times New Roman"/>
          <w:sz w:val="28"/>
          <w:szCs w:val="28"/>
        </w:rPr>
        <w:br/>
        <w:t>до 30 сентября текущего года.</w:t>
      </w:r>
    </w:p>
    <w:p w:rsidR="00793421" w:rsidRPr="006B5F42" w:rsidRDefault="00793421" w:rsidP="00F13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sectPr w:rsidR="00793421" w:rsidSect="008619C2">
          <w:pgSz w:w="11906" w:h="16838"/>
          <w:pgMar w:top="1134" w:right="746" w:bottom="1134" w:left="1440" w:header="708" w:footer="708" w:gutter="0"/>
          <w:cols w:space="708"/>
          <w:docGrid w:linePitch="360"/>
        </w:sectPr>
      </w:pPr>
    </w:p>
    <w:p w:rsidR="00793421" w:rsidRDefault="00793421" w:rsidP="009A1B9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Приложение № 1</w:t>
      </w:r>
    </w:p>
    <w:p w:rsidR="00793421" w:rsidRDefault="00793421" w:rsidP="009B7992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551ED">
        <w:rPr>
          <w:rFonts w:ascii="Times New Roman" w:hAnsi="Times New Roman" w:cs="Times New Roman"/>
          <w:sz w:val="28"/>
          <w:szCs w:val="28"/>
        </w:rPr>
        <w:t>к Порядку оценки эффективности</w:t>
      </w:r>
    </w:p>
    <w:p w:rsidR="00793421" w:rsidRDefault="00793421" w:rsidP="009B7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551ED">
        <w:rPr>
          <w:rFonts w:ascii="Times New Roman" w:hAnsi="Times New Roman" w:cs="Times New Roman"/>
          <w:sz w:val="28"/>
          <w:szCs w:val="28"/>
        </w:rPr>
        <w:t>предоставленных и планируемых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3421" w:rsidRDefault="00793421" w:rsidP="009B7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 предоставлению налоговых льгот</w:t>
      </w:r>
    </w:p>
    <w:p w:rsidR="00793421" w:rsidRPr="00F551ED" w:rsidRDefault="00793421" w:rsidP="009B7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93421" w:rsidRPr="00F551ED" w:rsidRDefault="00793421" w:rsidP="00F139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93421" w:rsidRPr="006D021A" w:rsidRDefault="00793421" w:rsidP="00F139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118"/>
      <w:bookmarkEnd w:id="2"/>
      <w:r w:rsidRPr="006D021A">
        <w:rPr>
          <w:rFonts w:ascii="Times New Roman" w:hAnsi="Times New Roman" w:cs="Times New Roman"/>
          <w:b w:val="0"/>
          <w:sz w:val="28"/>
          <w:szCs w:val="28"/>
        </w:rPr>
        <w:t>ПОКАЗАТЕЛИ</w:t>
      </w:r>
    </w:p>
    <w:p w:rsidR="00793421" w:rsidRPr="006D021A" w:rsidRDefault="00793421" w:rsidP="00F139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021A">
        <w:rPr>
          <w:rFonts w:ascii="Times New Roman" w:hAnsi="Times New Roman" w:cs="Times New Roman"/>
          <w:b w:val="0"/>
          <w:sz w:val="28"/>
          <w:szCs w:val="28"/>
        </w:rPr>
        <w:t>финансово-экономической деятельности по отдельной категории</w:t>
      </w:r>
    </w:p>
    <w:p w:rsidR="00793421" w:rsidRPr="006D021A" w:rsidRDefault="00793421" w:rsidP="00F139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021A">
        <w:rPr>
          <w:rFonts w:ascii="Times New Roman" w:hAnsi="Times New Roman" w:cs="Times New Roman"/>
          <w:b w:val="0"/>
          <w:sz w:val="28"/>
          <w:szCs w:val="28"/>
        </w:rPr>
        <w:t>налогоплательщиков, которым планируется предоставление</w:t>
      </w:r>
    </w:p>
    <w:p w:rsidR="00793421" w:rsidRPr="006D021A" w:rsidRDefault="00793421" w:rsidP="00F139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021A">
        <w:rPr>
          <w:rFonts w:ascii="Times New Roman" w:hAnsi="Times New Roman" w:cs="Times New Roman"/>
          <w:b w:val="0"/>
          <w:sz w:val="28"/>
          <w:szCs w:val="28"/>
        </w:rPr>
        <w:t>налоговой льготы (далее - показатели)</w:t>
      </w:r>
    </w:p>
    <w:p w:rsidR="00793421" w:rsidRPr="00F551ED" w:rsidRDefault="00793421" w:rsidP="00F139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143"/>
        <w:gridCol w:w="1559"/>
        <w:gridCol w:w="1276"/>
        <w:gridCol w:w="1146"/>
        <w:gridCol w:w="1417"/>
        <w:gridCol w:w="1617"/>
      </w:tblGrid>
      <w:tr w:rsidR="00793421" w:rsidRPr="00F551ED" w:rsidTr="006D021A">
        <w:trPr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43" w:type="dxa"/>
          </w:tcPr>
          <w:p w:rsidR="00793421" w:rsidRPr="00F551ED" w:rsidRDefault="00793421" w:rsidP="006D021A">
            <w:pPr>
              <w:pStyle w:val="ConsPlusNormal"/>
              <w:ind w:firstLine="3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 w:rsidR="00793421" w:rsidRDefault="00793421" w:rsidP="006D021A">
            <w:pPr>
              <w:pStyle w:val="ConsPlusNormal"/>
              <w:ind w:firstLine="1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793421" w:rsidRPr="00F551ED" w:rsidRDefault="00793421" w:rsidP="006D021A">
            <w:pPr>
              <w:pStyle w:val="ConsPlusNormal"/>
              <w:ind w:firstLine="1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276" w:type="dxa"/>
          </w:tcPr>
          <w:p w:rsidR="00793421" w:rsidRPr="00F551ED" w:rsidRDefault="00793421" w:rsidP="006D021A">
            <w:pPr>
              <w:pStyle w:val="ConsPlusNormal"/>
              <w:ind w:firstLine="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 xml:space="preserve">Базовый период </w:t>
            </w:r>
            <w:hyperlink w:anchor="P217" w:history="1">
              <w:r w:rsidRPr="006D021A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146" w:type="dxa"/>
          </w:tcPr>
          <w:p w:rsidR="00793421" w:rsidRPr="00F551ED" w:rsidRDefault="00793421" w:rsidP="006D021A">
            <w:pPr>
              <w:pStyle w:val="ConsPlusNormal"/>
              <w:ind w:firstLine="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 xml:space="preserve">Отчетные периоды n </w:t>
            </w:r>
            <w:hyperlink w:anchor="P218" w:history="1">
              <w:r w:rsidRPr="006D021A">
                <w:rPr>
                  <w:rFonts w:ascii="Times New Roman" w:hAnsi="Times New Roman" w:cs="Times New Roman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417" w:type="dxa"/>
          </w:tcPr>
          <w:p w:rsidR="00793421" w:rsidRPr="00F551ED" w:rsidRDefault="00793421" w:rsidP="006D02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Год после окончания срока действия налоговой льготы</w:t>
            </w:r>
          </w:p>
        </w:tc>
        <w:tc>
          <w:tcPr>
            <w:tcW w:w="1617" w:type="dxa"/>
          </w:tcPr>
          <w:p w:rsidR="00793421" w:rsidRPr="00F551ED" w:rsidRDefault="00793421" w:rsidP="006D021A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Динамика показателей (%)</w:t>
            </w:r>
          </w:p>
          <w:p w:rsidR="00793421" w:rsidRPr="00F551ED" w:rsidRDefault="00793421" w:rsidP="006D021A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значение графы 6 = значение графы 5 / значение графы 3</w:t>
            </w:r>
          </w:p>
        </w:tc>
      </w:tr>
      <w:tr w:rsidR="00793421" w:rsidRPr="00F551ED" w:rsidTr="006D021A">
        <w:trPr>
          <w:trHeight w:val="145"/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</w:tcPr>
          <w:p w:rsidR="00793421" w:rsidRPr="00F551ED" w:rsidRDefault="00793421" w:rsidP="006D02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93421" w:rsidRPr="00F551ED" w:rsidRDefault="00793421" w:rsidP="006D021A">
            <w:pPr>
              <w:pStyle w:val="ConsPlusNormal"/>
              <w:ind w:firstLine="56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793421" w:rsidRPr="00F551ED" w:rsidRDefault="00793421" w:rsidP="006D021A">
            <w:pPr>
              <w:pStyle w:val="ConsPlusNormal"/>
              <w:ind w:firstLine="4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6" w:type="dxa"/>
          </w:tcPr>
          <w:p w:rsidR="00793421" w:rsidRPr="00F551ED" w:rsidRDefault="00793421" w:rsidP="006D021A">
            <w:pPr>
              <w:pStyle w:val="ConsPlusNormal"/>
              <w:ind w:firstLine="478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93421" w:rsidRPr="00F551ED" w:rsidRDefault="00793421" w:rsidP="006D021A">
            <w:pPr>
              <w:pStyle w:val="ConsPlusNormal"/>
              <w:ind w:firstLine="562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7" w:type="dxa"/>
          </w:tcPr>
          <w:p w:rsidR="00793421" w:rsidRPr="00F551ED" w:rsidRDefault="00793421" w:rsidP="006D021A">
            <w:pPr>
              <w:pStyle w:val="ConsPlusNormal"/>
              <w:ind w:firstLine="563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93421" w:rsidRPr="00F551ED" w:rsidTr="006D021A">
        <w:trPr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143" w:type="dxa"/>
          </w:tcPr>
          <w:p w:rsidR="00793421" w:rsidRPr="00F551ED" w:rsidRDefault="00793421" w:rsidP="006D021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Выручка (нетто) от продажи товаров, продукции, работ, услуг (за минусом налога на добавленную стоимость, акцизов)</w:t>
            </w:r>
          </w:p>
        </w:tc>
        <w:tc>
          <w:tcPr>
            <w:tcW w:w="1559" w:type="dxa"/>
          </w:tcPr>
          <w:p w:rsidR="00793421" w:rsidRPr="00F551ED" w:rsidRDefault="00793421" w:rsidP="006D021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6D021A">
        <w:trPr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143" w:type="dxa"/>
          </w:tcPr>
          <w:p w:rsidR="00793421" w:rsidRPr="00F551ED" w:rsidRDefault="00793421" w:rsidP="006D021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Объем производства продукции (работ, услуг)</w:t>
            </w:r>
          </w:p>
        </w:tc>
        <w:tc>
          <w:tcPr>
            <w:tcW w:w="1559" w:type="dxa"/>
          </w:tcPr>
          <w:p w:rsidR="00793421" w:rsidRPr="00F551ED" w:rsidRDefault="00793421" w:rsidP="006D021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натур.ед.</w:t>
            </w:r>
          </w:p>
        </w:tc>
        <w:tc>
          <w:tcPr>
            <w:tcW w:w="127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6D021A">
        <w:trPr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143" w:type="dxa"/>
          </w:tcPr>
          <w:p w:rsidR="00793421" w:rsidRPr="00F551ED" w:rsidRDefault="00793421" w:rsidP="006D021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Стоимость основных фондов на конец года</w:t>
            </w:r>
          </w:p>
        </w:tc>
        <w:tc>
          <w:tcPr>
            <w:tcW w:w="1559" w:type="dxa"/>
          </w:tcPr>
          <w:p w:rsidR="00793421" w:rsidRPr="00F551ED" w:rsidRDefault="00793421" w:rsidP="006D021A">
            <w:pPr>
              <w:pStyle w:val="ConsPlusNormal"/>
              <w:ind w:firstLine="2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6D021A">
        <w:trPr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143" w:type="dxa"/>
          </w:tcPr>
          <w:p w:rsidR="00793421" w:rsidRPr="00F551ED" w:rsidRDefault="00793421" w:rsidP="006D021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559" w:type="dxa"/>
          </w:tcPr>
          <w:p w:rsidR="00793421" w:rsidRPr="00F551ED" w:rsidRDefault="00793421" w:rsidP="006D021A">
            <w:pPr>
              <w:pStyle w:val="ConsPlusNormal"/>
              <w:ind w:firstLine="2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6D021A">
        <w:trPr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143" w:type="dxa"/>
          </w:tcPr>
          <w:p w:rsidR="00793421" w:rsidRPr="00F551ED" w:rsidRDefault="00793421" w:rsidP="006D021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 списочного состава</w:t>
            </w:r>
          </w:p>
        </w:tc>
        <w:tc>
          <w:tcPr>
            <w:tcW w:w="1559" w:type="dxa"/>
          </w:tcPr>
          <w:p w:rsidR="00793421" w:rsidRPr="00F551ED" w:rsidRDefault="00793421" w:rsidP="006D021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6D021A">
        <w:trPr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3" w:type="dxa"/>
          </w:tcPr>
          <w:p w:rsidR="00793421" w:rsidRPr="00F551ED" w:rsidRDefault="00793421" w:rsidP="006D021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работников списочного состава</w:t>
            </w:r>
          </w:p>
        </w:tc>
        <w:tc>
          <w:tcPr>
            <w:tcW w:w="1559" w:type="dxa"/>
          </w:tcPr>
          <w:p w:rsidR="00793421" w:rsidRPr="00F551ED" w:rsidRDefault="00793421" w:rsidP="006D021A">
            <w:pPr>
              <w:pStyle w:val="ConsPlusNormal"/>
              <w:ind w:firstLine="2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27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6D021A">
        <w:trPr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143" w:type="dxa"/>
          </w:tcPr>
          <w:p w:rsidR="00793421" w:rsidRPr="00F551ED" w:rsidRDefault="00793421" w:rsidP="006D021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Сумма уплач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енных налогов в бюджет поселения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, всего,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59" w:type="dxa"/>
          </w:tcPr>
          <w:p w:rsidR="00793421" w:rsidRPr="00F551ED" w:rsidRDefault="00793421" w:rsidP="006D021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6D021A">
        <w:trPr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143" w:type="dxa"/>
          </w:tcPr>
          <w:p w:rsidR="00793421" w:rsidRPr="00F551ED" w:rsidRDefault="00793421" w:rsidP="006D021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793421" w:rsidRDefault="00793421" w:rsidP="009B487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21" w:rsidRPr="00F551ED" w:rsidRDefault="00793421" w:rsidP="009B487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6D021A">
        <w:trPr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2143" w:type="dxa"/>
          </w:tcPr>
          <w:p w:rsidR="00793421" w:rsidRPr="00F551ED" w:rsidRDefault="00793421" w:rsidP="006D021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793421" w:rsidRDefault="00793421" w:rsidP="009B487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21" w:rsidRDefault="00793421" w:rsidP="009B487A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6D021A">
        <w:trPr>
          <w:jc w:val="center"/>
        </w:trPr>
        <w:tc>
          <w:tcPr>
            <w:tcW w:w="624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3" w:type="dxa"/>
          </w:tcPr>
          <w:p w:rsidR="00793421" w:rsidRDefault="00793421" w:rsidP="009B487A">
            <w:pPr>
              <w:pStyle w:val="ConsPlusNormal"/>
              <w:ind w:hanging="4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21" w:rsidRPr="00F551ED" w:rsidRDefault="00793421" w:rsidP="009B487A">
            <w:pPr>
              <w:pStyle w:val="ConsPlusNormal"/>
              <w:ind w:hanging="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</w:tcPr>
          <w:p w:rsidR="00793421" w:rsidRDefault="00793421" w:rsidP="009B48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21" w:rsidRPr="00F551ED" w:rsidRDefault="00793421" w:rsidP="009B48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7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3421" w:rsidRPr="00F551ED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421" w:rsidRPr="00F551ED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1E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93421" w:rsidRPr="00F551ED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17"/>
      <w:bookmarkEnd w:id="3"/>
      <w:r w:rsidRPr="00F551ED">
        <w:rPr>
          <w:rFonts w:ascii="Times New Roman" w:hAnsi="Times New Roman" w:cs="Times New Roman"/>
          <w:sz w:val="28"/>
          <w:szCs w:val="28"/>
        </w:rPr>
        <w:t>&lt;*&gt; базовый период - год, предшествующий году проведения оценки эффективности.</w:t>
      </w:r>
    </w:p>
    <w:p w:rsidR="00793421" w:rsidRPr="00F551ED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18"/>
      <w:bookmarkEnd w:id="4"/>
      <w:r w:rsidRPr="00F551ED">
        <w:rPr>
          <w:rFonts w:ascii="Times New Roman" w:hAnsi="Times New Roman" w:cs="Times New Roman"/>
          <w:sz w:val="28"/>
          <w:szCs w:val="28"/>
        </w:rPr>
        <w:t>&lt;**&gt; отчетные периоды - годы, на которые предполагается предоставление налоговой льготы, где n - количество лет предоставления налоговой льготы.</w:t>
      </w: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F139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93421" w:rsidRDefault="00793421" w:rsidP="009A1B9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Приложение № 2</w:t>
      </w:r>
    </w:p>
    <w:p w:rsidR="00793421" w:rsidRDefault="00793421" w:rsidP="009B7992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551ED">
        <w:rPr>
          <w:rFonts w:ascii="Times New Roman" w:hAnsi="Times New Roman" w:cs="Times New Roman"/>
          <w:sz w:val="28"/>
          <w:szCs w:val="28"/>
        </w:rPr>
        <w:t>к Порядку оценки эффективности</w:t>
      </w:r>
    </w:p>
    <w:p w:rsidR="00793421" w:rsidRDefault="00793421" w:rsidP="009B7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551ED">
        <w:rPr>
          <w:rFonts w:ascii="Times New Roman" w:hAnsi="Times New Roman" w:cs="Times New Roman"/>
          <w:sz w:val="28"/>
          <w:szCs w:val="28"/>
        </w:rPr>
        <w:t>предоставленных и планируемых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3421" w:rsidRDefault="00793421" w:rsidP="009B7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предоставлению налоговых льгот</w:t>
      </w:r>
    </w:p>
    <w:p w:rsidR="00793421" w:rsidRPr="00F551ED" w:rsidRDefault="00793421" w:rsidP="00F139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93421" w:rsidRPr="009B487A" w:rsidRDefault="00793421" w:rsidP="00F139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P229"/>
      <w:bookmarkEnd w:id="5"/>
      <w:r w:rsidRPr="009B487A">
        <w:rPr>
          <w:rFonts w:ascii="Times New Roman" w:hAnsi="Times New Roman" w:cs="Times New Roman"/>
          <w:b w:val="0"/>
          <w:sz w:val="28"/>
          <w:szCs w:val="28"/>
        </w:rPr>
        <w:t>ФИНАНСОВО-ЭКОНОМИЧЕСКИЕ И СОЦИАЛЬНЫЕ ПОКАЗАТЕЛИ</w:t>
      </w:r>
    </w:p>
    <w:p w:rsidR="00793421" w:rsidRPr="009B487A" w:rsidRDefault="00793421" w:rsidP="00F139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B487A">
        <w:rPr>
          <w:rFonts w:ascii="Times New Roman" w:hAnsi="Times New Roman" w:cs="Times New Roman"/>
          <w:b w:val="0"/>
          <w:sz w:val="28"/>
          <w:szCs w:val="28"/>
        </w:rPr>
        <w:t>деятельности налогоплательщика, который</w:t>
      </w:r>
    </w:p>
    <w:p w:rsidR="00793421" w:rsidRPr="009B487A" w:rsidRDefault="00793421" w:rsidP="00F139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B487A">
        <w:rPr>
          <w:rFonts w:ascii="Times New Roman" w:hAnsi="Times New Roman" w:cs="Times New Roman"/>
          <w:b w:val="0"/>
          <w:sz w:val="28"/>
          <w:szCs w:val="28"/>
        </w:rPr>
        <w:t>воспользовался налоговой льготой за отчетный год</w:t>
      </w:r>
    </w:p>
    <w:p w:rsidR="00793421" w:rsidRPr="00F551ED" w:rsidRDefault="00793421" w:rsidP="00F139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805"/>
        <w:gridCol w:w="1417"/>
        <w:gridCol w:w="1298"/>
        <w:gridCol w:w="1191"/>
        <w:gridCol w:w="1417"/>
      </w:tblGrid>
      <w:tr w:rsidR="00793421" w:rsidRPr="00F551ED" w:rsidTr="009B7992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805" w:type="dxa"/>
          </w:tcPr>
          <w:p w:rsidR="00793421" w:rsidRPr="00F551ED" w:rsidRDefault="00793421" w:rsidP="00986A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417" w:type="dxa"/>
          </w:tcPr>
          <w:p w:rsidR="00793421" w:rsidRPr="00F551ED" w:rsidRDefault="00793421" w:rsidP="009B7992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98" w:type="dxa"/>
          </w:tcPr>
          <w:p w:rsidR="00793421" w:rsidRPr="009B7992" w:rsidRDefault="00793421" w:rsidP="009B7992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992">
              <w:rPr>
                <w:rFonts w:ascii="Times New Roman" w:hAnsi="Times New Roman" w:cs="Times New Roman"/>
                <w:sz w:val="28"/>
                <w:szCs w:val="28"/>
              </w:rPr>
              <w:t xml:space="preserve">Базовый период </w:t>
            </w:r>
            <w:hyperlink w:anchor="P289" w:history="1">
              <w:r w:rsidRPr="009B7992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191" w:type="dxa"/>
          </w:tcPr>
          <w:p w:rsidR="00793421" w:rsidRPr="009B7992" w:rsidRDefault="00793421" w:rsidP="009B7992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992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период </w:t>
            </w:r>
            <w:hyperlink w:anchor="P291" w:history="1">
              <w:r w:rsidRPr="009B7992">
                <w:rPr>
                  <w:rFonts w:ascii="Times New Roman" w:hAnsi="Times New Roman" w:cs="Times New Roman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417" w:type="dxa"/>
          </w:tcPr>
          <w:p w:rsidR="00793421" w:rsidRPr="00F551ED" w:rsidRDefault="00793421" w:rsidP="009B7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Динамика показателей (%)</w:t>
            </w:r>
          </w:p>
        </w:tc>
      </w:tr>
      <w:tr w:rsidR="00793421" w:rsidRPr="00F551ED" w:rsidTr="009B7992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05" w:type="dxa"/>
          </w:tcPr>
          <w:p w:rsidR="00793421" w:rsidRPr="00F551ED" w:rsidRDefault="00793421" w:rsidP="009B7992">
            <w:pPr>
              <w:pStyle w:val="ConsPlusNormal"/>
              <w:ind w:firstLine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Выручка (нетто) от продажи товаров, продукции, работ, услуг (за минусом налога на добавленную стоимость, акцизов)</w:t>
            </w:r>
          </w:p>
        </w:tc>
        <w:tc>
          <w:tcPr>
            <w:tcW w:w="1417" w:type="dxa"/>
          </w:tcPr>
          <w:p w:rsidR="00793421" w:rsidRPr="00F551ED" w:rsidRDefault="00793421" w:rsidP="009B7992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98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9B7992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05" w:type="dxa"/>
          </w:tcPr>
          <w:p w:rsidR="00793421" w:rsidRPr="00F551ED" w:rsidRDefault="00793421" w:rsidP="009B7992">
            <w:pPr>
              <w:pStyle w:val="ConsPlusNormal"/>
              <w:ind w:firstLine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Объем производства продукции (работ, услуг)</w:t>
            </w:r>
          </w:p>
        </w:tc>
        <w:tc>
          <w:tcPr>
            <w:tcW w:w="1417" w:type="dxa"/>
          </w:tcPr>
          <w:p w:rsidR="00793421" w:rsidRPr="00F551ED" w:rsidRDefault="00793421" w:rsidP="009B7992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натур.ед.</w:t>
            </w:r>
          </w:p>
        </w:tc>
        <w:tc>
          <w:tcPr>
            <w:tcW w:w="1298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9B7992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05" w:type="dxa"/>
          </w:tcPr>
          <w:p w:rsidR="00793421" w:rsidRPr="00F551ED" w:rsidRDefault="00793421" w:rsidP="009B7992">
            <w:pPr>
              <w:pStyle w:val="ConsPlusNormal"/>
              <w:ind w:firstLine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Валовая прибыль</w:t>
            </w:r>
          </w:p>
        </w:tc>
        <w:tc>
          <w:tcPr>
            <w:tcW w:w="1417" w:type="dxa"/>
          </w:tcPr>
          <w:p w:rsidR="00793421" w:rsidRPr="00F551ED" w:rsidRDefault="00793421" w:rsidP="009B7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98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9B7992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05" w:type="dxa"/>
          </w:tcPr>
          <w:p w:rsidR="00793421" w:rsidRPr="00F551ED" w:rsidRDefault="00793421" w:rsidP="009B7992">
            <w:pPr>
              <w:pStyle w:val="ConsPlusNormal"/>
              <w:ind w:firstLine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Рентабельность</w:t>
            </w:r>
          </w:p>
        </w:tc>
        <w:tc>
          <w:tcPr>
            <w:tcW w:w="1417" w:type="dxa"/>
          </w:tcPr>
          <w:p w:rsidR="00793421" w:rsidRPr="00F551ED" w:rsidRDefault="00793421" w:rsidP="009B7992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98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9B7992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05" w:type="dxa"/>
          </w:tcPr>
          <w:p w:rsidR="00793421" w:rsidRPr="00F551ED" w:rsidRDefault="00793421" w:rsidP="009B7992">
            <w:pPr>
              <w:pStyle w:val="ConsPlusNormal"/>
              <w:ind w:firstLine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Стоимость основных фондов на конец года</w:t>
            </w:r>
          </w:p>
        </w:tc>
        <w:tc>
          <w:tcPr>
            <w:tcW w:w="1417" w:type="dxa"/>
          </w:tcPr>
          <w:p w:rsidR="00793421" w:rsidRPr="00F551ED" w:rsidRDefault="00793421" w:rsidP="009B7992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98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9B7992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05" w:type="dxa"/>
          </w:tcPr>
          <w:p w:rsidR="00793421" w:rsidRPr="00F551ED" w:rsidRDefault="00793421" w:rsidP="009B7992">
            <w:pPr>
              <w:pStyle w:val="ConsPlusNormal"/>
              <w:ind w:firstLine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417" w:type="dxa"/>
          </w:tcPr>
          <w:p w:rsidR="00793421" w:rsidRPr="00F551ED" w:rsidRDefault="00793421" w:rsidP="009B79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98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9B7992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05" w:type="dxa"/>
          </w:tcPr>
          <w:p w:rsidR="00793421" w:rsidRPr="00F551ED" w:rsidRDefault="00793421" w:rsidP="009B7992">
            <w:pPr>
              <w:pStyle w:val="ConsPlusNormal"/>
              <w:ind w:firstLine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 списочного состава</w:t>
            </w:r>
          </w:p>
        </w:tc>
        <w:tc>
          <w:tcPr>
            <w:tcW w:w="1417" w:type="dxa"/>
          </w:tcPr>
          <w:p w:rsidR="00793421" w:rsidRPr="00F551ED" w:rsidRDefault="00793421" w:rsidP="009B7992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98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9B7992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05" w:type="dxa"/>
          </w:tcPr>
          <w:p w:rsidR="00793421" w:rsidRPr="00F551ED" w:rsidRDefault="00793421" w:rsidP="009B799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работников списочного состава</w:t>
            </w:r>
          </w:p>
        </w:tc>
        <w:tc>
          <w:tcPr>
            <w:tcW w:w="1417" w:type="dxa"/>
          </w:tcPr>
          <w:p w:rsidR="00793421" w:rsidRPr="00F551ED" w:rsidRDefault="00793421" w:rsidP="009B7992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298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3421" w:rsidRPr="00F551ED" w:rsidRDefault="00793421" w:rsidP="00F13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93421" w:rsidRPr="00F551ED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1E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93421" w:rsidRPr="00F551ED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89"/>
      <w:bookmarkEnd w:id="6"/>
      <w:r w:rsidRPr="00F551ED">
        <w:rPr>
          <w:rFonts w:ascii="Times New Roman" w:hAnsi="Times New Roman" w:cs="Times New Roman"/>
          <w:sz w:val="28"/>
          <w:szCs w:val="28"/>
        </w:rPr>
        <w:t>&lt;*&gt; базовый период - год, предшествующий году, в котором налогоплательщик начал применять налоговую льготу.</w:t>
      </w:r>
    </w:p>
    <w:p w:rsidR="00793421" w:rsidRPr="00F551ED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1ED">
        <w:rPr>
          <w:rFonts w:ascii="Times New Roman" w:hAnsi="Times New Roman" w:cs="Times New Roman"/>
          <w:sz w:val="28"/>
          <w:szCs w:val="28"/>
        </w:rPr>
        <w:t>Для налогоплательщиков, созданных менее чем за год до начала использования налоговой льготы, базовым периодом является год, предшествующий году проведения оценки эффективности предоставленных налоговых льгот.</w:t>
      </w:r>
    </w:p>
    <w:p w:rsidR="00793421" w:rsidRDefault="00793421" w:rsidP="009B7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91"/>
      <w:bookmarkEnd w:id="7"/>
      <w:r w:rsidRPr="00F551ED">
        <w:rPr>
          <w:rFonts w:ascii="Times New Roman" w:hAnsi="Times New Roman" w:cs="Times New Roman"/>
          <w:sz w:val="28"/>
          <w:szCs w:val="28"/>
        </w:rPr>
        <w:t>&lt;**&gt; отчетный период - анализ</w:t>
      </w:r>
      <w:r>
        <w:rPr>
          <w:rFonts w:ascii="Times New Roman" w:hAnsi="Times New Roman" w:cs="Times New Roman"/>
          <w:sz w:val="28"/>
          <w:szCs w:val="28"/>
        </w:rPr>
        <w:t>ируемый период (отчетный год).</w:t>
      </w:r>
    </w:p>
    <w:p w:rsidR="00793421" w:rsidRDefault="00793421" w:rsidP="009A1B9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Приложение № 3</w:t>
      </w:r>
    </w:p>
    <w:p w:rsidR="00793421" w:rsidRDefault="00793421" w:rsidP="009B7992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551ED">
        <w:rPr>
          <w:rFonts w:ascii="Times New Roman" w:hAnsi="Times New Roman" w:cs="Times New Roman"/>
          <w:sz w:val="28"/>
          <w:szCs w:val="28"/>
        </w:rPr>
        <w:t>к Порядку оценки эффективности</w:t>
      </w:r>
    </w:p>
    <w:p w:rsidR="00793421" w:rsidRDefault="00793421" w:rsidP="009B7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551ED">
        <w:rPr>
          <w:rFonts w:ascii="Times New Roman" w:hAnsi="Times New Roman" w:cs="Times New Roman"/>
          <w:sz w:val="28"/>
          <w:szCs w:val="28"/>
        </w:rPr>
        <w:t>предоставленных и планируемых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3421" w:rsidRDefault="00793421" w:rsidP="009B79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предоставлению налоговых льгот</w:t>
      </w:r>
    </w:p>
    <w:p w:rsidR="00793421" w:rsidRDefault="00793421" w:rsidP="00F139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93421" w:rsidRPr="00F551ED" w:rsidRDefault="00793421" w:rsidP="00F139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93421" w:rsidRPr="009B7992" w:rsidRDefault="00793421" w:rsidP="00F139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8" w:name="P302"/>
      <w:bookmarkEnd w:id="8"/>
      <w:r w:rsidRPr="009B7992">
        <w:rPr>
          <w:rFonts w:ascii="Times New Roman" w:hAnsi="Times New Roman" w:cs="Times New Roman"/>
          <w:b w:val="0"/>
          <w:sz w:val="28"/>
          <w:szCs w:val="28"/>
        </w:rPr>
        <w:t>СУММЫ</w:t>
      </w:r>
    </w:p>
    <w:p w:rsidR="00793421" w:rsidRPr="009B7992" w:rsidRDefault="00793421" w:rsidP="00F139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B7992">
        <w:rPr>
          <w:rFonts w:ascii="Times New Roman" w:hAnsi="Times New Roman" w:cs="Times New Roman"/>
          <w:b w:val="0"/>
          <w:sz w:val="28"/>
          <w:szCs w:val="28"/>
        </w:rPr>
        <w:t>налогов, уплаченных в  бюджет налогоплательщиком,</w:t>
      </w:r>
    </w:p>
    <w:p w:rsidR="00793421" w:rsidRPr="009B7992" w:rsidRDefault="00793421" w:rsidP="00F139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B7992">
        <w:rPr>
          <w:rFonts w:ascii="Times New Roman" w:hAnsi="Times New Roman" w:cs="Times New Roman"/>
          <w:b w:val="0"/>
          <w:sz w:val="28"/>
          <w:szCs w:val="28"/>
        </w:rPr>
        <w:t>который воспользовался налоговой льготой за отчетный год</w:t>
      </w:r>
    </w:p>
    <w:p w:rsidR="00793421" w:rsidRPr="00F551ED" w:rsidRDefault="00793421" w:rsidP="00F139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521"/>
        <w:gridCol w:w="1431"/>
        <w:gridCol w:w="1263"/>
        <w:gridCol w:w="1437"/>
        <w:gridCol w:w="1681"/>
      </w:tblGrid>
      <w:tr w:rsidR="00793421" w:rsidRPr="00F551ED" w:rsidTr="009A1B96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521" w:type="dxa"/>
          </w:tcPr>
          <w:p w:rsidR="00793421" w:rsidRPr="00F551ED" w:rsidRDefault="00793421" w:rsidP="00986A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431" w:type="dxa"/>
          </w:tcPr>
          <w:p w:rsidR="00793421" w:rsidRPr="00F551ED" w:rsidRDefault="00793421" w:rsidP="009A1B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63" w:type="dxa"/>
          </w:tcPr>
          <w:p w:rsidR="00793421" w:rsidRPr="009B7992" w:rsidRDefault="00793421" w:rsidP="009A1B96">
            <w:pPr>
              <w:pStyle w:val="ConsPlusNormal"/>
              <w:ind w:hanging="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992">
              <w:rPr>
                <w:rFonts w:ascii="Times New Roman" w:hAnsi="Times New Roman" w:cs="Times New Roman"/>
                <w:sz w:val="28"/>
                <w:szCs w:val="28"/>
              </w:rPr>
              <w:t xml:space="preserve">Базовый период </w:t>
            </w:r>
            <w:hyperlink w:anchor="P344" w:history="1">
              <w:r w:rsidRPr="009B7992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437" w:type="dxa"/>
          </w:tcPr>
          <w:p w:rsidR="00793421" w:rsidRPr="009B7992" w:rsidRDefault="00793421" w:rsidP="009A1B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992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период </w:t>
            </w:r>
            <w:hyperlink w:anchor="P346" w:history="1">
              <w:r w:rsidRPr="009B7992">
                <w:rPr>
                  <w:rFonts w:ascii="Times New Roman" w:hAnsi="Times New Roman" w:cs="Times New Roman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681" w:type="dxa"/>
          </w:tcPr>
          <w:p w:rsidR="00793421" w:rsidRPr="00F551ED" w:rsidRDefault="00793421" w:rsidP="009A1B96">
            <w:pPr>
              <w:pStyle w:val="ConsPlusNormal"/>
              <w:ind w:firstLin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Динамика показателей (%)</w:t>
            </w:r>
          </w:p>
        </w:tc>
      </w:tr>
      <w:tr w:rsidR="00793421" w:rsidRPr="00F551ED" w:rsidTr="009A1B96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521" w:type="dxa"/>
          </w:tcPr>
          <w:p w:rsidR="00793421" w:rsidRPr="00F551ED" w:rsidRDefault="00793421" w:rsidP="009A1B9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уплаченных налогов в 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, всего,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431" w:type="dxa"/>
          </w:tcPr>
          <w:p w:rsidR="00793421" w:rsidRPr="00F551ED" w:rsidRDefault="00793421" w:rsidP="009A1B96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63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9A1B96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521" w:type="dxa"/>
          </w:tcPr>
          <w:p w:rsidR="00793421" w:rsidRPr="00F551ED" w:rsidRDefault="00793421" w:rsidP="000032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31" w:type="dxa"/>
          </w:tcPr>
          <w:p w:rsidR="00793421" w:rsidRDefault="00793421" w:rsidP="000032E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21" w:rsidRPr="00F551ED" w:rsidRDefault="00793421" w:rsidP="000032E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63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9A1B96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521" w:type="dxa"/>
          </w:tcPr>
          <w:p w:rsidR="00793421" w:rsidRPr="00F551ED" w:rsidRDefault="00793421" w:rsidP="000032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 сельскохозяйственный  налог</w:t>
            </w:r>
          </w:p>
        </w:tc>
        <w:tc>
          <w:tcPr>
            <w:tcW w:w="1431" w:type="dxa"/>
          </w:tcPr>
          <w:p w:rsidR="00793421" w:rsidRDefault="00793421" w:rsidP="000032E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21" w:rsidRDefault="00793421" w:rsidP="000032E5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63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421" w:rsidRPr="00F551ED" w:rsidTr="009A1B96">
        <w:tc>
          <w:tcPr>
            <w:tcW w:w="510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521" w:type="dxa"/>
          </w:tcPr>
          <w:p w:rsidR="00793421" w:rsidRDefault="00793421" w:rsidP="000032E5">
            <w:pPr>
              <w:pStyle w:val="ConsPlusNormal"/>
              <w:ind w:hanging="4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21" w:rsidRPr="00F551ED" w:rsidRDefault="00793421" w:rsidP="000032E5">
            <w:pPr>
              <w:pStyle w:val="ConsPlusNormal"/>
              <w:ind w:hanging="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земельный налог</w:t>
            </w:r>
          </w:p>
        </w:tc>
        <w:tc>
          <w:tcPr>
            <w:tcW w:w="1431" w:type="dxa"/>
          </w:tcPr>
          <w:p w:rsidR="00793421" w:rsidRDefault="00793421" w:rsidP="000032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21" w:rsidRPr="00F551ED" w:rsidRDefault="00793421" w:rsidP="000032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1E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63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1" w:type="dxa"/>
          </w:tcPr>
          <w:p w:rsidR="00793421" w:rsidRPr="00F551ED" w:rsidRDefault="00793421" w:rsidP="00D675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3421" w:rsidRPr="00F551ED" w:rsidRDefault="00793421" w:rsidP="00F139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93421" w:rsidRPr="00F551ED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1ED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93421" w:rsidRPr="00F551ED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44"/>
      <w:bookmarkEnd w:id="9"/>
      <w:r w:rsidRPr="00F551ED">
        <w:rPr>
          <w:rFonts w:ascii="Times New Roman" w:hAnsi="Times New Roman" w:cs="Times New Roman"/>
          <w:sz w:val="28"/>
          <w:szCs w:val="28"/>
        </w:rPr>
        <w:t>&lt;*&gt; базовый период - год, предшествующий году, в котором налогоплательщик начал применять налоговую льготу.</w:t>
      </w:r>
    </w:p>
    <w:p w:rsidR="00793421" w:rsidRPr="00F551ED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1ED">
        <w:rPr>
          <w:rFonts w:ascii="Times New Roman" w:hAnsi="Times New Roman" w:cs="Times New Roman"/>
          <w:sz w:val="28"/>
          <w:szCs w:val="28"/>
        </w:rPr>
        <w:t>Для налогоплательщиков, созданных менее чем за год до начала использования налоговой льготы, базовым периодом является год, предшествующий году проведения оценки эффективности предоставленных налоговых льгот.</w:t>
      </w:r>
    </w:p>
    <w:p w:rsidR="00793421" w:rsidRPr="00F551ED" w:rsidRDefault="00793421" w:rsidP="00F13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46"/>
      <w:bookmarkEnd w:id="10"/>
      <w:r w:rsidRPr="00F551ED">
        <w:rPr>
          <w:rFonts w:ascii="Times New Roman" w:hAnsi="Times New Roman" w:cs="Times New Roman"/>
          <w:sz w:val="28"/>
          <w:szCs w:val="28"/>
        </w:rPr>
        <w:t>&lt;**&gt; отчетный период - анализируемый период (отчетный год).</w:t>
      </w:r>
    </w:p>
    <w:p w:rsidR="00793421" w:rsidRPr="00F551ED" w:rsidRDefault="00793421" w:rsidP="00F139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1ED">
        <w:rPr>
          <w:rFonts w:ascii="Times New Roman" w:hAnsi="Times New Roman" w:cs="Times New Roman"/>
          <w:sz w:val="28"/>
          <w:szCs w:val="28"/>
        </w:rPr>
        <w:t>________________</w:t>
      </w:r>
    </w:p>
    <w:p w:rsidR="00793421" w:rsidRDefault="00793421" w:rsidP="005A257A">
      <w:pPr>
        <w:pStyle w:val="3"/>
        <w:shd w:val="clear" w:color="auto" w:fill="auto"/>
        <w:spacing w:after="0" w:line="260" w:lineRule="exact"/>
        <w:ind w:left="20"/>
        <w:jc w:val="center"/>
        <w:rPr>
          <w:b/>
          <w:sz w:val="28"/>
          <w:szCs w:val="28"/>
        </w:rPr>
      </w:pPr>
    </w:p>
    <w:sectPr w:rsidR="00793421" w:rsidSect="009B7992">
      <w:pgSz w:w="11906" w:h="16838"/>
      <w:pgMar w:top="851" w:right="851" w:bottom="28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A9068EC"/>
    <w:multiLevelType w:val="hybridMultilevel"/>
    <w:tmpl w:val="DC2C2B02"/>
    <w:lvl w:ilvl="0" w:tplc="00000001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0CC0D9A"/>
    <w:multiLevelType w:val="hybridMultilevel"/>
    <w:tmpl w:val="F0DA9096"/>
    <w:lvl w:ilvl="0" w:tplc="26748E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90B6F2C"/>
    <w:multiLevelType w:val="hybridMultilevel"/>
    <w:tmpl w:val="02AE1B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976125"/>
    <w:multiLevelType w:val="hybridMultilevel"/>
    <w:tmpl w:val="46E4222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B923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252B1E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33D3652D"/>
    <w:multiLevelType w:val="hybridMultilevel"/>
    <w:tmpl w:val="ED9E4EC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EF3735"/>
    <w:multiLevelType w:val="hybridMultilevel"/>
    <w:tmpl w:val="4AFE4326"/>
    <w:lvl w:ilvl="0" w:tplc="26748E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DDE0C85"/>
    <w:multiLevelType w:val="hybridMultilevel"/>
    <w:tmpl w:val="039A89A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519C20FD"/>
    <w:multiLevelType w:val="hybridMultilevel"/>
    <w:tmpl w:val="7A50AC2E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D0AD9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573E2F4A"/>
    <w:multiLevelType w:val="hybridMultilevel"/>
    <w:tmpl w:val="943C6412"/>
    <w:lvl w:ilvl="0" w:tplc="26748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F04CA3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73BC51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7A0260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7D5618AE"/>
    <w:multiLevelType w:val="hybridMultilevel"/>
    <w:tmpl w:val="8DDCB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6"/>
  </w:num>
  <w:num w:numId="6">
    <w:abstractNumId w:val="6"/>
  </w:num>
  <w:num w:numId="7">
    <w:abstractNumId w:val="13"/>
  </w:num>
  <w:num w:numId="8">
    <w:abstractNumId w:val="15"/>
  </w:num>
  <w:num w:numId="9">
    <w:abstractNumId w:val="9"/>
  </w:num>
  <w:num w:numId="10">
    <w:abstractNumId w:val="10"/>
  </w:num>
  <w:num w:numId="11">
    <w:abstractNumId w:val="12"/>
  </w:num>
  <w:num w:numId="12">
    <w:abstractNumId w:val="14"/>
  </w:num>
  <w:num w:numId="13">
    <w:abstractNumId w:val="2"/>
  </w:num>
  <w:num w:numId="14">
    <w:abstractNumId w:val="11"/>
  </w:num>
  <w:num w:numId="15">
    <w:abstractNumId w:val="5"/>
  </w:num>
  <w:num w:numId="16">
    <w:abstractNumId w:val="7"/>
  </w:num>
  <w:num w:numId="17">
    <w:abstractNumId w:val="17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A15"/>
    <w:rsid w:val="0000193B"/>
    <w:rsid w:val="000032E5"/>
    <w:rsid w:val="000052D3"/>
    <w:rsid w:val="00013BE1"/>
    <w:rsid w:val="000220B7"/>
    <w:rsid w:val="000266FE"/>
    <w:rsid w:val="0003754F"/>
    <w:rsid w:val="00064A98"/>
    <w:rsid w:val="00070432"/>
    <w:rsid w:val="000905EB"/>
    <w:rsid w:val="000A020C"/>
    <w:rsid w:val="000A09C6"/>
    <w:rsid w:val="000A2055"/>
    <w:rsid w:val="000A3C0E"/>
    <w:rsid w:val="000A518A"/>
    <w:rsid w:val="000C39DA"/>
    <w:rsid w:val="000E03E9"/>
    <w:rsid w:val="000E04E2"/>
    <w:rsid w:val="000E74C9"/>
    <w:rsid w:val="000F1D69"/>
    <w:rsid w:val="00102F13"/>
    <w:rsid w:val="001039EC"/>
    <w:rsid w:val="00103D20"/>
    <w:rsid w:val="00112B17"/>
    <w:rsid w:val="0013457B"/>
    <w:rsid w:val="001346AC"/>
    <w:rsid w:val="00161BE9"/>
    <w:rsid w:val="001640CC"/>
    <w:rsid w:val="00166A9F"/>
    <w:rsid w:val="00173C96"/>
    <w:rsid w:val="00181D6B"/>
    <w:rsid w:val="001A01A6"/>
    <w:rsid w:val="001A19EF"/>
    <w:rsid w:val="001A2FD9"/>
    <w:rsid w:val="001B5022"/>
    <w:rsid w:val="001D3116"/>
    <w:rsid w:val="001D5091"/>
    <w:rsid w:val="001D7A54"/>
    <w:rsid w:val="001F26F1"/>
    <w:rsid w:val="0020202F"/>
    <w:rsid w:val="00210DFD"/>
    <w:rsid w:val="00227A63"/>
    <w:rsid w:val="00234C60"/>
    <w:rsid w:val="002574F8"/>
    <w:rsid w:val="00263979"/>
    <w:rsid w:val="00271675"/>
    <w:rsid w:val="002830D6"/>
    <w:rsid w:val="00296D4C"/>
    <w:rsid w:val="002B66F9"/>
    <w:rsid w:val="002D4DE0"/>
    <w:rsid w:val="002E0320"/>
    <w:rsid w:val="002E27F9"/>
    <w:rsid w:val="002E7DAA"/>
    <w:rsid w:val="002F7473"/>
    <w:rsid w:val="00311BA6"/>
    <w:rsid w:val="00320271"/>
    <w:rsid w:val="00332D00"/>
    <w:rsid w:val="00340472"/>
    <w:rsid w:val="003532CC"/>
    <w:rsid w:val="00360547"/>
    <w:rsid w:val="00373CE9"/>
    <w:rsid w:val="00380461"/>
    <w:rsid w:val="003862DC"/>
    <w:rsid w:val="00390FCB"/>
    <w:rsid w:val="003A1ED6"/>
    <w:rsid w:val="003A2D94"/>
    <w:rsid w:val="003A3F22"/>
    <w:rsid w:val="003C30A3"/>
    <w:rsid w:val="003D1CAF"/>
    <w:rsid w:val="003E1923"/>
    <w:rsid w:val="003E6D00"/>
    <w:rsid w:val="00401A34"/>
    <w:rsid w:val="00404B49"/>
    <w:rsid w:val="0040641C"/>
    <w:rsid w:val="0041762A"/>
    <w:rsid w:val="004214D3"/>
    <w:rsid w:val="00425CAB"/>
    <w:rsid w:val="00430336"/>
    <w:rsid w:val="004401D2"/>
    <w:rsid w:val="00447169"/>
    <w:rsid w:val="004562CF"/>
    <w:rsid w:val="00456A15"/>
    <w:rsid w:val="004A0E06"/>
    <w:rsid w:val="004A7C27"/>
    <w:rsid w:val="004A7E46"/>
    <w:rsid w:val="004B1860"/>
    <w:rsid w:val="004B7EC5"/>
    <w:rsid w:val="004C2751"/>
    <w:rsid w:val="004D129C"/>
    <w:rsid w:val="004E3920"/>
    <w:rsid w:val="004F6B57"/>
    <w:rsid w:val="00525D4E"/>
    <w:rsid w:val="00526770"/>
    <w:rsid w:val="005270AE"/>
    <w:rsid w:val="005305B4"/>
    <w:rsid w:val="00537728"/>
    <w:rsid w:val="00543362"/>
    <w:rsid w:val="00552CE0"/>
    <w:rsid w:val="0056038A"/>
    <w:rsid w:val="00563607"/>
    <w:rsid w:val="00564F5F"/>
    <w:rsid w:val="00565C6B"/>
    <w:rsid w:val="00566156"/>
    <w:rsid w:val="00586343"/>
    <w:rsid w:val="00595B06"/>
    <w:rsid w:val="005A03C2"/>
    <w:rsid w:val="005A257A"/>
    <w:rsid w:val="005A3B66"/>
    <w:rsid w:val="005A7ADB"/>
    <w:rsid w:val="005C4494"/>
    <w:rsid w:val="005D5F6F"/>
    <w:rsid w:val="005F24C4"/>
    <w:rsid w:val="00610EAC"/>
    <w:rsid w:val="0061299D"/>
    <w:rsid w:val="00613EDA"/>
    <w:rsid w:val="0061483F"/>
    <w:rsid w:val="00633924"/>
    <w:rsid w:val="00640D79"/>
    <w:rsid w:val="00655416"/>
    <w:rsid w:val="00660225"/>
    <w:rsid w:val="00674D16"/>
    <w:rsid w:val="0069589D"/>
    <w:rsid w:val="00696832"/>
    <w:rsid w:val="006B1343"/>
    <w:rsid w:val="006B5F42"/>
    <w:rsid w:val="006C5296"/>
    <w:rsid w:val="006C78A3"/>
    <w:rsid w:val="006D021A"/>
    <w:rsid w:val="006E3DFB"/>
    <w:rsid w:val="006F1A3B"/>
    <w:rsid w:val="006F7DF4"/>
    <w:rsid w:val="0071112C"/>
    <w:rsid w:val="00711C3D"/>
    <w:rsid w:val="00712F59"/>
    <w:rsid w:val="0072172E"/>
    <w:rsid w:val="0072214A"/>
    <w:rsid w:val="00750F74"/>
    <w:rsid w:val="00774663"/>
    <w:rsid w:val="00774892"/>
    <w:rsid w:val="00793421"/>
    <w:rsid w:val="00793F73"/>
    <w:rsid w:val="007A3CAD"/>
    <w:rsid w:val="007B457C"/>
    <w:rsid w:val="007D2FCA"/>
    <w:rsid w:val="007D63B4"/>
    <w:rsid w:val="00805017"/>
    <w:rsid w:val="00806FEE"/>
    <w:rsid w:val="00814C5F"/>
    <w:rsid w:val="008406F4"/>
    <w:rsid w:val="00852CC4"/>
    <w:rsid w:val="00854D2F"/>
    <w:rsid w:val="008619C2"/>
    <w:rsid w:val="00883FB8"/>
    <w:rsid w:val="00884FF1"/>
    <w:rsid w:val="008A50F9"/>
    <w:rsid w:val="008A529B"/>
    <w:rsid w:val="008D57EB"/>
    <w:rsid w:val="008F4E13"/>
    <w:rsid w:val="008F7EB9"/>
    <w:rsid w:val="009030BF"/>
    <w:rsid w:val="00925942"/>
    <w:rsid w:val="00927EE0"/>
    <w:rsid w:val="00986A5F"/>
    <w:rsid w:val="009929E8"/>
    <w:rsid w:val="009977EE"/>
    <w:rsid w:val="009A1B96"/>
    <w:rsid w:val="009B487A"/>
    <w:rsid w:val="009B4D25"/>
    <w:rsid w:val="009B7992"/>
    <w:rsid w:val="009D1887"/>
    <w:rsid w:val="00A06C26"/>
    <w:rsid w:val="00A30C4A"/>
    <w:rsid w:val="00A33291"/>
    <w:rsid w:val="00A33293"/>
    <w:rsid w:val="00A55A2B"/>
    <w:rsid w:val="00A565FA"/>
    <w:rsid w:val="00A6752F"/>
    <w:rsid w:val="00A76133"/>
    <w:rsid w:val="00A822A1"/>
    <w:rsid w:val="00A833C5"/>
    <w:rsid w:val="00A96CB6"/>
    <w:rsid w:val="00AB7934"/>
    <w:rsid w:val="00AE2925"/>
    <w:rsid w:val="00AE6F2E"/>
    <w:rsid w:val="00B05118"/>
    <w:rsid w:val="00B114ED"/>
    <w:rsid w:val="00B14B12"/>
    <w:rsid w:val="00B16E2F"/>
    <w:rsid w:val="00B208A0"/>
    <w:rsid w:val="00B2322E"/>
    <w:rsid w:val="00B23261"/>
    <w:rsid w:val="00B237F3"/>
    <w:rsid w:val="00B30F84"/>
    <w:rsid w:val="00B47601"/>
    <w:rsid w:val="00B7201A"/>
    <w:rsid w:val="00B80803"/>
    <w:rsid w:val="00B97E56"/>
    <w:rsid w:val="00BB0A2E"/>
    <w:rsid w:val="00BB45F6"/>
    <w:rsid w:val="00BD3719"/>
    <w:rsid w:val="00BE31DE"/>
    <w:rsid w:val="00C36C24"/>
    <w:rsid w:val="00C40C1F"/>
    <w:rsid w:val="00C61E13"/>
    <w:rsid w:val="00C710CB"/>
    <w:rsid w:val="00C7262F"/>
    <w:rsid w:val="00C72BE5"/>
    <w:rsid w:val="00C77AF7"/>
    <w:rsid w:val="00CA6C08"/>
    <w:rsid w:val="00CB0527"/>
    <w:rsid w:val="00CB648B"/>
    <w:rsid w:val="00CC34E0"/>
    <w:rsid w:val="00CC4BC1"/>
    <w:rsid w:val="00CD5A94"/>
    <w:rsid w:val="00D15108"/>
    <w:rsid w:val="00D36606"/>
    <w:rsid w:val="00D37768"/>
    <w:rsid w:val="00D537BE"/>
    <w:rsid w:val="00D60D47"/>
    <w:rsid w:val="00D67540"/>
    <w:rsid w:val="00D708A5"/>
    <w:rsid w:val="00D87C58"/>
    <w:rsid w:val="00D90E59"/>
    <w:rsid w:val="00D91620"/>
    <w:rsid w:val="00D9341E"/>
    <w:rsid w:val="00DE5AFF"/>
    <w:rsid w:val="00DF022D"/>
    <w:rsid w:val="00DF4209"/>
    <w:rsid w:val="00DF5E66"/>
    <w:rsid w:val="00E07EFA"/>
    <w:rsid w:val="00E15F75"/>
    <w:rsid w:val="00E17B5C"/>
    <w:rsid w:val="00E22E23"/>
    <w:rsid w:val="00E428EB"/>
    <w:rsid w:val="00E45770"/>
    <w:rsid w:val="00E66AEC"/>
    <w:rsid w:val="00E80A1E"/>
    <w:rsid w:val="00E85D64"/>
    <w:rsid w:val="00E97BE8"/>
    <w:rsid w:val="00EA047F"/>
    <w:rsid w:val="00EA49D3"/>
    <w:rsid w:val="00EA507B"/>
    <w:rsid w:val="00EB4B9A"/>
    <w:rsid w:val="00EC1301"/>
    <w:rsid w:val="00EC238C"/>
    <w:rsid w:val="00ED0AE1"/>
    <w:rsid w:val="00ED6B4F"/>
    <w:rsid w:val="00ED6D72"/>
    <w:rsid w:val="00EE169C"/>
    <w:rsid w:val="00EF300E"/>
    <w:rsid w:val="00F13937"/>
    <w:rsid w:val="00F361F2"/>
    <w:rsid w:val="00F51D11"/>
    <w:rsid w:val="00F551ED"/>
    <w:rsid w:val="00F65FE0"/>
    <w:rsid w:val="00F66586"/>
    <w:rsid w:val="00F70969"/>
    <w:rsid w:val="00FA48E6"/>
    <w:rsid w:val="00FA6D8A"/>
    <w:rsid w:val="00FB6CE2"/>
    <w:rsid w:val="00FC0871"/>
    <w:rsid w:val="00FC325F"/>
    <w:rsid w:val="00FC506E"/>
    <w:rsid w:val="00FE068E"/>
    <w:rsid w:val="00FE6494"/>
    <w:rsid w:val="00FF6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0A3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C30A3"/>
  </w:style>
  <w:style w:type="character" w:customStyle="1" w:styleId="2">
    <w:name w:val="Основной шрифт абзаца2"/>
    <w:uiPriority w:val="99"/>
    <w:rsid w:val="003C30A3"/>
  </w:style>
  <w:style w:type="character" w:customStyle="1" w:styleId="WW-Absatz-Standardschriftart">
    <w:name w:val="WW-Absatz-Standardschriftart"/>
    <w:uiPriority w:val="99"/>
    <w:rsid w:val="003C30A3"/>
  </w:style>
  <w:style w:type="character" w:customStyle="1" w:styleId="WW-Absatz-Standardschriftart1">
    <w:name w:val="WW-Absatz-Standardschriftart1"/>
    <w:uiPriority w:val="99"/>
    <w:rsid w:val="003C30A3"/>
  </w:style>
  <w:style w:type="character" w:customStyle="1" w:styleId="WW-Absatz-Standardschriftart11">
    <w:name w:val="WW-Absatz-Standardschriftart11"/>
    <w:uiPriority w:val="99"/>
    <w:rsid w:val="003C30A3"/>
  </w:style>
  <w:style w:type="character" w:customStyle="1" w:styleId="WW-Absatz-Standardschriftart111">
    <w:name w:val="WW-Absatz-Standardschriftart111"/>
    <w:uiPriority w:val="99"/>
    <w:rsid w:val="003C30A3"/>
  </w:style>
  <w:style w:type="character" w:customStyle="1" w:styleId="1">
    <w:name w:val="Основной шрифт абзаца1"/>
    <w:uiPriority w:val="99"/>
    <w:rsid w:val="003C30A3"/>
  </w:style>
  <w:style w:type="character" w:customStyle="1" w:styleId="a">
    <w:name w:val="Текст выноски Знак"/>
    <w:uiPriority w:val="99"/>
    <w:rsid w:val="003C30A3"/>
    <w:rPr>
      <w:rFonts w:ascii="Tahoma" w:hAnsi="Tahoma"/>
      <w:sz w:val="16"/>
    </w:rPr>
  </w:style>
  <w:style w:type="paragraph" w:customStyle="1" w:styleId="a0">
    <w:name w:val="Заголовок"/>
    <w:basedOn w:val="Normal"/>
    <w:next w:val="BodyText"/>
    <w:uiPriority w:val="99"/>
    <w:rsid w:val="003C30A3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C30A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7262F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3C30A3"/>
    <w:rPr>
      <w:rFonts w:ascii="Arial" w:hAnsi="Arial" w:cs="Mangal"/>
    </w:rPr>
  </w:style>
  <w:style w:type="paragraph" w:customStyle="1" w:styleId="20">
    <w:name w:val="Название2"/>
    <w:basedOn w:val="Normal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Normal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Normal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Normal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msonormalbullet2gif">
    <w:name w:val="msonormalbullet2.gif"/>
    <w:basedOn w:val="Normal"/>
    <w:uiPriority w:val="99"/>
    <w:rsid w:val="003C30A3"/>
    <w:pPr>
      <w:spacing w:before="280" w:after="280"/>
    </w:pPr>
  </w:style>
  <w:style w:type="paragraph" w:customStyle="1" w:styleId="msonormalbullet2gifcxspmiddle">
    <w:name w:val="msonormalbullet2gifcxspmiddle"/>
    <w:basedOn w:val="Normal"/>
    <w:uiPriority w:val="99"/>
    <w:rsid w:val="003C30A3"/>
    <w:pPr>
      <w:spacing w:before="280" w:after="280"/>
    </w:pPr>
  </w:style>
  <w:style w:type="paragraph" w:customStyle="1" w:styleId="msonormalbullet2gifcxsplast">
    <w:name w:val="msonormalbullet2gifcxsplast"/>
    <w:basedOn w:val="Normal"/>
    <w:uiPriority w:val="99"/>
    <w:rsid w:val="003C30A3"/>
    <w:pPr>
      <w:spacing w:before="280" w:after="280"/>
    </w:pPr>
  </w:style>
  <w:style w:type="paragraph" w:customStyle="1" w:styleId="a1">
    <w:name w:val="Содержимое таблицы"/>
    <w:basedOn w:val="Normal"/>
    <w:uiPriority w:val="99"/>
    <w:rsid w:val="003C30A3"/>
    <w:pPr>
      <w:suppressLineNumbers/>
    </w:pPr>
  </w:style>
  <w:style w:type="paragraph" w:customStyle="1" w:styleId="a2">
    <w:name w:val="Заголовок таблицы"/>
    <w:basedOn w:val="a1"/>
    <w:uiPriority w:val="99"/>
    <w:rsid w:val="003C30A3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3C30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262F"/>
    <w:rPr>
      <w:rFonts w:cs="Times New Roman"/>
      <w:sz w:val="2"/>
      <w:lang w:eastAsia="ar-SA" w:bidi="ar-SA"/>
    </w:rPr>
  </w:style>
  <w:style w:type="paragraph" w:customStyle="1" w:styleId="ConsPlusNormal">
    <w:name w:val="ConsPlusNormal"/>
    <w:uiPriority w:val="99"/>
    <w:rsid w:val="003E19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32D0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a3">
    <w:name w:val="Основной текст_"/>
    <w:basedOn w:val="DefaultParagraphFont"/>
    <w:link w:val="12"/>
    <w:uiPriority w:val="99"/>
    <w:locked/>
    <w:rsid w:val="00F361F2"/>
    <w:rPr>
      <w:rFonts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Normal"/>
    <w:link w:val="a3"/>
    <w:uiPriority w:val="99"/>
    <w:rsid w:val="00F361F2"/>
    <w:pPr>
      <w:widowControl w:val="0"/>
      <w:shd w:val="clear" w:color="auto" w:fill="FFFFFF"/>
      <w:suppressAutoHyphens w:val="0"/>
      <w:spacing w:after="420" w:line="240" w:lineRule="atLeast"/>
    </w:pPr>
    <w:rPr>
      <w:spacing w:val="-1"/>
      <w:sz w:val="26"/>
      <w:szCs w:val="26"/>
      <w:lang w:eastAsia="ru-RU"/>
    </w:rPr>
  </w:style>
  <w:style w:type="paragraph" w:customStyle="1" w:styleId="3">
    <w:name w:val="Основной текст3"/>
    <w:basedOn w:val="Normal"/>
    <w:uiPriority w:val="99"/>
    <w:rsid w:val="005A257A"/>
    <w:pPr>
      <w:widowControl w:val="0"/>
      <w:shd w:val="clear" w:color="auto" w:fill="FFFFFF"/>
      <w:suppressAutoHyphens w:val="0"/>
      <w:spacing w:after="240" w:line="322" w:lineRule="exact"/>
      <w:jc w:val="right"/>
    </w:pPr>
    <w:rPr>
      <w:color w:val="000000"/>
      <w:sz w:val="26"/>
      <w:szCs w:val="26"/>
      <w:lang w:eastAsia="ru-RU"/>
    </w:rPr>
  </w:style>
  <w:style w:type="character" w:customStyle="1" w:styleId="22">
    <w:name w:val="Основной текст (2)_"/>
    <w:basedOn w:val="DefaultParagraphFont"/>
    <w:link w:val="23"/>
    <w:uiPriority w:val="99"/>
    <w:locked/>
    <w:rsid w:val="00A33293"/>
    <w:rPr>
      <w:rFonts w:cs="Times New Roman"/>
      <w:i/>
      <w:iCs/>
      <w:spacing w:val="3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Normal"/>
    <w:link w:val="22"/>
    <w:uiPriority w:val="99"/>
    <w:rsid w:val="00A33293"/>
    <w:pPr>
      <w:widowControl w:val="0"/>
      <w:shd w:val="clear" w:color="auto" w:fill="FFFFFF"/>
      <w:suppressAutoHyphens w:val="0"/>
      <w:spacing w:before="60" w:line="317" w:lineRule="exact"/>
      <w:ind w:hanging="840"/>
    </w:pPr>
    <w:rPr>
      <w:i/>
      <w:iCs/>
      <w:spacing w:val="3"/>
      <w:sz w:val="26"/>
      <w:szCs w:val="26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A822A1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552CE0"/>
    <w:pPr>
      <w:ind w:left="720"/>
      <w:contextualSpacing/>
    </w:pPr>
  </w:style>
  <w:style w:type="character" w:customStyle="1" w:styleId="24">
    <w:name w:val="Основной текст (2) + Не курсив"/>
    <w:aliases w:val="Интервал 0 pt"/>
    <w:basedOn w:val="22"/>
    <w:uiPriority w:val="99"/>
    <w:rsid w:val="00E17B5C"/>
    <w:rPr>
      <w:rFonts w:ascii="Times New Roman" w:hAnsi="Times New Roman"/>
      <w:color w:val="000000"/>
      <w:spacing w:val="0"/>
      <w:w w:val="100"/>
      <w:position w:val="0"/>
      <w:u w:val="none"/>
      <w:lang w:val="ru-RU" w:eastAsia="ru-RU"/>
    </w:rPr>
  </w:style>
  <w:style w:type="character" w:customStyle="1" w:styleId="25">
    <w:name w:val="Основной текст (2) + 5"/>
    <w:aliases w:val="5 pt,Интервал 0 pt5"/>
    <w:basedOn w:val="22"/>
    <w:uiPriority w:val="99"/>
    <w:rsid w:val="00565C6B"/>
    <w:rPr>
      <w:rFonts w:ascii="Times New Roman" w:hAnsi="Times New Roman"/>
      <w:color w:val="000000"/>
      <w:spacing w:val="0"/>
      <w:w w:val="100"/>
      <w:position w:val="0"/>
      <w:sz w:val="11"/>
      <w:szCs w:val="11"/>
      <w:u w:val="none"/>
      <w:lang w:val="ru-RU" w:eastAsia="ru-RU"/>
    </w:rPr>
  </w:style>
  <w:style w:type="character" w:customStyle="1" w:styleId="251">
    <w:name w:val="Основной текст (2) + 51"/>
    <w:aliases w:val="5 pt3,Не курсив,Интервал 0 pt4"/>
    <w:basedOn w:val="22"/>
    <w:uiPriority w:val="99"/>
    <w:rsid w:val="00565C6B"/>
    <w:rPr>
      <w:rFonts w:ascii="Times New Roman" w:hAnsi="Times New Roman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a4">
    <w:name w:val="Основной текст + Курсив"/>
    <w:aliases w:val="Интервал 0 pt3"/>
    <w:basedOn w:val="a3"/>
    <w:uiPriority w:val="99"/>
    <w:rsid w:val="00E428EB"/>
    <w:rPr>
      <w:rFonts w:ascii="Times New Roman" w:hAnsi="Times New Roman"/>
      <w:i/>
      <w:iCs/>
      <w:color w:val="000000"/>
      <w:spacing w:val="3"/>
      <w:w w:val="100"/>
      <w:position w:val="0"/>
      <w:u w:val="none"/>
      <w:lang w:val="ru-RU" w:eastAsia="ru-RU"/>
    </w:rPr>
  </w:style>
  <w:style w:type="character" w:customStyle="1" w:styleId="26">
    <w:name w:val="Основной текст (2) + 6"/>
    <w:aliases w:val="5 pt2,Интервал 0 pt2"/>
    <w:basedOn w:val="22"/>
    <w:uiPriority w:val="99"/>
    <w:rsid w:val="004A0E06"/>
    <w:rPr>
      <w:rFonts w:ascii="Times New Roman" w:hAnsi="Times New Roman"/>
      <w:color w:val="000000"/>
      <w:spacing w:val="-2"/>
      <w:w w:val="100"/>
      <w:position w:val="0"/>
      <w:sz w:val="13"/>
      <w:szCs w:val="13"/>
      <w:u w:val="none"/>
      <w:lang w:val="en-US" w:eastAsia="en-US"/>
    </w:rPr>
  </w:style>
  <w:style w:type="character" w:customStyle="1" w:styleId="261">
    <w:name w:val="Основной текст (2) + 61"/>
    <w:aliases w:val="5 pt1,Не курсив1,Интервал 0 pt1"/>
    <w:basedOn w:val="22"/>
    <w:uiPriority w:val="99"/>
    <w:rsid w:val="004A0E06"/>
    <w:rPr>
      <w:rFonts w:ascii="Times New Roman" w:hAnsi="Times New Roman"/>
      <w:color w:val="000000"/>
      <w:spacing w:val="0"/>
      <w:w w:val="100"/>
      <w:position w:val="0"/>
      <w:sz w:val="13"/>
      <w:szCs w:val="13"/>
      <w:u w:val="none"/>
      <w:lang w:val="en-US" w:eastAsia="en-US"/>
    </w:rPr>
  </w:style>
  <w:style w:type="table" w:styleId="TableGrid">
    <w:name w:val="Table Grid"/>
    <w:basedOn w:val="TableNormal"/>
    <w:uiPriority w:val="99"/>
    <w:locked/>
    <w:rsid w:val="008619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8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1110</TotalTime>
  <Pages>9</Pages>
  <Words>2021</Words>
  <Characters>11524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 МУНИЦИПАЛЬНЫЙ  РАЙОН ОМСКОЙ  ОБЛАСТИ</dc:title>
  <dc:subject/>
  <dc:creator>USER</dc:creator>
  <cp:keywords/>
  <dc:description/>
  <cp:lastModifiedBy>ASRock-3</cp:lastModifiedBy>
  <cp:revision>79</cp:revision>
  <cp:lastPrinted>2017-11-02T04:50:00Z</cp:lastPrinted>
  <dcterms:created xsi:type="dcterms:W3CDTF">2016-08-05T06:09:00Z</dcterms:created>
  <dcterms:modified xsi:type="dcterms:W3CDTF">2017-11-02T05:05:00Z</dcterms:modified>
</cp:coreProperties>
</file>